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43389" w14:textId="77777777" w:rsidR="006E0DA9" w:rsidRPr="00375777" w:rsidRDefault="006E0DA9" w:rsidP="00375777">
      <w:pPr>
        <w:pStyle w:val="1"/>
        <w:spacing w:line="400" w:lineRule="exact"/>
        <w:ind w:left="199" w:hanging="199"/>
        <w:rPr>
          <w:sz w:val="22"/>
          <w:szCs w:val="22"/>
        </w:rPr>
      </w:pPr>
    </w:p>
    <w:p w14:paraId="6A8EBF58" w14:textId="2CF6C7E6" w:rsidR="00C6545F" w:rsidRDefault="004653B9" w:rsidP="00375777">
      <w:pPr>
        <w:pStyle w:val="1"/>
        <w:spacing w:line="400" w:lineRule="exact"/>
        <w:ind w:left="199" w:hanging="199"/>
        <w:jc w:val="center"/>
        <w:rPr>
          <w:sz w:val="22"/>
          <w:szCs w:val="22"/>
        </w:rPr>
      </w:pPr>
      <w:r w:rsidRPr="00375777">
        <w:rPr>
          <w:rFonts w:hint="eastAsia"/>
          <w:color w:val="FF0000"/>
          <w:sz w:val="22"/>
          <w:szCs w:val="22"/>
        </w:rPr>
        <w:t>○○果樹産地協議会</w:t>
      </w:r>
      <w:r w:rsidR="00CB0B92" w:rsidRPr="00375777">
        <w:rPr>
          <w:rFonts w:hint="eastAsia"/>
          <w:sz w:val="22"/>
          <w:szCs w:val="22"/>
        </w:rPr>
        <w:t>果樹</w:t>
      </w:r>
      <w:r w:rsidR="00C6545F">
        <w:rPr>
          <w:rFonts w:hint="eastAsia"/>
          <w:sz w:val="22"/>
          <w:szCs w:val="22"/>
        </w:rPr>
        <w:t>産地活性化対策</w:t>
      </w:r>
      <w:r w:rsidR="00CB0B92" w:rsidRPr="00375777">
        <w:rPr>
          <w:rFonts w:hint="eastAsia"/>
          <w:sz w:val="22"/>
          <w:szCs w:val="22"/>
        </w:rPr>
        <w:t>事業費</w:t>
      </w:r>
      <w:r w:rsidR="000F6E8A">
        <w:rPr>
          <w:rFonts w:hint="eastAsia"/>
          <w:sz w:val="22"/>
          <w:szCs w:val="22"/>
        </w:rPr>
        <w:t>（産地担い手確保対策）</w:t>
      </w:r>
      <w:r w:rsidR="00CB0B92" w:rsidRPr="00375777">
        <w:rPr>
          <w:rFonts w:hint="eastAsia"/>
          <w:sz w:val="22"/>
          <w:szCs w:val="22"/>
        </w:rPr>
        <w:t>補助金</w:t>
      </w:r>
      <w:r w:rsidR="00C724F4" w:rsidRPr="00375777">
        <w:rPr>
          <w:rFonts w:hint="eastAsia"/>
          <w:sz w:val="22"/>
          <w:szCs w:val="22"/>
        </w:rPr>
        <w:t>交付</w:t>
      </w:r>
      <w:r w:rsidR="00C0445F" w:rsidRPr="00375777">
        <w:rPr>
          <w:rFonts w:hint="eastAsia"/>
          <w:sz w:val="22"/>
          <w:szCs w:val="22"/>
        </w:rPr>
        <w:t>規定</w:t>
      </w:r>
    </w:p>
    <w:p w14:paraId="315BC4E5" w14:textId="77777777" w:rsidR="006C7AF4" w:rsidRPr="00375777" w:rsidRDefault="006C7AF4" w:rsidP="00375777">
      <w:pPr>
        <w:pStyle w:val="1"/>
        <w:spacing w:line="400" w:lineRule="exact"/>
        <w:ind w:left="199" w:hanging="199"/>
        <w:rPr>
          <w:sz w:val="22"/>
          <w:szCs w:val="22"/>
        </w:rPr>
      </w:pPr>
    </w:p>
    <w:p w14:paraId="289D4568" w14:textId="77777777" w:rsidR="006C7AF4" w:rsidRPr="00375777" w:rsidRDefault="006C7AF4" w:rsidP="00375777">
      <w:pPr>
        <w:spacing w:line="400" w:lineRule="exact"/>
        <w:rPr>
          <w:sz w:val="22"/>
          <w:szCs w:val="22"/>
        </w:rPr>
      </w:pPr>
      <w:r w:rsidRPr="00375777">
        <w:rPr>
          <w:rFonts w:hint="eastAsia"/>
          <w:sz w:val="22"/>
          <w:szCs w:val="22"/>
        </w:rPr>
        <w:t>（趣旨）</w:t>
      </w:r>
    </w:p>
    <w:p w14:paraId="347C73CF" w14:textId="0CDCC9D9" w:rsidR="006C7AF4" w:rsidRPr="00375777" w:rsidRDefault="006C7AF4" w:rsidP="00375777">
      <w:pPr>
        <w:spacing w:line="400" w:lineRule="exact"/>
        <w:ind w:left="199" w:hangingChars="100" w:hanging="199"/>
        <w:rPr>
          <w:sz w:val="22"/>
          <w:szCs w:val="22"/>
        </w:rPr>
      </w:pPr>
      <w:r w:rsidRPr="00375777">
        <w:rPr>
          <w:rFonts w:hint="eastAsia"/>
          <w:sz w:val="22"/>
          <w:szCs w:val="22"/>
        </w:rPr>
        <w:t xml:space="preserve">第１条　</w:t>
      </w:r>
      <w:r w:rsidR="004653B9" w:rsidRPr="00375777">
        <w:rPr>
          <w:rFonts w:hint="eastAsia"/>
          <w:sz w:val="22"/>
          <w:szCs w:val="22"/>
        </w:rPr>
        <w:t>会</w:t>
      </w:r>
      <w:r w:rsidR="00531811" w:rsidRPr="00375777">
        <w:rPr>
          <w:rFonts w:hint="eastAsia"/>
          <w:sz w:val="22"/>
          <w:szCs w:val="22"/>
        </w:rPr>
        <w:t>長は</w:t>
      </w:r>
      <w:r w:rsidRPr="00375777">
        <w:rPr>
          <w:rFonts w:hint="eastAsia"/>
          <w:sz w:val="22"/>
          <w:szCs w:val="22"/>
        </w:rPr>
        <w:t>、</w:t>
      </w:r>
      <w:r w:rsidR="00C6545F" w:rsidRPr="00C6545F">
        <w:rPr>
          <w:rFonts w:hint="eastAsia"/>
          <w:color w:val="FF0000"/>
          <w:sz w:val="22"/>
          <w:szCs w:val="22"/>
        </w:rPr>
        <w:t>果樹産地を活性化さ</w:t>
      </w:r>
      <w:r w:rsidR="0037546E">
        <w:rPr>
          <w:rFonts w:hint="eastAsia"/>
          <w:color w:val="FF0000"/>
          <w:sz w:val="22"/>
          <w:szCs w:val="22"/>
        </w:rPr>
        <w:t>せる</w:t>
      </w:r>
      <w:r w:rsidR="00C6545F" w:rsidRPr="00C6545F">
        <w:rPr>
          <w:rFonts w:hint="eastAsia"/>
          <w:color w:val="FF0000"/>
          <w:sz w:val="22"/>
          <w:szCs w:val="22"/>
        </w:rPr>
        <w:t>ために新規就農者の確保や既存農家の希望拡大等を</w:t>
      </w:r>
      <w:r w:rsidR="00C724F4" w:rsidRPr="00C6545F">
        <w:rPr>
          <w:rFonts w:hint="eastAsia"/>
          <w:color w:val="FF0000"/>
          <w:sz w:val="22"/>
          <w:szCs w:val="22"/>
        </w:rPr>
        <w:t>図る</w:t>
      </w:r>
      <w:r w:rsidR="00C724F4" w:rsidRPr="00375777">
        <w:rPr>
          <w:rFonts w:hint="eastAsia"/>
          <w:sz w:val="22"/>
          <w:szCs w:val="22"/>
        </w:rPr>
        <w:t>ため、</w:t>
      </w:r>
      <w:r w:rsidR="00995469" w:rsidRPr="00375777">
        <w:rPr>
          <w:rFonts w:hint="eastAsia"/>
          <w:sz w:val="22"/>
          <w:szCs w:val="22"/>
        </w:rPr>
        <w:t>果樹</w:t>
      </w:r>
      <w:r w:rsidR="00C6545F">
        <w:rPr>
          <w:rFonts w:hint="eastAsia"/>
          <w:sz w:val="22"/>
          <w:szCs w:val="22"/>
        </w:rPr>
        <w:t>産地活性化対策</w:t>
      </w:r>
      <w:r w:rsidR="00995469" w:rsidRPr="00375777">
        <w:rPr>
          <w:rFonts w:hint="eastAsia"/>
          <w:sz w:val="22"/>
          <w:szCs w:val="22"/>
        </w:rPr>
        <w:t>事業費</w:t>
      </w:r>
      <w:r w:rsidR="00C6545F">
        <w:rPr>
          <w:rFonts w:hint="eastAsia"/>
          <w:sz w:val="22"/>
          <w:szCs w:val="22"/>
        </w:rPr>
        <w:t>（産地担い手確保対策）</w:t>
      </w:r>
      <w:r w:rsidR="00995469" w:rsidRPr="00375777">
        <w:rPr>
          <w:rFonts w:hint="eastAsia"/>
          <w:sz w:val="22"/>
          <w:szCs w:val="22"/>
        </w:rPr>
        <w:t>補助金交付要綱（令和</w:t>
      </w:r>
      <w:r w:rsidR="00C6545F">
        <w:rPr>
          <w:rFonts w:hint="eastAsia"/>
          <w:sz w:val="22"/>
          <w:szCs w:val="22"/>
        </w:rPr>
        <w:t>５</w:t>
      </w:r>
      <w:r w:rsidR="00995469" w:rsidRPr="00375777">
        <w:rPr>
          <w:rFonts w:hint="eastAsia"/>
          <w:sz w:val="22"/>
          <w:szCs w:val="22"/>
        </w:rPr>
        <w:t>年</w:t>
      </w:r>
      <w:r w:rsidR="00C6545F">
        <w:rPr>
          <w:rFonts w:hint="eastAsia"/>
          <w:sz w:val="22"/>
          <w:szCs w:val="22"/>
        </w:rPr>
        <w:t>４</w:t>
      </w:r>
      <w:r w:rsidR="00995469" w:rsidRPr="00375777">
        <w:rPr>
          <w:rFonts w:hint="eastAsia"/>
          <w:sz w:val="22"/>
          <w:szCs w:val="22"/>
        </w:rPr>
        <w:t>月</w:t>
      </w:r>
      <w:r w:rsidR="00C6545F">
        <w:rPr>
          <w:rFonts w:hint="eastAsia"/>
          <w:sz w:val="22"/>
          <w:szCs w:val="22"/>
        </w:rPr>
        <w:t>３</w:t>
      </w:r>
      <w:r w:rsidR="00531811" w:rsidRPr="00375777">
        <w:rPr>
          <w:rFonts w:hint="eastAsia"/>
          <w:sz w:val="22"/>
          <w:szCs w:val="22"/>
        </w:rPr>
        <w:t>日付け園第</w:t>
      </w:r>
      <w:r w:rsidR="00C6545F">
        <w:rPr>
          <w:rFonts w:hint="eastAsia"/>
          <w:sz w:val="22"/>
          <w:szCs w:val="22"/>
        </w:rPr>
        <w:t>２８３０</w:t>
      </w:r>
      <w:r w:rsidR="00531811" w:rsidRPr="00375777">
        <w:rPr>
          <w:rFonts w:hint="eastAsia"/>
          <w:sz w:val="22"/>
          <w:szCs w:val="22"/>
        </w:rPr>
        <w:t>号</w:t>
      </w:r>
      <w:r w:rsidR="00C6545F">
        <w:rPr>
          <w:rFonts w:hint="eastAsia"/>
          <w:sz w:val="22"/>
          <w:szCs w:val="22"/>
        </w:rPr>
        <w:t>の２</w:t>
      </w:r>
      <w:r w:rsidR="00CB41C3" w:rsidRPr="00375777">
        <w:rPr>
          <w:rFonts w:hint="eastAsia"/>
          <w:sz w:val="22"/>
          <w:szCs w:val="22"/>
        </w:rPr>
        <w:t>佐賀県</w:t>
      </w:r>
      <w:r w:rsidR="00C6545F">
        <w:rPr>
          <w:rFonts w:hint="eastAsia"/>
          <w:sz w:val="22"/>
          <w:szCs w:val="22"/>
        </w:rPr>
        <w:t>農林水産部長</w:t>
      </w:r>
      <w:r w:rsidR="00531811" w:rsidRPr="00375777">
        <w:rPr>
          <w:rFonts w:hint="eastAsia"/>
          <w:sz w:val="22"/>
          <w:szCs w:val="22"/>
        </w:rPr>
        <w:t>通</w:t>
      </w:r>
      <w:r w:rsidR="00C724F4" w:rsidRPr="00375777">
        <w:rPr>
          <w:rFonts w:hint="eastAsia"/>
          <w:sz w:val="22"/>
          <w:szCs w:val="22"/>
        </w:rPr>
        <w:t>知。</w:t>
      </w:r>
      <w:r w:rsidR="00834EBC" w:rsidRPr="00375777">
        <w:rPr>
          <w:rFonts w:hint="eastAsia"/>
          <w:sz w:val="22"/>
          <w:szCs w:val="22"/>
        </w:rPr>
        <w:t>）</w:t>
      </w:r>
      <w:r w:rsidR="00C724F4" w:rsidRPr="00375777">
        <w:rPr>
          <w:rFonts w:hint="eastAsia"/>
          <w:sz w:val="22"/>
          <w:szCs w:val="22"/>
        </w:rPr>
        <w:t>に基づき、</w:t>
      </w:r>
      <w:r w:rsidR="00DC3560" w:rsidRPr="00DC3560">
        <w:rPr>
          <w:rFonts w:hint="eastAsia"/>
          <w:color w:val="FF0000"/>
          <w:sz w:val="22"/>
          <w:szCs w:val="22"/>
        </w:rPr>
        <w:t>○○果樹産地協議会</w:t>
      </w:r>
      <w:r w:rsidR="0037546E">
        <w:rPr>
          <w:rFonts w:hint="eastAsia"/>
          <w:color w:val="FF0000"/>
          <w:sz w:val="22"/>
          <w:szCs w:val="22"/>
        </w:rPr>
        <w:t>が果樹産地構造改革計画において定める担い手により構成される</w:t>
      </w:r>
      <w:r w:rsidR="00C6545F" w:rsidRPr="00C6545F">
        <w:rPr>
          <w:rFonts w:hint="eastAsia"/>
          <w:color w:val="FF0000"/>
          <w:sz w:val="22"/>
          <w:szCs w:val="22"/>
        </w:rPr>
        <w:t>団体</w:t>
      </w:r>
      <w:r w:rsidR="00C724F4" w:rsidRPr="00375777">
        <w:rPr>
          <w:rFonts w:hint="eastAsia"/>
          <w:sz w:val="22"/>
          <w:szCs w:val="22"/>
        </w:rPr>
        <w:t>が</w:t>
      </w:r>
      <w:r w:rsidR="00C6545F">
        <w:rPr>
          <w:rFonts w:hint="eastAsia"/>
          <w:sz w:val="22"/>
          <w:szCs w:val="22"/>
        </w:rPr>
        <w:t>「樹園地整備継承計画書」に基</w:t>
      </w:r>
      <w:r w:rsidR="00487B41">
        <w:rPr>
          <w:rFonts w:hint="eastAsia"/>
          <w:sz w:val="22"/>
          <w:szCs w:val="22"/>
        </w:rPr>
        <w:t>づき行う、</w:t>
      </w:r>
      <w:r w:rsidR="00C6545F">
        <w:rPr>
          <w:rFonts w:hint="eastAsia"/>
          <w:sz w:val="22"/>
          <w:szCs w:val="22"/>
        </w:rPr>
        <w:t>新規就農者のため</w:t>
      </w:r>
      <w:r w:rsidR="00487B41">
        <w:rPr>
          <w:rFonts w:hint="eastAsia"/>
          <w:sz w:val="22"/>
          <w:szCs w:val="22"/>
        </w:rPr>
        <w:t>の</w:t>
      </w:r>
      <w:r w:rsidR="00C6545F">
        <w:rPr>
          <w:rFonts w:hint="eastAsia"/>
          <w:sz w:val="22"/>
          <w:szCs w:val="22"/>
        </w:rPr>
        <w:t>果樹園地の</w:t>
      </w:r>
      <w:r w:rsidR="00487B41">
        <w:rPr>
          <w:rFonts w:hint="eastAsia"/>
          <w:sz w:val="22"/>
          <w:szCs w:val="22"/>
        </w:rPr>
        <w:t>事前</w:t>
      </w:r>
      <w:r w:rsidR="00C6545F">
        <w:rPr>
          <w:rFonts w:hint="eastAsia"/>
          <w:sz w:val="22"/>
          <w:szCs w:val="22"/>
        </w:rPr>
        <w:t>整備に要する経費や園地を担い手へ継承する取組</w:t>
      </w:r>
      <w:r w:rsidR="00487B41">
        <w:rPr>
          <w:rFonts w:hint="eastAsia"/>
          <w:sz w:val="22"/>
          <w:szCs w:val="22"/>
        </w:rPr>
        <w:t>等</w:t>
      </w:r>
      <w:r w:rsidR="00C6545F">
        <w:rPr>
          <w:rFonts w:hint="eastAsia"/>
          <w:sz w:val="22"/>
          <w:szCs w:val="22"/>
        </w:rPr>
        <w:t>に対し</w:t>
      </w:r>
      <w:r w:rsidRPr="00375777">
        <w:rPr>
          <w:rFonts w:hint="eastAsia"/>
          <w:sz w:val="22"/>
          <w:szCs w:val="22"/>
        </w:rPr>
        <w:t>補助金を交付すること</w:t>
      </w:r>
      <w:r w:rsidR="007A21DC" w:rsidRPr="00375777">
        <w:rPr>
          <w:rFonts w:hint="eastAsia"/>
          <w:sz w:val="22"/>
          <w:szCs w:val="22"/>
        </w:rPr>
        <w:t>とし</w:t>
      </w:r>
      <w:r w:rsidRPr="00375777">
        <w:rPr>
          <w:rFonts w:hint="eastAsia"/>
          <w:sz w:val="22"/>
          <w:szCs w:val="22"/>
        </w:rPr>
        <w:t>、</w:t>
      </w:r>
      <w:r w:rsidR="007A21DC" w:rsidRPr="00375777">
        <w:rPr>
          <w:rFonts w:hint="eastAsia"/>
          <w:sz w:val="22"/>
          <w:szCs w:val="22"/>
        </w:rPr>
        <w:t>その補助金については、この</w:t>
      </w:r>
      <w:r w:rsidR="0030161B" w:rsidRPr="00375777">
        <w:rPr>
          <w:rFonts w:hint="eastAsia"/>
          <w:sz w:val="22"/>
          <w:szCs w:val="22"/>
        </w:rPr>
        <w:t>規定</w:t>
      </w:r>
      <w:r w:rsidR="007A21DC" w:rsidRPr="00375777">
        <w:rPr>
          <w:rFonts w:hint="eastAsia"/>
          <w:sz w:val="22"/>
          <w:szCs w:val="22"/>
        </w:rPr>
        <w:t>の定めるところによる</w:t>
      </w:r>
      <w:r w:rsidR="0029509B" w:rsidRPr="00375777">
        <w:rPr>
          <w:rFonts w:hint="eastAsia"/>
          <w:sz w:val="22"/>
          <w:szCs w:val="22"/>
        </w:rPr>
        <w:t>。</w:t>
      </w:r>
    </w:p>
    <w:p w14:paraId="22013E7B" w14:textId="77777777" w:rsidR="00375777" w:rsidRDefault="00375777" w:rsidP="00375777">
      <w:pPr>
        <w:spacing w:line="400" w:lineRule="exact"/>
        <w:rPr>
          <w:sz w:val="22"/>
          <w:szCs w:val="22"/>
        </w:rPr>
      </w:pPr>
    </w:p>
    <w:p w14:paraId="25739B8D" w14:textId="68E13027" w:rsidR="006C7AF4" w:rsidRPr="00375777" w:rsidRDefault="007A21DC" w:rsidP="00375777">
      <w:pPr>
        <w:spacing w:line="400" w:lineRule="exact"/>
        <w:rPr>
          <w:sz w:val="22"/>
          <w:szCs w:val="22"/>
        </w:rPr>
      </w:pPr>
      <w:r w:rsidRPr="00375777">
        <w:rPr>
          <w:rFonts w:hint="eastAsia"/>
          <w:sz w:val="22"/>
          <w:szCs w:val="22"/>
        </w:rPr>
        <w:t>（</w:t>
      </w:r>
      <w:r w:rsidR="00C724F4" w:rsidRPr="00375777">
        <w:rPr>
          <w:rFonts w:hint="eastAsia"/>
          <w:sz w:val="22"/>
          <w:szCs w:val="22"/>
        </w:rPr>
        <w:t>補助対象者、</w:t>
      </w:r>
      <w:r w:rsidRPr="00375777">
        <w:rPr>
          <w:rFonts w:hint="eastAsia"/>
          <w:sz w:val="22"/>
          <w:szCs w:val="22"/>
        </w:rPr>
        <w:t>補助</w:t>
      </w:r>
      <w:r w:rsidR="006C7AF4" w:rsidRPr="00375777">
        <w:rPr>
          <w:rFonts w:hint="eastAsia"/>
          <w:sz w:val="22"/>
          <w:szCs w:val="22"/>
        </w:rPr>
        <w:t>対象経費</w:t>
      </w:r>
      <w:r w:rsidR="00D17A81" w:rsidRPr="00375777">
        <w:rPr>
          <w:rFonts w:hint="eastAsia"/>
          <w:sz w:val="22"/>
          <w:szCs w:val="22"/>
        </w:rPr>
        <w:t>及び補助金の額</w:t>
      </w:r>
      <w:r w:rsidR="00976487" w:rsidRPr="00375777">
        <w:rPr>
          <w:rFonts w:hint="eastAsia"/>
          <w:sz w:val="22"/>
          <w:szCs w:val="22"/>
        </w:rPr>
        <w:t>等</w:t>
      </w:r>
      <w:r w:rsidR="006C7AF4" w:rsidRPr="00375777">
        <w:rPr>
          <w:rFonts w:hint="eastAsia"/>
          <w:sz w:val="22"/>
          <w:szCs w:val="22"/>
        </w:rPr>
        <w:t>）</w:t>
      </w:r>
    </w:p>
    <w:p w14:paraId="5F233169" w14:textId="77777777" w:rsidR="006C7AF4" w:rsidRPr="00375777" w:rsidRDefault="006C7AF4" w:rsidP="00375777">
      <w:pPr>
        <w:spacing w:line="400" w:lineRule="exact"/>
        <w:ind w:left="199" w:hangingChars="100" w:hanging="199"/>
        <w:rPr>
          <w:sz w:val="22"/>
          <w:szCs w:val="22"/>
        </w:rPr>
      </w:pPr>
      <w:r w:rsidRPr="00375777">
        <w:rPr>
          <w:rFonts w:hint="eastAsia"/>
          <w:sz w:val="22"/>
          <w:szCs w:val="22"/>
        </w:rPr>
        <w:t>第２条　補助金の交付の対象</w:t>
      </w:r>
      <w:r w:rsidR="008B4BB7" w:rsidRPr="00375777">
        <w:rPr>
          <w:rFonts w:hint="eastAsia"/>
          <w:sz w:val="22"/>
          <w:szCs w:val="22"/>
        </w:rPr>
        <w:t>となる</w:t>
      </w:r>
      <w:r w:rsidR="00C724F4" w:rsidRPr="00375777">
        <w:rPr>
          <w:rFonts w:hint="eastAsia"/>
          <w:sz w:val="22"/>
          <w:szCs w:val="22"/>
        </w:rPr>
        <w:t>者（以下「補助対象者」）、対象となる</w:t>
      </w:r>
      <w:r w:rsidRPr="00375777">
        <w:rPr>
          <w:rFonts w:hint="eastAsia"/>
          <w:sz w:val="22"/>
          <w:szCs w:val="22"/>
        </w:rPr>
        <w:t>経費</w:t>
      </w:r>
      <w:r w:rsidR="00C724F4" w:rsidRPr="00375777">
        <w:rPr>
          <w:rFonts w:hint="eastAsia"/>
          <w:sz w:val="22"/>
          <w:szCs w:val="22"/>
        </w:rPr>
        <w:t>（以下「補助対象経費」という。</w:t>
      </w:r>
      <w:r w:rsidR="007A21DC" w:rsidRPr="00375777">
        <w:rPr>
          <w:rFonts w:hint="eastAsia"/>
          <w:sz w:val="22"/>
          <w:szCs w:val="22"/>
        </w:rPr>
        <w:t>）</w:t>
      </w:r>
      <w:r w:rsidR="00C724F4" w:rsidRPr="00375777">
        <w:rPr>
          <w:rFonts w:hint="eastAsia"/>
          <w:sz w:val="22"/>
          <w:szCs w:val="22"/>
        </w:rPr>
        <w:t>及び</w:t>
      </w:r>
      <w:r w:rsidR="00D17A81" w:rsidRPr="00375777">
        <w:rPr>
          <w:rFonts w:hint="eastAsia"/>
          <w:sz w:val="22"/>
          <w:szCs w:val="22"/>
        </w:rPr>
        <w:t>補助金の額</w:t>
      </w:r>
      <w:r w:rsidR="00976487" w:rsidRPr="00375777">
        <w:rPr>
          <w:rFonts w:hint="eastAsia"/>
          <w:sz w:val="22"/>
          <w:szCs w:val="22"/>
        </w:rPr>
        <w:t>等</w:t>
      </w:r>
      <w:r w:rsidRPr="00375777">
        <w:rPr>
          <w:rFonts w:hint="eastAsia"/>
          <w:sz w:val="22"/>
          <w:szCs w:val="22"/>
        </w:rPr>
        <w:t>は、別表のとおりとする。</w:t>
      </w:r>
    </w:p>
    <w:p w14:paraId="642B6408" w14:textId="77777777" w:rsidR="00834EBC" w:rsidRPr="00375777" w:rsidRDefault="00976487" w:rsidP="00375777">
      <w:pPr>
        <w:spacing w:line="400" w:lineRule="exact"/>
        <w:ind w:left="199" w:hangingChars="100" w:hanging="199"/>
        <w:rPr>
          <w:sz w:val="22"/>
          <w:szCs w:val="22"/>
        </w:rPr>
      </w:pPr>
      <w:r w:rsidRPr="00375777">
        <w:rPr>
          <w:rFonts w:hint="eastAsia"/>
          <w:sz w:val="22"/>
          <w:szCs w:val="22"/>
        </w:rPr>
        <w:t>２　補助事業者</w:t>
      </w:r>
      <w:r w:rsidR="00834EBC" w:rsidRPr="00375777">
        <w:rPr>
          <w:rFonts w:hint="eastAsia"/>
          <w:sz w:val="22"/>
          <w:szCs w:val="22"/>
        </w:rPr>
        <w:t>は、自己又は組織の構成員等が、次の</w:t>
      </w:r>
      <w:r w:rsidR="00C11AE8" w:rsidRPr="00375777">
        <w:rPr>
          <w:rFonts w:hint="eastAsia"/>
          <w:sz w:val="22"/>
          <w:szCs w:val="22"/>
        </w:rPr>
        <w:t>各号の</w:t>
      </w:r>
      <w:r w:rsidR="00834EBC" w:rsidRPr="00375777">
        <w:rPr>
          <w:rFonts w:hint="eastAsia"/>
          <w:sz w:val="22"/>
          <w:szCs w:val="22"/>
        </w:rPr>
        <w:t>いずれにも該当するものであってはならない。</w:t>
      </w:r>
    </w:p>
    <w:p w14:paraId="6FA96D68" w14:textId="57B0D48E" w:rsidR="009F0619" w:rsidRPr="00375777" w:rsidRDefault="00834EBC" w:rsidP="00375777">
      <w:pPr>
        <w:spacing w:line="400" w:lineRule="exact"/>
        <w:ind w:left="398" w:hangingChars="200" w:hanging="398"/>
        <w:rPr>
          <w:rFonts w:hAnsi="ＭＳ 明朝"/>
          <w:sz w:val="22"/>
          <w:szCs w:val="22"/>
        </w:rPr>
      </w:pPr>
      <w:r w:rsidRPr="00375777">
        <w:rPr>
          <w:rFonts w:hint="eastAsia"/>
          <w:sz w:val="22"/>
          <w:szCs w:val="22"/>
        </w:rPr>
        <w:t xml:space="preserve">　</w:t>
      </w:r>
      <w:r w:rsidR="0037546E">
        <w:rPr>
          <w:rFonts w:hAnsi="ＭＳ 明朝" w:hint="eastAsia"/>
          <w:sz w:val="22"/>
          <w:szCs w:val="22"/>
        </w:rPr>
        <w:t>（１）</w:t>
      </w:r>
      <w:r w:rsidRPr="00375777">
        <w:rPr>
          <w:rFonts w:hAnsi="ＭＳ 明朝" w:hint="eastAsia"/>
          <w:sz w:val="22"/>
          <w:szCs w:val="22"/>
        </w:rPr>
        <w:t>暴力団（暴力団員による不当な行為の防止等に関する法律（平成３年法律</w:t>
      </w:r>
      <w:r w:rsidR="009F0619" w:rsidRPr="00375777">
        <w:rPr>
          <w:rFonts w:hAnsi="ＭＳ 明朝" w:hint="eastAsia"/>
          <w:sz w:val="22"/>
          <w:szCs w:val="22"/>
        </w:rPr>
        <w:t>７７号）第２条第２号に規定する暴力団をいう。以下同じ。）</w:t>
      </w:r>
    </w:p>
    <w:p w14:paraId="51D71B34" w14:textId="719819AF" w:rsidR="009F0619" w:rsidRPr="00375777" w:rsidRDefault="009F0619" w:rsidP="00375777">
      <w:pPr>
        <w:spacing w:line="400" w:lineRule="exact"/>
        <w:ind w:left="398" w:hangingChars="200" w:hanging="398"/>
        <w:rPr>
          <w:rFonts w:hAnsi="ＭＳ 明朝"/>
          <w:sz w:val="22"/>
          <w:szCs w:val="22"/>
        </w:rPr>
      </w:pPr>
      <w:r w:rsidRPr="00375777">
        <w:rPr>
          <w:rFonts w:hAnsi="ＭＳ 明朝" w:hint="eastAsia"/>
          <w:sz w:val="22"/>
          <w:szCs w:val="22"/>
        </w:rPr>
        <w:t xml:space="preserve">　</w:t>
      </w:r>
      <w:r w:rsidR="0037546E">
        <w:rPr>
          <w:rFonts w:hAnsi="ＭＳ 明朝" w:hint="eastAsia"/>
          <w:sz w:val="22"/>
          <w:szCs w:val="22"/>
        </w:rPr>
        <w:t>（２）</w:t>
      </w:r>
      <w:r w:rsidRPr="00375777">
        <w:rPr>
          <w:rFonts w:hAnsi="ＭＳ 明朝" w:hint="eastAsia"/>
          <w:sz w:val="22"/>
          <w:szCs w:val="22"/>
        </w:rPr>
        <w:t>暴力団員（暴力団員による不当な行為の防止等に関する法律第２条第６号に規定する暴力団員をいう。以下同じ。）</w:t>
      </w:r>
    </w:p>
    <w:p w14:paraId="443B6D70" w14:textId="005B8F1C" w:rsidR="009F0619" w:rsidRPr="00375777" w:rsidRDefault="009F0619" w:rsidP="00375777">
      <w:pPr>
        <w:spacing w:line="400" w:lineRule="exact"/>
        <w:ind w:left="199" w:hangingChars="100" w:hanging="199"/>
        <w:rPr>
          <w:rFonts w:hAnsi="ＭＳ 明朝"/>
          <w:sz w:val="22"/>
          <w:szCs w:val="22"/>
        </w:rPr>
      </w:pPr>
      <w:r w:rsidRPr="00375777">
        <w:rPr>
          <w:rFonts w:hAnsi="ＭＳ 明朝" w:hint="eastAsia"/>
          <w:sz w:val="22"/>
          <w:szCs w:val="22"/>
        </w:rPr>
        <w:t xml:space="preserve">　</w:t>
      </w:r>
      <w:r w:rsidR="0037546E">
        <w:rPr>
          <w:rFonts w:hAnsi="ＭＳ 明朝" w:hint="eastAsia"/>
          <w:sz w:val="22"/>
          <w:szCs w:val="22"/>
        </w:rPr>
        <w:t>（３）</w:t>
      </w:r>
      <w:r w:rsidRPr="00375777">
        <w:rPr>
          <w:rFonts w:hAnsi="ＭＳ 明朝" w:hint="eastAsia"/>
          <w:sz w:val="22"/>
          <w:szCs w:val="22"/>
        </w:rPr>
        <w:t>暴力団員でなくなった日から５年を経過しない者</w:t>
      </w:r>
    </w:p>
    <w:p w14:paraId="36E22978" w14:textId="61595474" w:rsidR="009F0619" w:rsidRPr="00375777" w:rsidRDefault="009F0619" w:rsidP="00375777">
      <w:pPr>
        <w:spacing w:line="400" w:lineRule="exact"/>
        <w:ind w:left="398" w:hangingChars="200" w:hanging="398"/>
        <w:rPr>
          <w:rFonts w:hAnsi="ＭＳ 明朝"/>
          <w:sz w:val="22"/>
          <w:szCs w:val="22"/>
        </w:rPr>
      </w:pPr>
      <w:r w:rsidRPr="00375777">
        <w:rPr>
          <w:rFonts w:hAnsi="ＭＳ 明朝" w:hint="eastAsia"/>
          <w:sz w:val="22"/>
          <w:szCs w:val="22"/>
        </w:rPr>
        <w:t xml:space="preserve">　</w:t>
      </w:r>
      <w:r w:rsidR="0037546E">
        <w:rPr>
          <w:rFonts w:hAnsi="ＭＳ 明朝" w:hint="eastAsia"/>
          <w:sz w:val="22"/>
          <w:szCs w:val="22"/>
        </w:rPr>
        <w:t>（４）</w:t>
      </w:r>
      <w:r w:rsidRPr="00375777">
        <w:rPr>
          <w:rFonts w:hAnsi="ＭＳ 明朝" w:hint="eastAsia"/>
          <w:sz w:val="22"/>
          <w:szCs w:val="22"/>
        </w:rPr>
        <w:t>自己、自社若しくは第三者の不正な利益を図る目的又は第三者に損害を与える目的をもって暴力団又は暴力団員を利用している者</w:t>
      </w:r>
    </w:p>
    <w:p w14:paraId="1D5DBAE3" w14:textId="6324D84F" w:rsidR="009F0619" w:rsidRPr="00375777" w:rsidRDefault="009F0619" w:rsidP="00375777">
      <w:pPr>
        <w:spacing w:line="400" w:lineRule="exact"/>
        <w:ind w:left="398" w:hangingChars="200" w:hanging="398"/>
        <w:rPr>
          <w:rFonts w:hAnsi="ＭＳ 明朝"/>
          <w:sz w:val="22"/>
          <w:szCs w:val="22"/>
        </w:rPr>
      </w:pPr>
      <w:r w:rsidRPr="00375777">
        <w:rPr>
          <w:rFonts w:hAnsi="ＭＳ 明朝" w:hint="eastAsia"/>
          <w:sz w:val="22"/>
          <w:szCs w:val="22"/>
        </w:rPr>
        <w:t xml:space="preserve">　</w:t>
      </w:r>
      <w:r w:rsidR="0037546E">
        <w:rPr>
          <w:rFonts w:hAnsi="ＭＳ 明朝" w:hint="eastAsia"/>
          <w:sz w:val="22"/>
          <w:szCs w:val="22"/>
        </w:rPr>
        <w:t>（５）</w:t>
      </w:r>
      <w:r w:rsidRPr="00375777">
        <w:rPr>
          <w:rFonts w:hAnsi="ＭＳ 明朝" w:hint="eastAsia"/>
          <w:sz w:val="22"/>
          <w:szCs w:val="22"/>
        </w:rPr>
        <w:t>暴力団又は暴力団員に対して資金等を提供し、又は便宜を供与する等直接的又は積極的に暴力団の維持運営に協力し、又は</w:t>
      </w:r>
      <w:r w:rsidR="00293675" w:rsidRPr="00375777">
        <w:rPr>
          <w:rFonts w:hAnsi="ＭＳ 明朝" w:hint="eastAsia"/>
          <w:sz w:val="22"/>
          <w:szCs w:val="22"/>
        </w:rPr>
        <w:t>関与している者</w:t>
      </w:r>
    </w:p>
    <w:p w14:paraId="2FD74539" w14:textId="0A5B9228" w:rsidR="00293675" w:rsidRPr="00375777" w:rsidRDefault="00293675" w:rsidP="00375777">
      <w:pPr>
        <w:spacing w:line="400" w:lineRule="exact"/>
        <w:ind w:left="199" w:hangingChars="100" w:hanging="199"/>
        <w:rPr>
          <w:rFonts w:hAnsi="ＭＳ 明朝"/>
          <w:sz w:val="22"/>
          <w:szCs w:val="22"/>
        </w:rPr>
      </w:pPr>
      <w:r w:rsidRPr="00375777">
        <w:rPr>
          <w:rFonts w:hAnsi="ＭＳ 明朝" w:hint="eastAsia"/>
          <w:sz w:val="22"/>
          <w:szCs w:val="22"/>
        </w:rPr>
        <w:t xml:space="preserve">　</w:t>
      </w:r>
      <w:r w:rsidR="0037546E">
        <w:rPr>
          <w:rFonts w:hAnsi="ＭＳ 明朝" w:hint="eastAsia"/>
          <w:sz w:val="22"/>
          <w:szCs w:val="22"/>
        </w:rPr>
        <w:t>（６）</w:t>
      </w:r>
      <w:r w:rsidRPr="00375777">
        <w:rPr>
          <w:rFonts w:hAnsi="ＭＳ 明朝" w:hint="eastAsia"/>
          <w:sz w:val="22"/>
          <w:szCs w:val="22"/>
        </w:rPr>
        <w:t>暴力団又は暴力団員と社会的に非難されるべき関係を有している者</w:t>
      </w:r>
    </w:p>
    <w:p w14:paraId="70875C5E" w14:textId="0A5D95D2" w:rsidR="00293675" w:rsidRPr="00375777" w:rsidRDefault="00293675" w:rsidP="00375777">
      <w:pPr>
        <w:spacing w:line="400" w:lineRule="exact"/>
        <w:ind w:left="199" w:hangingChars="100" w:hanging="199"/>
        <w:rPr>
          <w:rFonts w:hAnsi="ＭＳ 明朝"/>
          <w:sz w:val="22"/>
          <w:szCs w:val="22"/>
        </w:rPr>
      </w:pPr>
      <w:r w:rsidRPr="00375777">
        <w:rPr>
          <w:rFonts w:hAnsi="ＭＳ 明朝" w:hint="eastAsia"/>
          <w:sz w:val="22"/>
          <w:szCs w:val="22"/>
        </w:rPr>
        <w:t xml:space="preserve">　</w:t>
      </w:r>
      <w:r w:rsidR="0037546E">
        <w:rPr>
          <w:rFonts w:hAnsi="ＭＳ 明朝" w:hint="eastAsia"/>
          <w:sz w:val="22"/>
          <w:szCs w:val="22"/>
        </w:rPr>
        <w:t>（７）</w:t>
      </w:r>
      <w:r w:rsidRPr="00375777">
        <w:rPr>
          <w:rFonts w:hAnsi="ＭＳ 明朝" w:hint="eastAsia"/>
          <w:sz w:val="22"/>
          <w:szCs w:val="22"/>
        </w:rPr>
        <w:t>暴力団又は暴力団員であることを知りながらこれらを利用している者</w:t>
      </w:r>
    </w:p>
    <w:p w14:paraId="13EF78FD" w14:textId="77777777" w:rsidR="00293675" w:rsidRPr="00375777" w:rsidRDefault="00293675" w:rsidP="00375777">
      <w:pPr>
        <w:spacing w:line="400" w:lineRule="exact"/>
        <w:ind w:left="199" w:hangingChars="100" w:hanging="199"/>
        <w:rPr>
          <w:rFonts w:hAnsi="ＭＳ 明朝"/>
          <w:sz w:val="22"/>
          <w:szCs w:val="22"/>
        </w:rPr>
      </w:pPr>
      <w:r w:rsidRPr="00375777">
        <w:rPr>
          <w:rFonts w:hAnsi="ＭＳ 明朝" w:hint="eastAsia"/>
          <w:sz w:val="22"/>
          <w:szCs w:val="22"/>
        </w:rPr>
        <w:t xml:space="preserve">３　</w:t>
      </w:r>
      <w:r w:rsidR="00976487" w:rsidRPr="00375777">
        <w:rPr>
          <w:rFonts w:hAnsi="ＭＳ 明朝" w:hint="eastAsia"/>
          <w:sz w:val="22"/>
          <w:szCs w:val="22"/>
        </w:rPr>
        <w:t>補助事業者</w:t>
      </w:r>
      <w:r w:rsidRPr="00375777">
        <w:rPr>
          <w:rFonts w:hAnsi="ＭＳ 明朝" w:hint="eastAsia"/>
          <w:sz w:val="22"/>
          <w:szCs w:val="22"/>
        </w:rPr>
        <w:t>は</w:t>
      </w:r>
      <w:r w:rsidR="00A95C15" w:rsidRPr="00375777">
        <w:rPr>
          <w:rFonts w:hAnsi="ＭＳ 明朝" w:hint="eastAsia"/>
          <w:sz w:val="22"/>
          <w:szCs w:val="22"/>
        </w:rPr>
        <w:t>、</w:t>
      </w:r>
      <w:r w:rsidRPr="00375777">
        <w:rPr>
          <w:rFonts w:hAnsi="ＭＳ 明朝" w:hint="eastAsia"/>
          <w:sz w:val="22"/>
          <w:szCs w:val="22"/>
        </w:rPr>
        <w:t>前項の</w:t>
      </w:r>
      <w:r w:rsidR="00A95C15" w:rsidRPr="00375777">
        <w:rPr>
          <w:rFonts w:hAnsi="ＭＳ 明朝" w:hint="eastAsia"/>
          <w:sz w:val="22"/>
          <w:szCs w:val="22"/>
        </w:rPr>
        <w:t>第２号から第７号</w:t>
      </w:r>
      <w:r w:rsidRPr="00375777">
        <w:rPr>
          <w:rFonts w:hAnsi="ＭＳ 明朝" w:hint="eastAsia"/>
          <w:sz w:val="22"/>
          <w:szCs w:val="22"/>
        </w:rPr>
        <w:t>までに掲げる者が、その経営に実質的に関与している法人その他の団体</w:t>
      </w:r>
      <w:r w:rsidRPr="00C6545F">
        <w:rPr>
          <w:rFonts w:hAnsi="ＭＳ 明朝" w:hint="eastAsia"/>
          <w:sz w:val="22"/>
          <w:szCs w:val="22"/>
        </w:rPr>
        <w:t>又は個人</w:t>
      </w:r>
      <w:r w:rsidRPr="00375777">
        <w:rPr>
          <w:rFonts w:hAnsi="ＭＳ 明朝" w:hint="eastAsia"/>
          <w:sz w:val="22"/>
          <w:szCs w:val="22"/>
        </w:rPr>
        <w:t>であってはならない。</w:t>
      </w:r>
    </w:p>
    <w:p w14:paraId="650138AE" w14:textId="77777777" w:rsidR="00272BE3" w:rsidRPr="00375777" w:rsidRDefault="00272BE3" w:rsidP="00375777">
      <w:pPr>
        <w:spacing w:line="400" w:lineRule="exact"/>
        <w:ind w:left="199" w:hangingChars="100" w:hanging="199"/>
        <w:rPr>
          <w:rFonts w:hAnsi="ＭＳ 明朝"/>
          <w:sz w:val="22"/>
          <w:szCs w:val="22"/>
        </w:rPr>
      </w:pPr>
      <w:r w:rsidRPr="00375777">
        <w:rPr>
          <w:rFonts w:hAnsi="ＭＳ 明朝" w:hint="eastAsia"/>
          <w:sz w:val="22"/>
          <w:szCs w:val="22"/>
        </w:rPr>
        <w:t>４　補助事業者は、種苗法違反をしている法人、その他の団体</w:t>
      </w:r>
      <w:r w:rsidRPr="00C6545F">
        <w:rPr>
          <w:rFonts w:hAnsi="ＭＳ 明朝" w:hint="eastAsia"/>
          <w:sz w:val="22"/>
          <w:szCs w:val="22"/>
        </w:rPr>
        <w:t>又は個人で</w:t>
      </w:r>
      <w:r w:rsidRPr="00375777">
        <w:rPr>
          <w:rFonts w:hAnsi="ＭＳ 明朝" w:hint="eastAsia"/>
          <w:sz w:val="22"/>
          <w:szCs w:val="22"/>
        </w:rPr>
        <w:t>あってはならない。</w:t>
      </w:r>
    </w:p>
    <w:p w14:paraId="78D6E8E5" w14:textId="77777777" w:rsidR="00375777" w:rsidRDefault="00375777" w:rsidP="00375777">
      <w:pPr>
        <w:spacing w:line="400" w:lineRule="exact"/>
        <w:rPr>
          <w:sz w:val="22"/>
          <w:szCs w:val="22"/>
        </w:rPr>
      </w:pPr>
    </w:p>
    <w:p w14:paraId="7AE862F1" w14:textId="24C6C742" w:rsidR="006C7AF4" w:rsidRPr="00375777" w:rsidRDefault="006C7AF4" w:rsidP="00375777">
      <w:pPr>
        <w:spacing w:line="400" w:lineRule="exact"/>
        <w:rPr>
          <w:sz w:val="22"/>
          <w:szCs w:val="22"/>
        </w:rPr>
      </w:pPr>
      <w:r w:rsidRPr="00375777">
        <w:rPr>
          <w:rFonts w:hint="eastAsia"/>
          <w:sz w:val="22"/>
          <w:szCs w:val="22"/>
        </w:rPr>
        <w:t>（交付の申請）</w:t>
      </w:r>
    </w:p>
    <w:p w14:paraId="4028C1CB" w14:textId="77777777" w:rsidR="006C7AF4" w:rsidRPr="00375777" w:rsidRDefault="006C7AF4" w:rsidP="00375777">
      <w:pPr>
        <w:spacing w:line="400" w:lineRule="exact"/>
        <w:rPr>
          <w:sz w:val="22"/>
          <w:szCs w:val="22"/>
        </w:rPr>
      </w:pPr>
      <w:r w:rsidRPr="00375777">
        <w:rPr>
          <w:rFonts w:hint="eastAsia"/>
          <w:sz w:val="22"/>
          <w:szCs w:val="22"/>
        </w:rPr>
        <w:t>第３条　補助金</w:t>
      </w:r>
      <w:r w:rsidR="008024F1" w:rsidRPr="00375777">
        <w:rPr>
          <w:rFonts w:hint="eastAsia"/>
          <w:sz w:val="22"/>
          <w:szCs w:val="22"/>
        </w:rPr>
        <w:t>交付申請書は、様式第１号のとおりと</w:t>
      </w:r>
      <w:r w:rsidR="002865FD" w:rsidRPr="00375777">
        <w:rPr>
          <w:rFonts w:hint="eastAsia"/>
          <w:sz w:val="22"/>
          <w:szCs w:val="22"/>
        </w:rPr>
        <w:t>する。</w:t>
      </w:r>
    </w:p>
    <w:p w14:paraId="769F6787" w14:textId="77777777" w:rsidR="00272BE3" w:rsidRPr="00375777" w:rsidRDefault="00272BE3" w:rsidP="00375777">
      <w:pPr>
        <w:spacing w:line="400" w:lineRule="exact"/>
        <w:ind w:left="199" w:hangingChars="100" w:hanging="199"/>
        <w:rPr>
          <w:sz w:val="22"/>
          <w:szCs w:val="22"/>
        </w:rPr>
      </w:pPr>
      <w:r w:rsidRPr="00375777">
        <w:rPr>
          <w:rFonts w:hint="eastAsia"/>
          <w:sz w:val="22"/>
          <w:szCs w:val="22"/>
        </w:rPr>
        <w:t xml:space="preserve">２　</w:t>
      </w:r>
      <w:r w:rsidRPr="00375777">
        <w:rPr>
          <w:rFonts w:hAnsi="ＭＳ 明朝" w:hint="eastAsia"/>
          <w:sz w:val="22"/>
          <w:szCs w:val="22"/>
        </w:rPr>
        <w:t>補助事業者</w:t>
      </w:r>
      <w:r w:rsidRPr="00375777">
        <w:rPr>
          <w:rFonts w:hint="eastAsia"/>
          <w:sz w:val="22"/>
          <w:szCs w:val="22"/>
        </w:rPr>
        <w:t>は、前項の補助金交付申請書を提出するに当たって、当該補助金に係る仕入れに係る消費税等相当額（補助対象経費に含まれる消費税及び地方消費税に相当する額のうち、消費税</w:t>
      </w:r>
      <w:r w:rsidRPr="00375777">
        <w:rPr>
          <w:rFonts w:hint="eastAsia"/>
          <w:sz w:val="22"/>
          <w:szCs w:val="22"/>
        </w:rPr>
        <w:lastRenderedPageBreak/>
        <w:t>法（昭和６３年法律第１０８号）に規定する仕入れに係る消費税額として控除できる部分の金額と当該金額に地方税法（昭和２５年法律第２２６号）に規定する地方消費税率を乗じて得た金額との合計額に補助率を乗じて得た金額をいう。以下同じ。）があり、かつ、その金額が明らかな場合には、これを減額して申請しなければならない。ただし、申請時において当該補助金に係る仕入れに係る消費税等相当額が明らかでないものについては、この限りでない。</w:t>
      </w:r>
    </w:p>
    <w:p w14:paraId="1FEF908D" w14:textId="77777777" w:rsidR="00375777" w:rsidRDefault="00375777" w:rsidP="00375777">
      <w:pPr>
        <w:spacing w:line="400" w:lineRule="exact"/>
        <w:rPr>
          <w:sz w:val="22"/>
          <w:szCs w:val="22"/>
        </w:rPr>
      </w:pPr>
    </w:p>
    <w:p w14:paraId="5C539DA1" w14:textId="67B182B0" w:rsidR="006C7AF4" w:rsidRPr="00375777" w:rsidRDefault="00FD7FD9" w:rsidP="00375777">
      <w:pPr>
        <w:spacing w:line="400" w:lineRule="exact"/>
        <w:rPr>
          <w:sz w:val="22"/>
          <w:szCs w:val="22"/>
        </w:rPr>
      </w:pPr>
      <w:r w:rsidRPr="00375777">
        <w:rPr>
          <w:rFonts w:hint="eastAsia"/>
          <w:sz w:val="22"/>
          <w:szCs w:val="22"/>
        </w:rPr>
        <w:t>（</w:t>
      </w:r>
      <w:r w:rsidR="006C7AF4" w:rsidRPr="00375777">
        <w:rPr>
          <w:rFonts w:hint="eastAsia"/>
          <w:sz w:val="22"/>
          <w:szCs w:val="22"/>
        </w:rPr>
        <w:t>交付の条件）</w:t>
      </w:r>
    </w:p>
    <w:p w14:paraId="0ED2FF6F" w14:textId="77777777" w:rsidR="00FD7FD9" w:rsidRPr="00375777" w:rsidRDefault="006C7AF4" w:rsidP="00375777">
      <w:pPr>
        <w:spacing w:line="400" w:lineRule="exact"/>
        <w:ind w:left="199" w:hangingChars="100" w:hanging="199"/>
        <w:rPr>
          <w:sz w:val="22"/>
          <w:szCs w:val="22"/>
        </w:rPr>
      </w:pPr>
      <w:r w:rsidRPr="00375777">
        <w:rPr>
          <w:rFonts w:hint="eastAsia"/>
          <w:sz w:val="22"/>
          <w:szCs w:val="22"/>
        </w:rPr>
        <w:t xml:space="preserve">第４条　</w:t>
      </w:r>
      <w:r w:rsidR="00FD7FD9" w:rsidRPr="00375777">
        <w:rPr>
          <w:rFonts w:hint="eastAsia"/>
          <w:sz w:val="22"/>
          <w:szCs w:val="22"/>
        </w:rPr>
        <w:t>補助金の交付の条件は、次に掲げるとおりとする。</w:t>
      </w:r>
    </w:p>
    <w:p w14:paraId="4F9E05E9" w14:textId="20D2C5A1" w:rsidR="006C7AF4" w:rsidRPr="00375777" w:rsidRDefault="0037546E" w:rsidP="00375777">
      <w:pPr>
        <w:spacing w:line="400" w:lineRule="exact"/>
        <w:ind w:firstLineChars="100" w:firstLine="199"/>
        <w:rPr>
          <w:rFonts w:hAnsi="ＭＳ 明朝"/>
          <w:sz w:val="22"/>
          <w:szCs w:val="22"/>
        </w:rPr>
      </w:pPr>
      <w:r>
        <w:rPr>
          <w:rFonts w:hAnsi="ＭＳ 明朝" w:cs="ＭＳ 明朝" w:hint="eastAsia"/>
          <w:sz w:val="22"/>
          <w:szCs w:val="22"/>
        </w:rPr>
        <w:t>（１）</w:t>
      </w:r>
      <w:r w:rsidR="006C7AF4" w:rsidRPr="00375777">
        <w:rPr>
          <w:rFonts w:hint="eastAsia"/>
          <w:sz w:val="22"/>
          <w:szCs w:val="22"/>
        </w:rPr>
        <w:t>この規定に従うこと。</w:t>
      </w:r>
    </w:p>
    <w:p w14:paraId="7C55AB82" w14:textId="7B1AA766" w:rsidR="006C7AF4" w:rsidRPr="00375777" w:rsidRDefault="0037546E" w:rsidP="00375777">
      <w:pPr>
        <w:spacing w:line="400" w:lineRule="exact"/>
        <w:ind w:leftChars="100" w:left="408" w:hangingChars="100" w:hanging="199"/>
        <w:rPr>
          <w:sz w:val="22"/>
          <w:szCs w:val="22"/>
        </w:rPr>
      </w:pPr>
      <w:r>
        <w:rPr>
          <w:rFonts w:hAnsi="ＭＳ 明朝" w:hint="eastAsia"/>
          <w:sz w:val="22"/>
          <w:szCs w:val="22"/>
        </w:rPr>
        <w:t>（２）</w:t>
      </w:r>
      <w:r w:rsidR="006C7AF4" w:rsidRPr="00375777">
        <w:rPr>
          <w:rFonts w:hint="eastAsia"/>
          <w:sz w:val="22"/>
          <w:szCs w:val="22"/>
        </w:rPr>
        <w:t>補助事業の内容を</w:t>
      </w:r>
      <w:r w:rsidR="003E6A59" w:rsidRPr="00375777">
        <w:rPr>
          <w:rFonts w:hint="eastAsia"/>
          <w:sz w:val="22"/>
          <w:szCs w:val="22"/>
        </w:rPr>
        <w:t>変更する場合においては、</w:t>
      </w:r>
      <w:r w:rsidR="004653B9" w:rsidRPr="00375777">
        <w:rPr>
          <w:rFonts w:hint="eastAsia"/>
          <w:sz w:val="22"/>
          <w:szCs w:val="22"/>
        </w:rPr>
        <w:t>会</w:t>
      </w:r>
      <w:r w:rsidR="003E6A59" w:rsidRPr="00375777">
        <w:rPr>
          <w:rFonts w:hint="eastAsia"/>
          <w:sz w:val="22"/>
          <w:szCs w:val="22"/>
        </w:rPr>
        <w:t>長の承認を受けること。</w:t>
      </w:r>
    </w:p>
    <w:p w14:paraId="7DA1A1B2" w14:textId="39BB1FC3" w:rsidR="00957672" w:rsidRPr="00375777" w:rsidRDefault="0037546E" w:rsidP="00375777">
      <w:pPr>
        <w:spacing w:line="400" w:lineRule="exact"/>
        <w:ind w:leftChars="100" w:left="408" w:hangingChars="100" w:hanging="199"/>
        <w:rPr>
          <w:rFonts w:hAnsi="ＭＳ 明朝"/>
          <w:sz w:val="22"/>
          <w:szCs w:val="22"/>
        </w:rPr>
      </w:pPr>
      <w:r>
        <w:rPr>
          <w:rFonts w:hAnsi="ＭＳ 明朝" w:hint="eastAsia"/>
          <w:kern w:val="0"/>
          <w:sz w:val="22"/>
          <w:szCs w:val="22"/>
        </w:rPr>
        <w:t>（３）</w:t>
      </w:r>
      <w:r w:rsidR="00957672" w:rsidRPr="00375777">
        <w:rPr>
          <w:rFonts w:hAnsi="ＭＳ 明朝" w:hint="eastAsia"/>
          <w:sz w:val="22"/>
          <w:szCs w:val="22"/>
        </w:rPr>
        <w:t>補助事業を行うため契約を締結する場合は、</w:t>
      </w:r>
      <w:r w:rsidR="004653B9" w:rsidRPr="00375777">
        <w:rPr>
          <w:rFonts w:hAnsi="ＭＳ 明朝" w:hint="eastAsia"/>
          <w:sz w:val="22"/>
          <w:szCs w:val="22"/>
        </w:rPr>
        <w:t>県</w:t>
      </w:r>
      <w:r w:rsidR="00957672" w:rsidRPr="00375777">
        <w:rPr>
          <w:rFonts w:hAnsi="ＭＳ 明朝" w:hint="eastAsia"/>
          <w:sz w:val="22"/>
          <w:szCs w:val="22"/>
        </w:rPr>
        <w:t>内企業と契約するように努め、原則として</w:t>
      </w:r>
      <w:r w:rsidR="004653B9" w:rsidRPr="00375777">
        <w:rPr>
          <w:rFonts w:hAnsi="ＭＳ 明朝" w:hint="eastAsia"/>
          <w:sz w:val="22"/>
          <w:szCs w:val="22"/>
        </w:rPr>
        <w:t>２</w:t>
      </w:r>
      <w:r w:rsidR="00957672" w:rsidRPr="00375777">
        <w:rPr>
          <w:rFonts w:hAnsi="ＭＳ 明朝" w:hint="eastAsia"/>
          <w:sz w:val="22"/>
          <w:szCs w:val="22"/>
        </w:rPr>
        <w:t>者以上による入札や見積合わせを実施して業者を決定すること。</w:t>
      </w:r>
    </w:p>
    <w:p w14:paraId="3CC51317" w14:textId="336DEB6D" w:rsidR="00957672" w:rsidRPr="00375777" w:rsidRDefault="0037546E" w:rsidP="00375777">
      <w:pPr>
        <w:spacing w:line="400" w:lineRule="exact"/>
        <w:ind w:firstLineChars="100" w:firstLine="199"/>
        <w:rPr>
          <w:sz w:val="22"/>
          <w:szCs w:val="22"/>
        </w:rPr>
      </w:pPr>
      <w:r>
        <w:rPr>
          <w:rFonts w:hAnsi="ＭＳ 明朝" w:cs="ＭＳ 明朝" w:hint="eastAsia"/>
          <w:kern w:val="0"/>
          <w:sz w:val="22"/>
          <w:szCs w:val="22"/>
        </w:rPr>
        <w:t>（４）</w:t>
      </w:r>
      <w:r w:rsidR="00957672" w:rsidRPr="00375777">
        <w:rPr>
          <w:rFonts w:hint="eastAsia"/>
          <w:kern w:val="0"/>
          <w:sz w:val="22"/>
          <w:szCs w:val="22"/>
        </w:rPr>
        <w:t>補助事業を中止し、又は廃止する場合においては、</w:t>
      </w:r>
      <w:r w:rsidR="004653B9" w:rsidRPr="00375777">
        <w:rPr>
          <w:rFonts w:hint="eastAsia"/>
          <w:kern w:val="0"/>
          <w:sz w:val="22"/>
          <w:szCs w:val="22"/>
        </w:rPr>
        <w:t>会</w:t>
      </w:r>
      <w:r w:rsidR="00957672" w:rsidRPr="00375777">
        <w:rPr>
          <w:rFonts w:hint="eastAsia"/>
          <w:kern w:val="0"/>
          <w:sz w:val="22"/>
          <w:szCs w:val="22"/>
        </w:rPr>
        <w:t>長の承認を受けること。</w:t>
      </w:r>
    </w:p>
    <w:p w14:paraId="6F7A22B5" w14:textId="3A91C8C4" w:rsidR="00957672" w:rsidRPr="00375777" w:rsidRDefault="0037546E" w:rsidP="00375777">
      <w:pPr>
        <w:spacing w:line="400" w:lineRule="exact"/>
        <w:ind w:leftChars="100" w:left="408" w:hangingChars="100" w:hanging="199"/>
        <w:rPr>
          <w:sz w:val="22"/>
          <w:szCs w:val="22"/>
        </w:rPr>
      </w:pPr>
      <w:r>
        <w:rPr>
          <w:rFonts w:hAnsi="ＭＳ 明朝" w:hint="eastAsia"/>
          <w:sz w:val="22"/>
          <w:szCs w:val="22"/>
        </w:rPr>
        <w:t>（５）</w:t>
      </w:r>
      <w:r w:rsidR="00957672" w:rsidRPr="00375777">
        <w:rPr>
          <w:rFonts w:hint="eastAsia"/>
          <w:sz w:val="22"/>
          <w:szCs w:val="22"/>
        </w:rPr>
        <w:t>補助事業が予定の期間に完了しない場合又は補助事業の遂行が困難となった場合においては、速やかに</w:t>
      </w:r>
      <w:r w:rsidR="004653B9" w:rsidRPr="00375777">
        <w:rPr>
          <w:rFonts w:hint="eastAsia"/>
          <w:sz w:val="22"/>
          <w:szCs w:val="22"/>
        </w:rPr>
        <w:t>会</w:t>
      </w:r>
      <w:r w:rsidR="00957672" w:rsidRPr="00375777">
        <w:rPr>
          <w:rFonts w:hint="eastAsia"/>
          <w:sz w:val="22"/>
          <w:szCs w:val="22"/>
        </w:rPr>
        <w:t>長に報告してその指示を受けること。</w:t>
      </w:r>
    </w:p>
    <w:p w14:paraId="3B92734A" w14:textId="0A65DDE3" w:rsidR="00957672" w:rsidRPr="00375777" w:rsidRDefault="0037546E" w:rsidP="00375777">
      <w:pPr>
        <w:spacing w:line="400" w:lineRule="exact"/>
        <w:ind w:leftChars="100" w:left="408" w:hangingChars="100" w:hanging="199"/>
        <w:rPr>
          <w:sz w:val="22"/>
          <w:szCs w:val="22"/>
        </w:rPr>
      </w:pPr>
      <w:r>
        <w:rPr>
          <w:rFonts w:hAnsi="ＭＳ 明朝" w:hint="eastAsia"/>
          <w:sz w:val="22"/>
          <w:szCs w:val="22"/>
        </w:rPr>
        <w:t>（６）</w:t>
      </w:r>
      <w:r w:rsidR="00957672" w:rsidRPr="00375777">
        <w:rPr>
          <w:rFonts w:hint="eastAsia"/>
          <w:sz w:val="22"/>
          <w:szCs w:val="22"/>
        </w:rPr>
        <w:t>補助事業に係る収入及び支出を明らかにした帳簿及び証拠書類を整備し、補助事業完了後５年間保管すること。ただし、補助事業により取得し、又は効用の増加した機械及び器具（以下「財産」という。）で、第７条に規定する財産の処分を制限する期間を経過していない場合においては、その期間を経過するまで帳簿及び証拠書類を保管すること。</w:t>
      </w:r>
    </w:p>
    <w:p w14:paraId="7C5DA955" w14:textId="43DB6030" w:rsidR="00957672" w:rsidRPr="00375777" w:rsidRDefault="0037546E" w:rsidP="00375777">
      <w:pPr>
        <w:spacing w:line="400" w:lineRule="exact"/>
        <w:ind w:leftChars="100" w:left="408" w:hangingChars="100" w:hanging="199"/>
        <w:rPr>
          <w:sz w:val="22"/>
          <w:szCs w:val="22"/>
        </w:rPr>
      </w:pPr>
      <w:r>
        <w:rPr>
          <w:rFonts w:hAnsi="ＭＳ 明朝" w:cs="ＭＳ 明朝" w:hint="eastAsia"/>
          <w:sz w:val="22"/>
          <w:szCs w:val="22"/>
        </w:rPr>
        <w:t>（７）</w:t>
      </w:r>
      <w:r w:rsidR="00957672" w:rsidRPr="00375777">
        <w:rPr>
          <w:rFonts w:hint="eastAsia"/>
          <w:sz w:val="22"/>
          <w:szCs w:val="22"/>
        </w:rPr>
        <w:t>補助事業により取得し、又は効用の増加した財産については、事業完了後においても善良な管理者の注意をもって管理するとともに、補助金の交付の目的に従って、その効率的な運用を図ること。</w:t>
      </w:r>
    </w:p>
    <w:p w14:paraId="30361EB6" w14:textId="65540FA4" w:rsidR="003445AF" w:rsidRDefault="0037546E" w:rsidP="00375777">
      <w:pPr>
        <w:spacing w:line="400" w:lineRule="exact"/>
        <w:ind w:leftChars="100" w:left="408" w:hangingChars="100" w:hanging="199"/>
        <w:rPr>
          <w:sz w:val="22"/>
          <w:szCs w:val="22"/>
        </w:rPr>
      </w:pPr>
      <w:r>
        <w:rPr>
          <w:rFonts w:hAnsi="ＭＳ 明朝" w:cs="ＭＳ 明朝" w:hint="eastAsia"/>
          <w:sz w:val="22"/>
          <w:szCs w:val="22"/>
        </w:rPr>
        <w:t>（８）</w:t>
      </w:r>
      <w:r w:rsidR="0014303B" w:rsidRPr="00375777">
        <w:rPr>
          <w:rFonts w:hint="eastAsia"/>
          <w:sz w:val="22"/>
          <w:szCs w:val="22"/>
        </w:rPr>
        <w:t>補助金の他の用途への使用をし、その他補助事業に関して、補助金の交付の決定若しくはこれに付した条件又は法令に違反したときは</w:t>
      </w:r>
      <w:r w:rsidR="00957672" w:rsidRPr="00375777">
        <w:rPr>
          <w:rFonts w:hint="eastAsia"/>
          <w:sz w:val="22"/>
          <w:szCs w:val="22"/>
        </w:rPr>
        <w:t>、補助金の交付の決定の全部若しくは一部を取り消すことがある。</w:t>
      </w:r>
    </w:p>
    <w:p w14:paraId="5F683522" w14:textId="77777777" w:rsidR="00375777" w:rsidRPr="00375777" w:rsidRDefault="00375777" w:rsidP="00375777">
      <w:pPr>
        <w:spacing w:line="400" w:lineRule="exact"/>
        <w:ind w:leftChars="100" w:left="408" w:hangingChars="100" w:hanging="199"/>
        <w:rPr>
          <w:sz w:val="22"/>
          <w:szCs w:val="22"/>
        </w:rPr>
      </w:pPr>
    </w:p>
    <w:p w14:paraId="2744F746" w14:textId="77777777" w:rsidR="00057AEE" w:rsidRPr="00375777" w:rsidRDefault="00057AEE" w:rsidP="00375777">
      <w:pPr>
        <w:pStyle w:val="1"/>
        <w:spacing w:line="400" w:lineRule="exact"/>
        <w:ind w:leftChars="37" w:left="314" w:firstLineChars="0"/>
        <w:rPr>
          <w:sz w:val="22"/>
          <w:szCs w:val="22"/>
        </w:rPr>
      </w:pPr>
      <w:r w:rsidRPr="00375777">
        <w:rPr>
          <w:rFonts w:hint="eastAsia"/>
          <w:sz w:val="22"/>
          <w:szCs w:val="22"/>
        </w:rPr>
        <w:t>（決定の通知）</w:t>
      </w:r>
    </w:p>
    <w:p w14:paraId="1BCEF307" w14:textId="64E8E583" w:rsidR="0041431D" w:rsidRDefault="00057AEE" w:rsidP="00375777">
      <w:pPr>
        <w:pStyle w:val="1"/>
        <w:spacing w:line="400" w:lineRule="exact"/>
        <w:ind w:left="199" w:hanging="199"/>
        <w:rPr>
          <w:sz w:val="22"/>
          <w:szCs w:val="22"/>
        </w:rPr>
      </w:pPr>
      <w:r w:rsidRPr="00375777">
        <w:rPr>
          <w:rFonts w:hint="eastAsia"/>
          <w:sz w:val="22"/>
          <w:szCs w:val="22"/>
        </w:rPr>
        <w:t xml:space="preserve">第５条　</w:t>
      </w:r>
      <w:r w:rsidRPr="00375777">
        <w:rPr>
          <w:rFonts w:hint="eastAsia"/>
          <w:kern w:val="0"/>
          <w:sz w:val="22"/>
          <w:szCs w:val="22"/>
        </w:rPr>
        <w:t>補助金等交付決定通知書は、様式第２号のとおりと</w:t>
      </w:r>
      <w:r w:rsidRPr="00375777">
        <w:rPr>
          <w:rFonts w:hint="eastAsia"/>
          <w:sz w:val="22"/>
          <w:szCs w:val="22"/>
        </w:rPr>
        <w:t>する。</w:t>
      </w:r>
    </w:p>
    <w:p w14:paraId="55B9B1BF" w14:textId="77777777" w:rsidR="0037546E" w:rsidRPr="00375777" w:rsidRDefault="0037546E" w:rsidP="00375777">
      <w:pPr>
        <w:pStyle w:val="1"/>
        <w:spacing w:line="400" w:lineRule="exact"/>
        <w:ind w:left="199" w:hanging="199"/>
        <w:rPr>
          <w:sz w:val="22"/>
          <w:szCs w:val="22"/>
        </w:rPr>
      </w:pPr>
    </w:p>
    <w:p w14:paraId="6D4E08AA" w14:textId="77777777" w:rsidR="006C7AF4" w:rsidRPr="00375777" w:rsidRDefault="006C7AF4" w:rsidP="00375777">
      <w:pPr>
        <w:spacing w:line="400" w:lineRule="exact"/>
        <w:ind w:leftChars="100" w:left="209"/>
        <w:rPr>
          <w:sz w:val="22"/>
          <w:szCs w:val="22"/>
        </w:rPr>
      </w:pPr>
      <w:r w:rsidRPr="00375777">
        <w:rPr>
          <w:rFonts w:hint="eastAsia"/>
          <w:sz w:val="22"/>
          <w:szCs w:val="22"/>
        </w:rPr>
        <w:t>（</w:t>
      </w:r>
      <w:r w:rsidR="00EE17D5" w:rsidRPr="00375777">
        <w:rPr>
          <w:rFonts w:hint="eastAsia"/>
          <w:sz w:val="22"/>
          <w:szCs w:val="22"/>
        </w:rPr>
        <w:t>補助事業</w:t>
      </w:r>
      <w:r w:rsidRPr="00375777">
        <w:rPr>
          <w:rFonts w:hint="eastAsia"/>
          <w:sz w:val="22"/>
          <w:szCs w:val="22"/>
        </w:rPr>
        <w:t>の変更</w:t>
      </w:r>
      <w:r w:rsidR="00EE17D5" w:rsidRPr="00375777">
        <w:rPr>
          <w:rFonts w:hint="eastAsia"/>
          <w:sz w:val="22"/>
          <w:szCs w:val="22"/>
        </w:rPr>
        <w:t>等</w:t>
      </w:r>
      <w:r w:rsidRPr="00375777">
        <w:rPr>
          <w:rFonts w:hint="eastAsia"/>
          <w:sz w:val="22"/>
          <w:szCs w:val="22"/>
        </w:rPr>
        <w:t>）</w:t>
      </w:r>
    </w:p>
    <w:p w14:paraId="65AF59A4" w14:textId="11C9114E" w:rsidR="006C7AF4" w:rsidRPr="00375777" w:rsidRDefault="00057AEE" w:rsidP="00375777">
      <w:pPr>
        <w:spacing w:line="400" w:lineRule="exact"/>
        <w:ind w:left="199" w:hangingChars="100" w:hanging="199"/>
        <w:rPr>
          <w:sz w:val="22"/>
          <w:szCs w:val="22"/>
        </w:rPr>
      </w:pPr>
      <w:r w:rsidRPr="00375777">
        <w:rPr>
          <w:rFonts w:hint="eastAsia"/>
          <w:sz w:val="22"/>
          <w:szCs w:val="22"/>
        </w:rPr>
        <w:t>第６</w:t>
      </w:r>
      <w:r w:rsidR="006C7AF4" w:rsidRPr="00375777">
        <w:rPr>
          <w:rFonts w:hint="eastAsia"/>
          <w:sz w:val="22"/>
          <w:szCs w:val="22"/>
        </w:rPr>
        <w:t xml:space="preserve">条　</w:t>
      </w:r>
      <w:r w:rsidR="00EE17D5" w:rsidRPr="00375777">
        <w:rPr>
          <w:rFonts w:hint="eastAsia"/>
          <w:sz w:val="22"/>
          <w:szCs w:val="22"/>
        </w:rPr>
        <w:t>補助事業</w:t>
      </w:r>
      <w:r w:rsidR="006C7AF4" w:rsidRPr="00375777">
        <w:rPr>
          <w:rFonts w:hint="eastAsia"/>
          <w:sz w:val="22"/>
          <w:szCs w:val="22"/>
        </w:rPr>
        <w:t>変更承認申請書は、様式第３号のとおりとする。</w:t>
      </w:r>
    </w:p>
    <w:p w14:paraId="130EDA66" w14:textId="2CABE4A1" w:rsidR="006C7AF4" w:rsidRPr="00375777" w:rsidRDefault="006C7AF4" w:rsidP="00375777">
      <w:pPr>
        <w:spacing w:line="400" w:lineRule="exact"/>
        <w:ind w:left="199" w:hangingChars="100" w:hanging="199"/>
        <w:rPr>
          <w:sz w:val="22"/>
          <w:szCs w:val="22"/>
        </w:rPr>
      </w:pPr>
      <w:r w:rsidRPr="00375777">
        <w:rPr>
          <w:rFonts w:hint="eastAsia"/>
          <w:sz w:val="22"/>
          <w:szCs w:val="22"/>
        </w:rPr>
        <w:t>２　補助金交付変更通知書は、様式第４号のとおりとする。</w:t>
      </w:r>
    </w:p>
    <w:p w14:paraId="3B246779" w14:textId="77777777" w:rsidR="00375777" w:rsidRDefault="00375777" w:rsidP="00375777">
      <w:pPr>
        <w:spacing w:line="400" w:lineRule="exact"/>
        <w:ind w:leftChars="100" w:left="209"/>
        <w:rPr>
          <w:sz w:val="22"/>
          <w:szCs w:val="22"/>
        </w:rPr>
      </w:pPr>
    </w:p>
    <w:p w14:paraId="3BDD2B29" w14:textId="643E0A77" w:rsidR="006C7AF4" w:rsidRPr="00375777" w:rsidRDefault="006C7AF4" w:rsidP="00375777">
      <w:pPr>
        <w:spacing w:line="400" w:lineRule="exact"/>
        <w:rPr>
          <w:sz w:val="22"/>
          <w:szCs w:val="22"/>
        </w:rPr>
      </w:pPr>
      <w:r w:rsidRPr="00375777">
        <w:rPr>
          <w:rFonts w:hint="eastAsia"/>
          <w:sz w:val="22"/>
          <w:szCs w:val="22"/>
        </w:rPr>
        <w:t>（実績報告）</w:t>
      </w:r>
    </w:p>
    <w:p w14:paraId="2ECD8EE6" w14:textId="77777777" w:rsidR="006C7AF4" w:rsidRPr="00375777" w:rsidRDefault="00057AEE" w:rsidP="00375777">
      <w:pPr>
        <w:spacing w:line="400" w:lineRule="exact"/>
        <w:ind w:left="199" w:hangingChars="100" w:hanging="199"/>
        <w:rPr>
          <w:sz w:val="22"/>
          <w:szCs w:val="22"/>
        </w:rPr>
      </w:pPr>
      <w:r w:rsidRPr="00375777">
        <w:rPr>
          <w:rFonts w:hint="eastAsia"/>
          <w:sz w:val="22"/>
          <w:szCs w:val="22"/>
        </w:rPr>
        <w:t>第７</w:t>
      </w:r>
      <w:r w:rsidR="006C7AF4" w:rsidRPr="00375777">
        <w:rPr>
          <w:rFonts w:hint="eastAsia"/>
          <w:sz w:val="22"/>
          <w:szCs w:val="22"/>
        </w:rPr>
        <w:t>条</w:t>
      </w:r>
      <w:r w:rsidR="00EE17D5" w:rsidRPr="00375777">
        <w:rPr>
          <w:rFonts w:hint="eastAsia"/>
          <w:sz w:val="22"/>
          <w:szCs w:val="22"/>
        </w:rPr>
        <w:t xml:space="preserve">　補助事業</w:t>
      </w:r>
      <w:r w:rsidR="006C7AF4" w:rsidRPr="00375777">
        <w:rPr>
          <w:rFonts w:hint="eastAsia"/>
          <w:sz w:val="22"/>
          <w:szCs w:val="22"/>
        </w:rPr>
        <w:t>実績報告書は、様式第５号のとおりとする。</w:t>
      </w:r>
    </w:p>
    <w:p w14:paraId="1EEFE094" w14:textId="77777777" w:rsidR="001A6A73" w:rsidRPr="00375777" w:rsidRDefault="00B664B4" w:rsidP="00375777">
      <w:pPr>
        <w:spacing w:line="400" w:lineRule="exact"/>
        <w:ind w:left="199" w:hangingChars="100" w:hanging="199"/>
        <w:rPr>
          <w:sz w:val="22"/>
          <w:szCs w:val="22"/>
        </w:rPr>
      </w:pPr>
      <w:r w:rsidRPr="00375777">
        <w:rPr>
          <w:rFonts w:hint="eastAsia"/>
          <w:sz w:val="22"/>
          <w:szCs w:val="22"/>
        </w:rPr>
        <w:lastRenderedPageBreak/>
        <w:t>２　第３</w:t>
      </w:r>
      <w:r w:rsidR="001A6A73" w:rsidRPr="00375777">
        <w:rPr>
          <w:rFonts w:hint="eastAsia"/>
          <w:sz w:val="22"/>
          <w:szCs w:val="22"/>
        </w:rPr>
        <w:t>条第２項ただし書により交付の申請をした補助事業者は、前項の実績報告書を提出するに当たっては、当該補助金に係る仕入れに係る消費税等相当額が明らかになった場合には、これを補助金額から減額して報告しなければならない。</w:t>
      </w:r>
    </w:p>
    <w:p w14:paraId="73874B21" w14:textId="77777777" w:rsidR="001A6A73" w:rsidRPr="00375777" w:rsidRDefault="00B664B4" w:rsidP="00375777">
      <w:pPr>
        <w:spacing w:line="400" w:lineRule="exact"/>
        <w:ind w:left="199" w:hangingChars="100" w:hanging="199"/>
        <w:rPr>
          <w:sz w:val="22"/>
          <w:szCs w:val="22"/>
        </w:rPr>
      </w:pPr>
      <w:r w:rsidRPr="00375777">
        <w:rPr>
          <w:rFonts w:hint="eastAsia"/>
          <w:sz w:val="22"/>
          <w:szCs w:val="22"/>
        </w:rPr>
        <w:t>３　第３</w:t>
      </w:r>
      <w:r w:rsidR="001A6A73" w:rsidRPr="00375777">
        <w:rPr>
          <w:rFonts w:hint="eastAsia"/>
          <w:sz w:val="22"/>
          <w:szCs w:val="22"/>
        </w:rPr>
        <w:t>条第２項ただし書の規定により交付の申請をした補助事業者は、第１項の実績報告書を提出した後において、消費税及び地方消費税の申告により当該補助金に係る仕入れに係る消費税等相当額が確定した場合には、その金額（前項の規定により減額した場合は、その金額が減じた額を上回る部分の金額）を様式第６</w:t>
      </w:r>
      <w:r w:rsidR="00561530" w:rsidRPr="00375777">
        <w:rPr>
          <w:rFonts w:hint="eastAsia"/>
          <w:sz w:val="22"/>
          <w:szCs w:val="22"/>
        </w:rPr>
        <w:t>号により速やかに</w:t>
      </w:r>
      <w:r w:rsidR="004653B9" w:rsidRPr="00375777">
        <w:rPr>
          <w:rFonts w:hint="eastAsia"/>
          <w:sz w:val="22"/>
          <w:szCs w:val="22"/>
        </w:rPr>
        <w:t>会</w:t>
      </w:r>
      <w:r w:rsidR="00561530" w:rsidRPr="00375777">
        <w:rPr>
          <w:rFonts w:hint="eastAsia"/>
          <w:sz w:val="22"/>
          <w:szCs w:val="22"/>
        </w:rPr>
        <w:t>長に報告するとともに、</w:t>
      </w:r>
      <w:r w:rsidR="004653B9" w:rsidRPr="00375777">
        <w:rPr>
          <w:rFonts w:hint="eastAsia"/>
          <w:sz w:val="22"/>
          <w:szCs w:val="22"/>
        </w:rPr>
        <w:t>会</w:t>
      </w:r>
      <w:r w:rsidR="00561530" w:rsidRPr="00375777">
        <w:rPr>
          <w:rFonts w:hint="eastAsia"/>
          <w:sz w:val="22"/>
          <w:szCs w:val="22"/>
        </w:rPr>
        <w:t>長</w:t>
      </w:r>
      <w:r w:rsidR="001A6A73" w:rsidRPr="00375777">
        <w:rPr>
          <w:rFonts w:hint="eastAsia"/>
          <w:sz w:val="22"/>
          <w:szCs w:val="22"/>
        </w:rPr>
        <w:t>の返還命令を受けてこれを返還しなければならない。</w:t>
      </w:r>
    </w:p>
    <w:p w14:paraId="285A2820" w14:textId="77777777" w:rsidR="00561530" w:rsidRPr="00375777" w:rsidRDefault="001A6A73" w:rsidP="00375777">
      <w:pPr>
        <w:spacing w:line="400" w:lineRule="exact"/>
        <w:ind w:left="199" w:hangingChars="100" w:hanging="199"/>
        <w:rPr>
          <w:sz w:val="22"/>
          <w:szCs w:val="22"/>
        </w:rPr>
      </w:pPr>
      <w:r w:rsidRPr="00375777">
        <w:rPr>
          <w:rFonts w:hint="eastAsia"/>
          <w:sz w:val="22"/>
          <w:szCs w:val="22"/>
        </w:rPr>
        <w:t>４　第１項の実績報告書の提出期限は、補助事業の完了の日から起算して１ヶ月を経過した</w:t>
      </w:r>
      <w:r w:rsidR="00B664B4" w:rsidRPr="00375777">
        <w:rPr>
          <w:rFonts w:hint="eastAsia"/>
          <w:sz w:val="22"/>
          <w:szCs w:val="22"/>
        </w:rPr>
        <w:t>日又は補助金の交付の決定のあった年度の３月３１日のいずれか早い日</w:t>
      </w:r>
      <w:r w:rsidR="00561530" w:rsidRPr="00375777">
        <w:rPr>
          <w:rFonts w:hint="eastAsia"/>
          <w:sz w:val="22"/>
          <w:szCs w:val="22"/>
        </w:rPr>
        <w:t>とする。</w:t>
      </w:r>
    </w:p>
    <w:p w14:paraId="37DE2B51" w14:textId="77777777" w:rsidR="00375777" w:rsidRDefault="00375777" w:rsidP="00375777">
      <w:pPr>
        <w:spacing w:line="400" w:lineRule="exact"/>
        <w:ind w:firstLineChars="100" w:firstLine="199"/>
        <w:rPr>
          <w:sz w:val="22"/>
          <w:szCs w:val="22"/>
        </w:rPr>
      </w:pPr>
    </w:p>
    <w:p w14:paraId="25C22646" w14:textId="7EA26A8A" w:rsidR="006C7AF4" w:rsidRPr="00375777" w:rsidRDefault="006C7AF4" w:rsidP="00375777">
      <w:pPr>
        <w:spacing w:line="400" w:lineRule="exact"/>
        <w:rPr>
          <w:sz w:val="22"/>
          <w:szCs w:val="22"/>
        </w:rPr>
      </w:pPr>
      <w:r w:rsidRPr="00375777">
        <w:rPr>
          <w:rFonts w:hint="eastAsia"/>
          <w:sz w:val="22"/>
          <w:szCs w:val="22"/>
        </w:rPr>
        <w:t>（補助金の額の確定）</w:t>
      </w:r>
    </w:p>
    <w:p w14:paraId="24430C52" w14:textId="596EB1DA" w:rsidR="006C7AF4" w:rsidRPr="00375777" w:rsidRDefault="006C7AF4" w:rsidP="00375777">
      <w:pPr>
        <w:spacing w:line="400" w:lineRule="exact"/>
        <w:ind w:left="199" w:hangingChars="100" w:hanging="199"/>
        <w:rPr>
          <w:sz w:val="22"/>
          <w:szCs w:val="22"/>
        </w:rPr>
      </w:pPr>
      <w:r w:rsidRPr="00375777">
        <w:rPr>
          <w:rFonts w:hint="eastAsia"/>
          <w:sz w:val="22"/>
          <w:szCs w:val="22"/>
        </w:rPr>
        <w:t>第</w:t>
      </w:r>
      <w:r w:rsidR="00057AEE" w:rsidRPr="00375777">
        <w:rPr>
          <w:rFonts w:hint="eastAsia"/>
          <w:sz w:val="22"/>
          <w:szCs w:val="22"/>
        </w:rPr>
        <w:t>８</w:t>
      </w:r>
      <w:r w:rsidRPr="00375777">
        <w:rPr>
          <w:rFonts w:hint="eastAsia"/>
          <w:sz w:val="22"/>
          <w:szCs w:val="22"/>
        </w:rPr>
        <w:t xml:space="preserve">条　</w:t>
      </w:r>
      <w:r w:rsidRPr="00375777">
        <w:rPr>
          <w:rFonts w:hint="eastAsia"/>
          <w:kern w:val="0"/>
          <w:sz w:val="22"/>
          <w:szCs w:val="22"/>
        </w:rPr>
        <w:t>補助金</w:t>
      </w:r>
      <w:r w:rsidR="006521D8" w:rsidRPr="00375777">
        <w:rPr>
          <w:rFonts w:hint="eastAsia"/>
          <w:kern w:val="0"/>
          <w:sz w:val="22"/>
          <w:szCs w:val="22"/>
        </w:rPr>
        <w:t>確定通知書は、様式第７</w:t>
      </w:r>
      <w:r w:rsidRPr="00375777">
        <w:rPr>
          <w:rFonts w:hint="eastAsia"/>
          <w:kern w:val="0"/>
          <w:sz w:val="22"/>
          <w:szCs w:val="22"/>
        </w:rPr>
        <w:t>号のとおりと</w:t>
      </w:r>
      <w:r w:rsidRPr="00375777">
        <w:rPr>
          <w:rFonts w:hint="eastAsia"/>
          <w:sz w:val="22"/>
          <w:szCs w:val="22"/>
        </w:rPr>
        <w:t>する。</w:t>
      </w:r>
    </w:p>
    <w:p w14:paraId="1EB447BA" w14:textId="77777777" w:rsidR="00375777" w:rsidRDefault="00375777" w:rsidP="00375777">
      <w:pPr>
        <w:spacing w:line="400" w:lineRule="exact"/>
        <w:rPr>
          <w:sz w:val="22"/>
          <w:szCs w:val="22"/>
        </w:rPr>
      </w:pPr>
    </w:p>
    <w:p w14:paraId="3B3C64CE" w14:textId="61308D94" w:rsidR="006C7AF4" w:rsidRPr="00375777" w:rsidRDefault="006C7AF4" w:rsidP="00375777">
      <w:pPr>
        <w:spacing w:line="400" w:lineRule="exact"/>
        <w:rPr>
          <w:sz w:val="22"/>
          <w:szCs w:val="22"/>
        </w:rPr>
      </w:pPr>
      <w:r w:rsidRPr="00375777">
        <w:rPr>
          <w:rFonts w:hint="eastAsia"/>
          <w:sz w:val="22"/>
          <w:szCs w:val="22"/>
        </w:rPr>
        <w:t>（補助金の交付）</w:t>
      </w:r>
    </w:p>
    <w:p w14:paraId="16F40376" w14:textId="77777777" w:rsidR="009025CB" w:rsidRPr="00375777" w:rsidRDefault="004027F7" w:rsidP="00375777">
      <w:pPr>
        <w:spacing w:line="400" w:lineRule="exact"/>
        <w:ind w:left="199" w:hangingChars="100" w:hanging="199"/>
        <w:rPr>
          <w:sz w:val="22"/>
          <w:szCs w:val="22"/>
        </w:rPr>
      </w:pPr>
      <w:r w:rsidRPr="00375777">
        <w:rPr>
          <w:rFonts w:hint="eastAsia"/>
          <w:sz w:val="22"/>
          <w:szCs w:val="22"/>
        </w:rPr>
        <w:t>第９</w:t>
      </w:r>
      <w:r w:rsidR="00817913" w:rsidRPr="00375777">
        <w:rPr>
          <w:rFonts w:hint="eastAsia"/>
          <w:sz w:val="22"/>
          <w:szCs w:val="22"/>
        </w:rPr>
        <w:t xml:space="preserve">条　</w:t>
      </w:r>
      <w:r w:rsidR="009025CB" w:rsidRPr="00375777">
        <w:rPr>
          <w:rFonts w:hint="eastAsia"/>
          <w:sz w:val="22"/>
          <w:szCs w:val="22"/>
        </w:rPr>
        <w:t>この補助金は概算払いで交付することができるものとする。</w:t>
      </w:r>
    </w:p>
    <w:p w14:paraId="2A358A6E" w14:textId="06A9EF56" w:rsidR="002359F5" w:rsidRPr="00375777" w:rsidRDefault="009025CB" w:rsidP="00375777">
      <w:pPr>
        <w:spacing w:line="400" w:lineRule="exact"/>
        <w:ind w:left="199" w:hangingChars="100" w:hanging="199"/>
        <w:rPr>
          <w:sz w:val="22"/>
          <w:szCs w:val="22"/>
        </w:rPr>
      </w:pPr>
      <w:r w:rsidRPr="00375777">
        <w:rPr>
          <w:rFonts w:hint="eastAsia"/>
          <w:sz w:val="22"/>
          <w:szCs w:val="22"/>
        </w:rPr>
        <w:t xml:space="preserve">２　</w:t>
      </w:r>
      <w:r w:rsidR="006C7AF4" w:rsidRPr="00375777">
        <w:rPr>
          <w:rFonts w:hint="eastAsia"/>
          <w:sz w:val="22"/>
          <w:szCs w:val="22"/>
        </w:rPr>
        <w:t>補助金</w:t>
      </w:r>
      <w:r w:rsidR="006521D8" w:rsidRPr="00375777">
        <w:rPr>
          <w:rFonts w:hint="eastAsia"/>
          <w:sz w:val="22"/>
          <w:szCs w:val="22"/>
        </w:rPr>
        <w:t>交付請求書は、様式第８</w:t>
      </w:r>
      <w:r w:rsidR="00817913" w:rsidRPr="00375777">
        <w:rPr>
          <w:rFonts w:hint="eastAsia"/>
          <w:sz w:val="22"/>
          <w:szCs w:val="22"/>
        </w:rPr>
        <w:t>号</w:t>
      </w:r>
      <w:r w:rsidR="006521D8" w:rsidRPr="00375777">
        <w:rPr>
          <w:rFonts w:hint="eastAsia"/>
          <w:sz w:val="22"/>
          <w:szCs w:val="22"/>
        </w:rPr>
        <w:t>又は</w:t>
      </w:r>
      <w:r w:rsidR="0003501A" w:rsidRPr="00375777">
        <w:rPr>
          <w:rFonts w:hint="eastAsia"/>
          <w:sz w:val="22"/>
          <w:szCs w:val="22"/>
        </w:rPr>
        <w:t>様式第</w:t>
      </w:r>
      <w:r w:rsidR="006521D8" w:rsidRPr="00375777">
        <w:rPr>
          <w:rFonts w:hint="eastAsia"/>
          <w:sz w:val="22"/>
          <w:szCs w:val="22"/>
        </w:rPr>
        <w:t>９</w:t>
      </w:r>
      <w:r w:rsidRPr="00375777">
        <w:rPr>
          <w:rFonts w:hint="eastAsia"/>
          <w:sz w:val="22"/>
          <w:szCs w:val="22"/>
        </w:rPr>
        <w:t>号</w:t>
      </w:r>
      <w:r w:rsidR="006C7AF4" w:rsidRPr="00375777">
        <w:rPr>
          <w:rFonts w:hint="eastAsia"/>
          <w:sz w:val="22"/>
          <w:szCs w:val="22"/>
        </w:rPr>
        <w:t>のとおりとする。</w:t>
      </w:r>
    </w:p>
    <w:p w14:paraId="2BD40130" w14:textId="77777777" w:rsidR="00375777" w:rsidRDefault="00375777" w:rsidP="00375777">
      <w:pPr>
        <w:spacing w:line="400" w:lineRule="exact"/>
        <w:rPr>
          <w:sz w:val="22"/>
          <w:szCs w:val="22"/>
        </w:rPr>
      </w:pPr>
    </w:p>
    <w:p w14:paraId="630C5927" w14:textId="171F1014" w:rsidR="00A63BBB" w:rsidRPr="00375777" w:rsidRDefault="00A63BBB" w:rsidP="00375777">
      <w:pPr>
        <w:spacing w:line="400" w:lineRule="exact"/>
        <w:rPr>
          <w:sz w:val="22"/>
          <w:szCs w:val="22"/>
        </w:rPr>
      </w:pPr>
      <w:r w:rsidRPr="00375777">
        <w:rPr>
          <w:rFonts w:hint="eastAsia"/>
          <w:sz w:val="22"/>
          <w:szCs w:val="22"/>
        </w:rPr>
        <w:t>（</w:t>
      </w:r>
      <w:r w:rsidR="00C6545F">
        <w:rPr>
          <w:rFonts w:hint="eastAsia"/>
          <w:sz w:val="22"/>
          <w:szCs w:val="22"/>
        </w:rPr>
        <w:t>実施状況報告</w:t>
      </w:r>
      <w:r w:rsidRPr="00375777">
        <w:rPr>
          <w:rFonts w:hint="eastAsia"/>
          <w:sz w:val="22"/>
          <w:szCs w:val="22"/>
        </w:rPr>
        <w:t>）</w:t>
      </w:r>
    </w:p>
    <w:p w14:paraId="6BC51A09" w14:textId="4FE4E073" w:rsidR="00A63BBB" w:rsidRPr="00375777" w:rsidRDefault="00A63BBB" w:rsidP="00375777">
      <w:pPr>
        <w:spacing w:line="400" w:lineRule="exact"/>
        <w:ind w:left="199" w:hangingChars="100" w:hanging="199"/>
        <w:rPr>
          <w:sz w:val="22"/>
          <w:szCs w:val="22"/>
        </w:rPr>
      </w:pPr>
      <w:r w:rsidRPr="00375777">
        <w:rPr>
          <w:rFonts w:hint="eastAsia"/>
          <w:sz w:val="22"/>
          <w:szCs w:val="22"/>
        </w:rPr>
        <w:t xml:space="preserve">第１０条　</w:t>
      </w:r>
      <w:r w:rsidR="00C6545F">
        <w:rPr>
          <w:rFonts w:hint="eastAsia"/>
          <w:sz w:val="22"/>
          <w:szCs w:val="22"/>
        </w:rPr>
        <w:t>「新規就農者園地整備」に取り組む場合、新規就農者が就農するまで又は研修生が就農するまでの間、毎年度、事業実施状況報告を作成し翌年度6月30日までに会長に提出するものとする。</w:t>
      </w:r>
    </w:p>
    <w:p w14:paraId="160B564C" w14:textId="77777777" w:rsidR="00375777" w:rsidRDefault="00375777" w:rsidP="00375777">
      <w:pPr>
        <w:spacing w:line="400" w:lineRule="exact"/>
        <w:rPr>
          <w:sz w:val="22"/>
          <w:szCs w:val="22"/>
        </w:rPr>
      </w:pPr>
    </w:p>
    <w:p w14:paraId="0384C88E" w14:textId="7F3E59E3" w:rsidR="006C7AF4" w:rsidRPr="00375777" w:rsidRDefault="006C7AF4" w:rsidP="00375777">
      <w:pPr>
        <w:spacing w:line="400" w:lineRule="exact"/>
        <w:rPr>
          <w:sz w:val="22"/>
          <w:szCs w:val="22"/>
        </w:rPr>
      </w:pPr>
      <w:r w:rsidRPr="00375777">
        <w:rPr>
          <w:rFonts w:hint="eastAsia"/>
          <w:sz w:val="22"/>
          <w:szCs w:val="22"/>
        </w:rPr>
        <w:t>（補助金の返還）</w:t>
      </w:r>
    </w:p>
    <w:p w14:paraId="180E97AD" w14:textId="77777777" w:rsidR="006C7AF4" w:rsidRPr="00375777" w:rsidRDefault="00A63BBB" w:rsidP="00375777">
      <w:pPr>
        <w:spacing w:line="400" w:lineRule="exact"/>
        <w:ind w:left="199" w:hangingChars="100" w:hanging="199"/>
        <w:rPr>
          <w:sz w:val="22"/>
          <w:szCs w:val="22"/>
        </w:rPr>
      </w:pPr>
      <w:r w:rsidRPr="00375777">
        <w:rPr>
          <w:rFonts w:hint="eastAsia"/>
          <w:sz w:val="22"/>
          <w:szCs w:val="22"/>
        </w:rPr>
        <w:t>第１１</w:t>
      </w:r>
      <w:r w:rsidR="006C7AF4" w:rsidRPr="00375777">
        <w:rPr>
          <w:rFonts w:hint="eastAsia"/>
          <w:sz w:val="22"/>
          <w:szCs w:val="22"/>
        </w:rPr>
        <w:t>条　補助金</w:t>
      </w:r>
      <w:r w:rsidR="0003501A" w:rsidRPr="00375777">
        <w:rPr>
          <w:rFonts w:hint="eastAsia"/>
          <w:sz w:val="22"/>
          <w:szCs w:val="22"/>
        </w:rPr>
        <w:t>返還命令書は、様式第１０</w:t>
      </w:r>
      <w:r w:rsidR="006C7AF4" w:rsidRPr="00375777">
        <w:rPr>
          <w:rFonts w:hint="eastAsia"/>
          <w:sz w:val="22"/>
          <w:szCs w:val="22"/>
        </w:rPr>
        <w:t>号のとおりとする。</w:t>
      </w:r>
    </w:p>
    <w:p w14:paraId="612B55CC" w14:textId="77777777" w:rsidR="00375777" w:rsidRDefault="00375777" w:rsidP="00375777">
      <w:pPr>
        <w:spacing w:line="400" w:lineRule="exact"/>
        <w:rPr>
          <w:sz w:val="22"/>
          <w:szCs w:val="22"/>
        </w:rPr>
      </w:pPr>
    </w:p>
    <w:p w14:paraId="02DD8225" w14:textId="4BFA6CC3" w:rsidR="006C7AF4" w:rsidRPr="00375777" w:rsidRDefault="006C7AF4" w:rsidP="00375777">
      <w:pPr>
        <w:spacing w:line="400" w:lineRule="exact"/>
        <w:rPr>
          <w:sz w:val="22"/>
          <w:szCs w:val="22"/>
        </w:rPr>
      </w:pPr>
      <w:r w:rsidRPr="00375777">
        <w:rPr>
          <w:rFonts w:hint="eastAsia"/>
          <w:sz w:val="22"/>
          <w:szCs w:val="22"/>
        </w:rPr>
        <w:t>（補則）</w:t>
      </w:r>
    </w:p>
    <w:p w14:paraId="06D6850F" w14:textId="5F032276" w:rsidR="00900BE6" w:rsidRDefault="00A63BBB" w:rsidP="00375777">
      <w:pPr>
        <w:spacing w:line="400" w:lineRule="exact"/>
        <w:ind w:left="199" w:hangingChars="100" w:hanging="199"/>
        <w:rPr>
          <w:sz w:val="22"/>
          <w:szCs w:val="22"/>
        </w:rPr>
      </w:pPr>
      <w:r w:rsidRPr="00375777">
        <w:rPr>
          <w:rFonts w:hint="eastAsia"/>
          <w:sz w:val="22"/>
          <w:szCs w:val="22"/>
        </w:rPr>
        <w:t>第１２</w:t>
      </w:r>
      <w:r w:rsidR="006C7AF4" w:rsidRPr="00375777">
        <w:rPr>
          <w:rFonts w:hint="eastAsia"/>
          <w:sz w:val="22"/>
          <w:szCs w:val="22"/>
        </w:rPr>
        <w:t>条　この</w:t>
      </w:r>
      <w:r w:rsidR="0030161B" w:rsidRPr="00375777">
        <w:rPr>
          <w:rFonts w:hint="eastAsia"/>
          <w:sz w:val="22"/>
          <w:szCs w:val="22"/>
        </w:rPr>
        <w:t>規定</w:t>
      </w:r>
      <w:r w:rsidR="006C7AF4" w:rsidRPr="00375777">
        <w:rPr>
          <w:rFonts w:hint="eastAsia"/>
          <w:sz w:val="22"/>
          <w:szCs w:val="22"/>
        </w:rPr>
        <w:t>に定めるもののほか、補助金の交付に関し必要な事項は、</w:t>
      </w:r>
      <w:r w:rsidR="004653B9" w:rsidRPr="00375777">
        <w:rPr>
          <w:rFonts w:hint="eastAsia"/>
          <w:sz w:val="22"/>
          <w:szCs w:val="22"/>
        </w:rPr>
        <w:t>会</w:t>
      </w:r>
      <w:r w:rsidR="006C7AF4" w:rsidRPr="00375777">
        <w:rPr>
          <w:rFonts w:hint="eastAsia"/>
          <w:sz w:val="22"/>
          <w:szCs w:val="22"/>
        </w:rPr>
        <w:t>長が定める。</w:t>
      </w:r>
    </w:p>
    <w:p w14:paraId="164DE94E" w14:textId="77777777" w:rsidR="00375777" w:rsidRPr="00375777" w:rsidRDefault="00375777" w:rsidP="00375777">
      <w:pPr>
        <w:spacing w:line="400" w:lineRule="exact"/>
        <w:ind w:left="199" w:hangingChars="100" w:hanging="199"/>
        <w:rPr>
          <w:sz w:val="22"/>
          <w:szCs w:val="22"/>
        </w:rPr>
      </w:pPr>
    </w:p>
    <w:p w14:paraId="6EBB4C18" w14:textId="77777777" w:rsidR="006C7AF4" w:rsidRPr="00375777" w:rsidRDefault="006C7AF4" w:rsidP="00375777">
      <w:pPr>
        <w:spacing w:line="400" w:lineRule="exact"/>
        <w:ind w:leftChars="100" w:left="209" w:firstLineChars="200" w:firstLine="398"/>
        <w:rPr>
          <w:sz w:val="22"/>
          <w:szCs w:val="22"/>
        </w:rPr>
      </w:pPr>
      <w:r w:rsidRPr="00375777">
        <w:rPr>
          <w:rFonts w:hint="eastAsia"/>
          <w:sz w:val="22"/>
          <w:szCs w:val="22"/>
        </w:rPr>
        <w:t>附　則</w:t>
      </w:r>
    </w:p>
    <w:p w14:paraId="226315AB" w14:textId="45FC000C" w:rsidR="006C7AF4" w:rsidRDefault="006C7AF4" w:rsidP="00375777">
      <w:pPr>
        <w:spacing w:line="400" w:lineRule="exact"/>
        <w:ind w:firstLineChars="100" w:firstLine="199"/>
        <w:rPr>
          <w:sz w:val="22"/>
          <w:szCs w:val="22"/>
        </w:rPr>
      </w:pPr>
      <w:r w:rsidRPr="00375777">
        <w:rPr>
          <w:rFonts w:hint="eastAsia"/>
          <w:sz w:val="22"/>
          <w:szCs w:val="22"/>
        </w:rPr>
        <w:t>この要綱は、</w:t>
      </w:r>
      <w:r w:rsidR="00817913" w:rsidRPr="00375777">
        <w:rPr>
          <w:rFonts w:hint="eastAsia"/>
          <w:sz w:val="22"/>
          <w:szCs w:val="22"/>
        </w:rPr>
        <w:t>告示の日から施行する。</w:t>
      </w:r>
    </w:p>
    <w:p w14:paraId="6F9A945D" w14:textId="77777777" w:rsidR="00375777" w:rsidRPr="00375777" w:rsidRDefault="00375777" w:rsidP="00375777">
      <w:pPr>
        <w:spacing w:line="400" w:lineRule="exact"/>
        <w:ind w:firstLineChars="100" w:firstLine="199"/>
        <w:rPr>
          <w:sz w:val="22"/>
          <w:szCs w:val="22"/>
        </w:rPr>
      </w:pPr>
    </w:p>
    <w:p w14:paraId="4E430D79" w14:textId="77777777" w:rsidR="006B3C88" w:rsidRPr="00375777" w:rsidRDefault="006B3C88" w:rsidP="00375777">
      <w:pPr>
        <w:spacing w:line="400" w:lineRule="exact"/>
        <w:ind w:firstLineChars="200" w:firstLine="398"/>
        <w:rPr>
          <w:rFonts w:hAnsi="ＭＳ 明朝"/>
          <w:sz w:val="22"/>
          <w:szCs w:val="22"/>
        </w:rPr>
      </w:pPr>
      <w:r w:rsidRPr="00375777">
        <w:rPr>
          <w:rFonts w:hint="eastAsia"/>
          <w:sz w:val="22"/>
          <w:szCs w:val="22"/>
        </w:rPr>
        <w:t xml:space="preserve">　</w:t>
      </w:r>
      <w:r w:rsidRPr="00375777">
        <w:rPr>
          <w:rFonts w:hAnsi="ＭＳ 明朝" w:hint="eastAsia"/>
          <w:sz w:val="22"/>
          <w:szCs w:val="22"/>
        </w:rPr>
        <w:t>附　則</w:t>
      </w:r>
    </w:p>
    <w:p w14:paraId="7D68B850" w14:textId="77777777" w:rsidR="006B3C88" w:rsidRPr="00375777" w:rsidRDefault="006B3C88" w:rsidP="00375777">
      <w:pPr>
        <w:spacing w:line="400" w:lineRule="exact"/>
        <w:ind w:firstLineChars="100" w:firstLine="199"/>
        <w:rPr>
          <w:rFonts w:hAnsi="ＭＳ 明朝"/>
          <w:sz w:val="22"/>
          <w:szCs w:val="22"/>
        </w:rPr>
        <w:sectPr w:rsidR="006B3C88" w:rsidRPr="00375777" w:rsidSect="00375777">
          <w:footerReference w:type="default" r:id="rId8"/>
          <w:pgSz w:w="11906" w:h="16838" w:code="9"/>
          <w:pgMar w:top="1134" w:right="1588" w:bottom="1418" w:left="1531" w:header="851" w:footer="567" w:gutter="0"/>
          <w:pgNumType w:fmt="numberInDash"/>
          <w:cols w:space="425"/>
          <w:noEndnote/>
          <w:docGrid w:type="linesAndChars" w:linePitch="518" w:charSpace="-4257"/>
        </w:sectPr>
      </w:pPr>
      <w:r w:rsidRPr="00375777">
        <w:rPr>
          <w:rFonts w:hAnsi="ＭＳ 明朝" w:hint="eastAsia"/>
          <w:sz w:val="22"/>
          <w:szCs w:val="22"/>
        </w:rPr>
        <w:t>この要綱は、告示の日から施行し、</w:t>
      </w:r>
      <w:r w:rsidRPr="00375777">
        <w:rPr>
          <w:rFonts w:hAnsi="ＭＳ 明朝" w:hint="eastAsia"/>
          <w:color w:val="FF0000"/>
          <w:sz w:val="22"/>
          <w:szCs w:val="22"/>
        </w:rPr>
        <w:t>令和</w:t>
      </w:r>
      <w:r w:rsidR="0030161B" w:rsidRPr="00375777">
        <w:rPr>
          <w:rFonts w:hAnsi="ＭＳ 明朝" w:hint="eastAsia"/>
          <w:color w:val="FF0000"/>
          <w:sz w:val="22"/>
          <w:szCs w:val="22"/>
        </w:rPr>
        <w:t>〇</w:t>
      </w:r>
      <w:r w:rsidRPr="00375777">
        <w:rPr>
          <w:rFonts w:hAnsi="ＭＳ 明朝" w:hint="eastAsia"/>
          <w:color w:val="FF0000"/>
          <w:sz w:val="22"/>
          <w:szCs w:val="22"/>
        </w:rPr>
        <w:t>年度</w:t>
      </w:r>
      <w:r w:rsidRPr="00375777">
        <w:rPr>
          <w:rFonts w:hAnsi="ＭＳ 明朝" w:hint="eastAsia"/>
          <w:sz w:val="22"/>
          <w:szCs w:val="22"/>
        </w:rPr>
        <w:t>の補助金から適用する。</w:t>
      </w:r>
    </w:p>
    <w:p w14:paraId="3573E1B4" w14:textId="77777777" w:rsidR="006B3C88" w:rsidRPr="00375777" w:rsidRDefault="006B3C88" w:rsidP="00375777">
      <w:pPr>
        <w:spacing w:line="400" w:lineRule="exact"/>
        <w:rPr>
          <w:rFonts w:hAnsi="ＭＳ 明朝"/>
          <w:sz w:val="22"/>
          <w:szCs w:val="22"/>
        </w:rPr>
        <w:sectPr w:rsidR="006B3C88" w:rsidRPr="00375777" w:rsidSect="00375777">
          <w:type w:val="continuous"/>
          <w:pgSz w:w="11906" w:h="16838" w:code="9"/>
          <w:pgMar w:top="1134" w:right="1588" w:bottom="1418" w:left="1531" w:header="851" w:footer="567" w:gutter="0"/>
          <w:pgNumType w:fmt="numberInDash"/>
          <w:cols w:space="425"/>
          <w:noEndnote/>
          <w:docGrid w:type="linesAndChars" w:linePitch="518" w:charSpace="1533"/>
        </w:sectPr>
      </w:pPr>
    </w:p>
    <w:p w14:paraId="1598F86F" w14:textId="77777777" w:rsidR="006C7AF4" w:rsidRPr="00375777" w:rsidRDefault="006C7AF4" w:rsidP="00375777">
      <w:pPr>
        <w:spacing w:line="400" w:lineRule="exact"/>
        <w:rPr>
          <w:sz w:val="22"/>
          <w:szCs w:val="22"/>
        </w:rPr>
      </w:pPr>
      <w:r w:rsidRPr="00375777">
        <w:rPr>
          <w:rFonts w:hint="eastAsia"/>
          <w:sz w:val="22"/>
          <w:szCs w:val="22"/>
        </w:rPr>
        <w:lastRenderedPageBreak/>
        <w:t>別表（第２条関係）</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1989"/>
        <w:gridCol w:w="1418"/>
        <w:gridCol w:w="4678"/>
        <w:gridCol w:w="3685"/>
        <w:gridCol w:w="1418"/>
      </w:tblGrid>
      <w:tr w:rsidR="00487B41" w:rsidRPr="00487B41" w14:paraId="7ED08A1A" w14:textId="77777777" w:rsidTr="00487B41">
        <w:tc>
          <w:tcPr>
            <w:tcW w:w="717" w:type="dxa"/>
            <w:shd w:val="clear" w:color="auto" w:fill="auto"/>
            <w:vAlign w:val="center"/>
          </w:tcPr>
          <w:p w14:paraId="777AA9D0" w14:textId="77777777" w:rsidR="00487B41" w:rsidRPr="00487B41" w:rsidRDefault="00487B41" w:rsidP="00487B41">
            <w:pPr>
              <w:spacing w:line="200" w:lineRule="exact"/>
              <w:jc w:val="center"/>
              <w:rPr>
                <w:sz w:val="18"/>
                <w:szCs w:val="18"/>
              </w:rPr>
            </w:pPr>
            <w:r w:rsidRPr="00487B41">
              <w:rPr>
                <w:rFonts w:hint="eastAsia"/>
                <w:sz w:val="18"/>
                <w:szCs w:val="18"/>
              </w:rPr>
              <w:t>事業</w:t>
            </w:r>
          </w:p>
          <w:p w14:paraId="287F8960" w14:textId="1D2A3687" w:rsidR="00487B41" w:rsidRPr="00487B41" w:rsidRDefault="00487B41" w:rsidP="00487B41">
            <w:pPr>
              <w:spacing w:line="200" w:lineRule="exact"/>
              <w:jc w:val="center"/>
              <w:rPr>
                <w:sz w:val="18"/>
                <w:szCs w:val="18"/>
              </w:rPr>
            </w:pPr>
            <w:r w:rsidRPr="00487B41">
              <w:rPr>
                <w:rFonts w:hint="eastAsia"/>
                <w:sz w:val="18"/>
                <w:szCs w:val="18"/>
              </w:rPr>
              <w:t>区分</w:t>
            </w:r>
          </w:p>
        </w:tc>
        <w:tc>
          <w:tcPr>
            <w:tcW w:w="1989" w:type="dxa"/>
            <w:vAlign w:val="center"/>
          </w:tcPr>
          <w:p w14:paraId="4B3B44E1" w14:textId="68A92CFD" w:rsidR="00487B41" w:rsidRPr="00487B41" w:rsidRDefault="00487B41" w:rsidP="00487B41">
            <w:pPr>
              <w:spacing w:line="200" w:lineRule="exact"/>
              <w:jc w:val="center"/>
              <w:rPr>
                <w:sz w:val="18"/>
                <w:szCs w:val="18"/>
              </w:rPr>
            </w:pPr>
            <w:r w:rsidRPr="00487B41">
              <w:rPr>
                <w:rFonts w:hint="eastAsia"/>
                <w:sz w:val="18"/>
                <w:szCs w:val="18"/>
              </w:rPr>
              <w:t>補助対象経費</w:t>
            </w:r>
          </w:p>
        </w:tc>
        <w:tc>
          <w:tcPr>
            <w:tcW w:w="1418" w:type="dxa"/>
            <w:shd w:val="clear" w:color="auto" w:fill="auto"/>
            <w:vAlign w:val="center"/>
          </w:tcPr>
          <w:p w14:paraId="3FC5F38E" w14:textId="0CE86A1B" w:rsidR="00487B41" w:rsidRPr="00487B41" w:rsidRDefault="00487B41" w:rsidP="00487B41">
            <w:pPr>
              <w:spacing w:line="200" w:lineRule="exact"/>
              <w:jc w:val="center"/>
              <w:rPr>
                <w:sz w:val="18"/>
                <w:szCs w:val="18"/>
              </w:rPr>
            </w:pPr>
            <w:r w:rsidRPr="00487B41">
              <w:rPr>
                <w:rFonts w:hint="eastAsia"/>
                <w:sz w:val="18"/>
                <w:szCs w:val="18"/>
              </w:rPr>
              <w:t>事業実施主体</w:t>
            </w:r>
          </w:p>
        </w:tc>
        <w:tc>
          <w:tcPr>
            <w:tcW w:w="4678" w:type="dxa"/>
            <w:shd w:val="clear" w:color="auto" w:fill="auto"/>
            <w:vAlign w:val="center"/>
          </w:tcPr>
          <w:p w14:paraId="281D5399" w14:textId="77777777" w:rsidR="00487B41" w:rsidRPr="00487B41" w:rsidRDefault="00487B41" w:rsidP="00487B41">
            <w:pPr>
              <w:spacing w:line="200" w:lineRule="exact"/>
              <w:jc w:val="center"/>
              <w:rPr>
                <w:sz w:val="18"/>
                <w:szCs w:val="18"/>
              </w:rPr>
            </w:pPr>
            <w:r w:rsidRPr="00487B41">
              <w:rPr>
                <w:rFonts w:hint="eastAsia"/>
                <w:sz w:val="18"/>
                <w:szCs w:val="18"/>
              </w:rPr>
              <w:t>要件</w:t>
            </w:r>
          </w:p>
        </w:tc>
        <w:tc>
          <w:tcPr>
            <w:tcW w:w="3685" w:type="dxa"/>
            <w:shd w:val="clear" w:color="auto" w:fill="auto"/>
            <w:vAlign w:val="center"/>
          </w:tcPr>
          <w:p w14:paraId="54E005DA" w14:textId="600AEBCB" w:rsidR="00487B41" w:rsidRPr="00487B41" w:rsidRDefault="00487B41" w:rsidP="00487B41">
            <w:pPr>
              <w:spacing w:line="200" w:lineRule="exact"/>
              <w:jc w:val="center"/>
              <w:rPr>
                <w:sz w:val="18"/>
                <w:szCs w:val="18"/>
              </w:rPr>
            </w:pPr>
            <w:r w:rsidRPr="00487B41">
              <w:rPr>
                <w:rFonts w:hint="eastAsia"/>
                <w:sz w:val="18"/>
                <w:szCs w:val="18"/>
              </w:rPr>
              <w:t>補助</w:t>
            </w:r>
            <w:r>
              <w:rPr>
                <w:rFonts w:hint="eastAsia"/>
                <w:sz w:val="18"/>
                <w:szCs w:val="18"/>
              </w:rPr>
              <w:t>金額</w:t>
            </w:r>
          </w:p>
        </w:tc>
        <w:tc>
          <w:tcPr>
            <w:tcW w:w="1418" w:type="dxa"/>
            <w:shd w:val="clear" w:color="auto" w:fill="auto"/>
            <w:vAlign w:val="center"/>
          </w:tcPr>
          <w:p w14:paraId="314D555C" w14:textId="77777777" w:rsidR="00487B41" w:rsidRPr="00487B41" w:rsidRDefault="00487B41" w:rsidP="00487B41">
            <w:pPr>
              <w:spacing w:line="200" w:lineRule="exact"/>
              <w:jc w:val="center"/>
              <w:rPr>
                <w:sz w:val="18"/>
                <w:szCs w:val="18"/>
              </w:rPr>
            </w:pPr>
            <w:r w:rsidRPr="00487B41">
              <w:rPr>
                <w:rFonts w:hint="eastAsia"/>
                <w:sz w:val="18"/>
                <w:szCs w:val="18"/>
              </w:rPr>
              <w:t>重要な変更</w:t>
            </w:r>
          </w:p>
        </w:tc>
      </w:tr>
      <w:tr w:rsidR="00487B41" w:rsidRPr="00487B41" w14:paraId="1FC7D180" w14:textId="77777777" w:rsidTr="00487B41">
        <w:trPr>
          <w:cantSplit/>
          <w:trHeight w:val="1134"/>
        </w:trPr>
        <w:tc>
          <w:tcPr>
            <w:tcW w:w="717" w:type="dxa"/>
            <w:shd w:val="clear" w:color="auto" w:fill="auto"/>
            <w:textDirection w:val="tbRlV"/>
            <w:vAlign w:val="center"/>
          </w:tcPr>
          <w:p w14:paraId="214F05ED" w14:textId="41F8D457" w:rsidR="00487B41" w:rsidRPr="00487B41" w:rsidRDefault="00487B41" w:rsidP="00487B41">
            <w:pPr>
              <w:spacing w:line="200" w:lineRule="exact"/>
              <w:ind w:left="113" w:right="113"/>
              <w:jc w:val="left"/>
              <w:rPr>
                <w:sz w:val="18"/>
                <w:szCs w:val="18"/>
              </w:rPr>
            </w:pPr>
            <w:r w:rsidRPr="00487B41">
              <w:rPr>
                <w:rFonts w:hint="eastAsia"/>
                <w:sz w:val="18"/>
                <w:szCs w:val="18"/>
              </w:rPr>
              <w:t>①新規就農者向け園地整備</w:t>
            </w:r>
          </w:p>
        </w:tc>
        <w:tc>
          <w:tcPr>
            <w:tcW w:w="1989" w:type="dxa"/>
          </w:tcPr>
          <w:p w14:paraId="49B264BC" w14:textId="77777777" w:rsidR="00487B41" w:rsidRPr="00487B41" w:rsidRDefault="00487B41" w:rsidP="00487B41">
            <w:pPr>
              <w:numPr>
                <w:ilvl w:val="0"/>
                <w:numId w:val="5"/>
              </w:numPr>
              <w:spacing w:line="200" w:lineRule="exact"/>
              <w:rPr>
                <w:sz w:val="18"/>
                <w:szCs w:val="18"/>
              </w:rPr>
            </w:pPr>
            <w:r w:rsidRPr="00487B41">
              <w:rPr>
                <w:rFonts w:hint="eastAsia"/>
                <w:sz w:val="18"/>
                <w:szCs w:val="18"/>
              </w:rPr>
              <w:t>果樹の改植・新植に係る苗木代や肥料代などの資材費及び機械等のリース費、伐根・伐採や整地に係る費用等</w:t>
            </w:r>
          </w:p>
          <w:p w14:paraId="5BCF5603" w14:textId="77777777" w:rsidR="00487B41" w:rsidRPr="00487B41" w:rsidRDefault="00487B41" w:rsidP="00487B41">
            <w:pPr>
              <w:numPr>
                <w:ilvl w:val="0"/>
                <w:numId w:val="5"/>
              </w:numPr>
              <w:spacing w:line="200" w:lineRule="exact"/>
              <w:rPr>
                <w:sz w:val="18"/>
                <w:szCs w:val="18"/>
              </w:rPr>
            </w:pPr>
            <w:r w:rsidRPr="00487B41">
              <w:rPr>
                <w:rFonts w:hint="eastAsia"/>
                <w:sz w:val="18"/>
                <w:szCs w:val="18"/>
              </w:rPr>
              <w:t>改植（新植）後、未収益期間に係る肥料代や農薬代などの資材費</w:t>
            </w:r>
          </w:p>
          <w:p w14:paraId="3C23A980" w14:textId="77777777" w:rsidR="00487B41" w:rsidRPr="00487B41" w:rsidRDefault="00487B41" w:rsidP="00487B41">
            <w:pPr>
              <w:numPr>
                <w:ilvl w:val="0"/>
                <w:numId w:val="5"/>
              </w:numPr>
              <w:spacing w:line="200" w:lineRule="exact"/>
              <w:rPr>
                <w:sz w:val="18"/>
                <w:szCs w:val="18"/>
              </w:rPr>
            </w:pPr>
            <w:r w:rsidRPr="00487B41">
              <w:rPr>
                <w:rFonts w:hint="eastAsia"/>
                <w:sz w:val="18"/>
                <w:szCs w:val="18"/>
              </w:rPr>
              <w:t>改植（新植）後、未収益期間の樹園地管理に係る労務費</w:t>
            </w:r>
          </w:p>
          <w:p w14:paraId="76388EF0" w14:textId="528102A9" w:rsidR="00487B41" w:rsidRPr="00487B41" w:rsidRDefault="00487B41" w:rsidP="00487B41">
            <w:pPr>
              <w:spacing w:line="200" w:lineRule="exact"/>
              <w:rPr>
                <w:sz w:val="18"/>
                <w:szCs w:val="18"/>
              </w:rPr>
            </w:pPr>
            <w:r w:rsidRPr="00487B41">
              <w:rPr>
                <w:rFonts w:hint="eastAsia"/>
                <w:sz w:val="18"/>
                <w:szCs w:val="18"/>
              </w:rPr>
              <w:t>※（1）及び（2）は、国庫事業の対象とならない場合のみ</w:t>
            </w:r>
          </w:p>
        </w:tc>
        <w:tc>
          <w:tcPr>
            <w:tcW w:w="1418" w:type="dxa"/>
            <w:vMerge w:val="restart"/>
            <w:shd w:val="clear" w:color="auto" w:fill="auto"/>
          </w:tcPr>
          <w:p w14:paraId="04A8DD55" w14:textId="36D5B0E2" w:rsidR="00487B41" w:rsidRPr="00487B41" w:rsidRDefault="0037546E" w:rsidP="00487B41">
            <w:pPr>
              <w:numPr>
                <w:ilvl w:val="0"/>
                <w:numId w:val="6"/>
              </w:numPr>
              <w:spacing w:line="200" w:lineRule="exact"/>
              <w:rPr>
                <w:sz w:val="18"/>
                <w:szCs w:val="18"/>
              </w:rPr>
            </w:pPr>
            <w:r w:rsidRPr="0037546E">
              <w:rPr>
                <w:rFonts w:hint="eastAsia"/>
                <w:color w:val="FF0000"/>
                <w:sz w:val="18"/>
                <w:szCs w:val="18"/>
              </w:rPr>
              <w:t>○○果樹産地協議会</w:t>
            </w:r>
            <w:r w:rsidRPr="0037546E">
              <w:rPr>
                <w:rFonts w:hint="eastAsia"/>
                <w:sz w:val="18"/>
                <w:szCs w:val="18"/>
              </w:rPr>
              <w:t>が果樹産地構造改革計画において定める担い手により構成される団体</w:t>
            </w:r>
            <w:r w:rsidR="00487B41" w:rsidRPr="00487B41">
              <w:rPr>
                <w:rFonts w:hint="eastAsia"/>
                <w:sz w:val="18"/>
                <w:szCs w:val="18"/>
              </w:rPr>
              <w:t>に属する農業者の組織する団体（2戸以上で構成され、代表者の定めがあり、組織及び運営についての規定の定めがあること）</w:t>
            </w:r>
          </w:p>
        </w:tc>
        <w:tc>
          <w:tcPr>
            <w:tcW w:w="4678" w:type="dxa"/>
            <w:shd w:val="clear" w:color="auto" w:fill="auto"/>
          </w:tcPr>
          <w:p w14:paraId="1C925E10" w14:textId="77777777" w:rsidR="00487B41" w:rsidRPr="00487B41" w:rsidRDefault="00487B41" w:rsidP="00487B41">
            <w:pPr>
              <w:spacing w:line="200" w:lineRule="exact"/>
              <w:rPr>
                <w:sz w:val="18"/>
                <w:szCs w:val="18"/>
              </w:rPr>
            </w:pPr>
            <w:r w:rsidRPr="00487B41">
              <w:rPr>
                <w:rFonts w:hint="eastAsia"/>
                <w:sz w:val="18"/>
                <w:szCs w:val="18"/>
              </w:rPr>
              <w:t>〇「事業実施主体」に対する要件</w:t>
            </w:r>
          </w:p>
          <w:p w14:paraId="362F4B6D" w14:textId="77777777" w:rsidR="00487B41" w:rsidRPr="00487B41" w:rsidRDefault="00487B41" w:rsidP="00487B41">
            <w:pPr>
              <w:spacing w:line="200" w:lineRule="exact"/>
              <w:rPr>
                <w:sz w:val="18"/>
                <w:szCs w:val="18"/>
              </w:rPr>
            </w:pPr>
            <w:r w:rsidRPr="00487B41">
              <w:rPr>
                <w:rFonts w:hint="eastAsia"/>
                <w:sz w:val="18"/>
                <w:szCs w:val="18"/>
              </w:rPr>
              <w:t>（下記の全てを満たすこと）</w:t>
            </w:r>
          </w:p>
          <w:p w14:paraId="4743FA51" w14:textId="77777777" w:rsidR="00487B41" w:rsidRDefault="00487B41" w:rsidP="00487B41">
            <w:pPr>
              <w:numPr>
                <w:ilvl w:val="0"/>
                <w:numId w:val="13"/>
              </w:numPr>
              <w:spacing w:line="200" w:lineRule="exact"/>
              <w:rPr>
                <w:sz w:val="18"/>
                <w:szCs w:val="18"/>
              </w:rPr>
            </w:pPr>
            <w:r w:rsidRPr="00487B41">
              <w:rPr>
                <w:rFonts w:hint="eastAsia"/>
                <w:sz w:val="18"/>
                <w:szCs w:val="18"/>
              </w:rPr>
              <w:t>「樹園地整備継承計画」を策定すること。</w:t>
            </w:r>
          </w:p>
          <w:p w14:paraId="73328D1B" w14:textId="77777777" w:rsidR="00487B41" w:rsidRDefault="00487B41" w:rsidP="00487B41">
            <w:pPr>
              <w:numPr>
                <w:ilvl w:val="0"/>
                <w:numId w:val="13"/>
              </w:numPr>
              <w:spacing w:line="200" w:lineRule="exact"/>
              <w:rPr>
                <w:sz w:val="18"/>
                <w:szCs w:val="18"/>
              </w:rPr>
            </w:pPr>
            <w:r w:rsidRPr="00487B41">
              <w:rPr>
                <w:rFonts w:hint="eastAsia"/>
                <w:sz w:val="18"/>
                <w:szCs w:val="18"/>
              </w:rPr>
              <w:t>事業実施後、原則４年以内に新規就農者（又は研修生）を受け入れること。</w:t>
            </w:r>
          </w:p>
          <w:p w14:paraId="09347231" w14:textId="77777777" w:rsidR="00487B41" w:rsidRDefault="00487B41" w:rsidP="00487B41">
            <w:pPr>
              <w:numPr>
                <w:ilvl w:val="0"/>
                <w:numId w:val="13"/>
              </w:numPr>
              <w:spacing w:line="200" w:lineRule="exact"/>
              <w:rPr>
                <w:sz w:val="18"/>
                <w:szCs w:val="18"/>
              </w:rPr>
            </w:pPr>
            <w:r w:rsidRPr="00487B41">
              <w:rPr>
                <w:rFonts w:hint="eastAsia"/>
                <w:sz w:val="18"/>
                <w:szCs w:val="18"/>
              </w:rPr>
              <w:t>事業実施主体の構成員の全てが、新規就農予定者の親族（三親等以内の者）ではないこと。</w:t>
            </w:r>
          </w:p>
          <w:p w14:paraId="166FEF7F" w14:textId="534DDE2D" w:rsidR="00487B41" w:rsidRDefault="00487B41" w:rsidP="00487B41">
            <w:pPr>
              <w:numPr>
                <w:ilvl w:val="0"/>
                <w:numId w:val="13"/>
              </w:numPr>
              <w:spacing w:line="200" w:lineRule="exact"/>
              <w:rPr>
                <w:sz w:val="18"/>
                <w:szCs w:val="18"/>
              </w:rPr>
            </w:pPr>
            <w:r w:rsidRPr="00487B41">
              <w:rPr>
                <w:rFonts w:hint="eastAsia"/>
                <w:sz w:val="18"/>
                <w:szCs w:val="18"/>
              </w:rPr>
              <w:t>事業の円滑な実施に必要な関係機関との協力体制が構築されていること。</w:t>
            </w:r>
          </w:p>
          <w:p w14:paraId="6D5152F0" w14:textId="77777777" w:rsidR="00487B41" w:rsidRPr="00487B41" w:rsidRDefault="00487B41" w:rsidP="00487B41">
            <w:pPr>
              <w:spacing w:line="200" w:lineRule="exact"/>
              <w:ind w:left="420"/>
              <w:rPr>
                <w:sz w:val="18"/>
                <w:szCs w:val="18"/>
              </w:rPr>
            </w:pPr>
          </w:p>
          <w:p w14:paraId="5F43A204" w14:textId="77777777" w:rsidR="00487B41" w:rsidRPr="00487B41" w:rsidRDefault="00487B41" w:rsidP="00487B41">
            <w:pPr>
              <w:spacing w:line="200" w:lineRule="exact"/>
              <w:rPr>
                <w:sz w:val="18"/>
                <w:szCs w:val="18"/>
              </w:rPr>
            </w:pPr>
            <w:r w:rsidRPr="00487B41">
              <w:rPr>
                <w:rFonts w:hint="eastAsia"/>
                <w:sz w:val="18"/>
                <w:szCs w:val="18"/>
              </w:rPr>
              <w:t>〇「園地」に対する要件</w:t>
            </w:r>
          </w:p>
          <w:p w14:paraId="717D7A78" w14:textId="77777777" w:rsidR="00487B41" w:rsidRDefault="00487B41" w:rsidP="00487B41">
            <w:pPr>
              <w:spacing w:line="200" w:lineRule="exact"/>
              <w:rPr>
                <w:sz w:val="18"/>
                <w:szCs w:val="18"/>
              </w:rPr>
            </w:pPr>
            <w:r w:rsidRPr="00487B41">
              <w:rPr>
                <w:rFonts w:hint="eastAsia"/>
                <w:sz w:val="18"/>
                <w:szCs w:val="18"/>
              </w:rPr>
              <w:t>（下記の全てを満たすこと）</w:t>
            </w:r>
          </w:p>
          <w:p w14:paraId="033C8E1F" w14:textId="77777777" w:rsidR="00487B41" w:rsidRDefault="00487B41" w:rsidP="00487B41">
            <w:pPr>
              <w:numPr>
                <w:ilvl w:val="0"/>
                <w:numId w:val="15"/>
              </w:numPr>
              <w:spacing w:line="200" w:lineRule="exact"/>
              <w:rPr>
                <w:sz w:val="18"/>
                <w:szCs w:val="18"/>
              </w:rPr>
            </w:pPr>
            <w:r w:rsidRPr="00487B41">
              <w:rPr>
                <w:rFonts w:hint="eastAsia"/>
                <w:sz w:val="18"/>
                <w:szCs w:val="18"/>
              </w:rPr>
              <w:t>果樹の新規就農者を受け入れるに当たり、就農又は研修用に事前に整備する園地であること。</w:t>
            </w:r>
          </w:p>
          <w:p w14:paraId="5BBB044F" w14:textId="02048A5C" w:rsidR="00487B41" w:rsidRPr="00487B41" w:rsidRDefault="00487B41" w:rsidP="00487B41">
            <w:pPr>
              <w:numPr>
                <w:ilvl w:val="0"/>
                <w:numId w:val="15"/>
              </w:numPr>
              <w:spacing w:line="200" w:lineRule="exact"/>
              <w:rPr>
                <w:sz w:val="18"/>
                <w:szCs w:val="18"/>
              </w:rPr>
            </w:pPr>
            <w:r w:rsidRPr="00487B41">
              <w:rPr>
                <w:rFonts w:hint="eastAsia"/>
                <w:sz w:val="18"/>
                <w:szCs w:val="18"/>
              </w:rPr>
              <w:t>1園地当たり地続きで概ね5a以上であること。</w:t>
            </w:r>
          </w:p>
        </w:tc>
        <w:tc>
          <w:tcPr>
            <w:tcW w:w="3685" w:type="dxa"/>
            <w:shd w:val="clear" w:color="auto" w:fill="auto"/>
          </w:tcPr>
          <w:p w14:paraId="66869A98" w14:textId="77777777" w:rsidR="00487B41" w:rsidRPr="00487B41" w:rsidRDefault="00487B41" w:rsidP="00487B41">
            <w:pPr>
              <w:spacing w:line="200" w:lineRule="exact"/>
              <w:rPr>
                <w:sz w:val="18"/>
                <w:szCs w:val="18"/>
              </w:rPr>
            </w:pPr>
            <w:r w:rsidRPr="00487B41">
              <w:rPr>
                <w:rFonts w:hint="eastAsia"/>
                <w:sz w:val="18"/>
                <w:szCs w:val="18"/>
              </w:rPr>
              <w:t>〇定額補助(10a当たり)</w:t>
            </w:r>
          </w:p>
          <w:p w14:paraId="54E5B4C6" w14:textId="77777777" w:rsidR="00487B41" w:rsidRPr="00487B41" w:rsidRDefault="00487B41" w:rsidP="00487B41">
            <w:pPr>
              <w:spacing w:line="200" w:lineRule="exact"/>
              <w:rPr>
                <w:sz w:val="18"/>
                <w:szCs w:val="18"/>
              </w:rPr>
            </w:pPr>
            <w:r w:rsidRPr="00487B41">
              <w:rPr>
                <w:rFonts w:hint="eastAsia"/>
                <w:sz w:val="18"/>
                <w:szCs w:val="18"/>
              </w:rPr>
              <w:t>(1)改植（新植）支援</w:t>
            </w:r>
          </w:p>
          <w:p w14:paraId="0B54FDEE" w14:textId="77777777" w:rsidR="00487B41" w:rsidRPr="00487B41" w:rsidRDefault="00487B41" w:rsidP="00487B41">
            <w:pPr>
              <w:spacing w:line="200" w:lineRule="exact"/>
              <w:rPr>
                <w:sz w:val="18"/>
                <w:szCs w:val="18"/>
              </w:rPr>
            </w:pPr>
            <w:r w:rsidRPr="00487B41">
              <w:rPr>
                <w:rFonts w:hint="eastAsia"/>
                <w:sz w:val="18"/>
                <w:szCs w:val="18"/>
              </w:rPr>
              <w:t>・かんきつ類　　　23（21）万円</w:t>
            </w:r>
          </w:p>
          <w:p w14:paraId="569E3973" w14:textId="77777777" w:rsidR="00487B41" w:rsidRPr="00487B41" w:rsidRDefault="00487B41" w:rsidP="00487B41">
            <w:pPr>
              <w:spacing w:line="200" w:lineRule="exact"/>
              <w:rPr>
                <w:sz w:val="18"/>
                <w:szCs w:val="18"/>
              </w:rPr>
            </w:pPr>
            <w:r w:rsidRPr="00487B41">
              <w:rPr>
                <w:rFonts w:hint="eastAsia"/>
                <w:sz w:val="18"/>
                <w:szCs w:val="18"/>
              </w:rPr>
              <w:t>ただし、根域制限栽培 については</w:t>
            </w:r>
          </w:p>
          <w:p w14:paraId="0F0ECE24" w14:textId="77777777" w:rsidR="00487B41" w:rsidRPr="00487B41" w:rsidRDefault="00487B41" w:rsidP="00487B41">
            <w:pPr>
              <w:spacing w:line="200" w:lineRule="exact"/>
              <w:rPr>
                <w:sz w:val="18"/>
                <w:szCs w:val="18"/>
              </w:rPr>
            </w:pPr>
            <w:r w:rsidRPr="00487B41">
              <w:rPr>
                <w:rFonts w:hint="eastAsia"/>
                <w:sz w:val="18"/>
                <w:szCs w:val="18"/>
              </w:rPr>
              <w:t>111（108）万円</w:t>
            </w:r>
          </w:p>
          <w:p w14:paraId="4606FAFE" w14:textId="77777777" w:rsidR="00487B41" w:rsidRPr="00487B41" w:rsidRDefault="00487B41" w:rsidP="00487B41">
            <w:pPr>
              <w:spacing w:line="200" w:lineRule="exact"/>
              <w:rPr>
                <w:sz w:val="18"/>
                <w:szCs w:val="18"/>
              </w:rPr>
            </w:pPr>
            <w:r w:rsidRPr="00487B41">
              <w:rPr>
                <w:rFonts w:hint="eastAsia"/>
                <w:sz w:val="18"/>
                <w:szCs w:val="18"/>
              </w:rPr>
              <w:t>・落葉果樹         17（15）万円</w:t>
            </w:r>
          </w:p>
          <w:p w14:paraId="14D7B9CB" w14:textId="77777777" w:rsidR="00487B41" w:rsidRPr="00487B41" w:rsidRDefault="00487B41" w:rsidP="00487B41">
            <w:pPr>
              <w:spacing w:line="200" w:lineRule="exact"/>
              <w:rPr>
                <w:sz w:val="18"/>
                <w:szCs w:val="18"/>
              </w:rPr>
            </w:pPr>
            <w:r w:rsidRPr="00487B41">
              <w:rPr>
                <w:rFonts w:hint="eastAsia"/>
                <w:sz w:val="18"/>
                <w:szCs w:val="18"/>
              </w:rPr>
              <w:t>ただし、梨ジョイント栽培については</w:t>
            </w:r>
          </w:p>
          <w:p w14:paraId="32FF5A38" w14:textId="77777777" w:rsidR="00487B41" w:rsidRPr="00487B41" w:rsidRDefault="00487B41" w:rsidP="00487B41">
            <w:pPr>
              <w:spacing w:line="200" w:lineRule="exact"/>
              <w:rPr>
                <w:sz w:val="18"/>
                <w:szCs w:val="18"/>
              </w:rPr>
            </w:pPr>
            <w:r w:rsidRPr="00487B41">
              <w:rPr>
                <w:rFonts w:hint="eastAsia"/>
                <w:sz w:val="18"/>
                <w:szCs w:val="18"/>
              </w:rPr>
              <w:t>33（32）万円</w:t>
            </w:r>
          </w:p>
          <w:p w14:paraId="0934D609" w14:textId="77777777" w:rsidR="00487B41" w:rsidRPr="00487B41" w:rsidRDefault="00487B41" w:rsidP="00487B41">
            <w:pPr>
              <w:spacing w:line="200" w:lineRule="exact"/>
              <w:rPr>
                <w:sz w:val="18"/>
                <w:szCs w:val="18"/>
              </w:rPr>
            </w:pPr>
            <w:r w:rsidRPr="00487B41">
              <w:rPr>
                <w:rFonts w:hint="eastAsia"/>
                <w:sz w:val="18"/>
                <w:szCs w:val="18"/>
              </w:rPr>
              <w:t>※括弧書きについては、新植する場合の補助単価</w:t>
            </w:r>
          </w:p>
          <w:p w14:paraId="4B03D9E1" w14:textId="77777777" w:rsidR="00487B41" w:rsidRPr="00487B41" w:rsidRDefault="00487B41" w:rsidP="00487B41">
            <w:pPr>
              <w:spacing w:line="200" w:lineRule="exact"/>
              <w:rPr>
                <w:sz w:val="18"/>
                <w:szCs w:val="18"/>
              </w:rPr>
            </w:pPr>
          </w:p>
          <w:p w14:paraId="6DCA78EF" w14:textId="77777777" w:rsidR="00487B41" w:rsidRPr="00487B41" w:rsidRDefault="00487B41" w:rsidP="00487B41">
            <w:pPr>
              <w:spacing w:line="200" w:lineRule="exact"/>
              <w:rPr>
                <w:sz w:val="18"/>
                <w:szCs w:val="18"/>
              </w:rPr>
            </w:pPr>
            <w:r w:rsidRPr="00487B41">
              <w:rPr>
                <w:rFonts w:hint="eastAsia"/>
                <w:sz w:val="18"/>
                <w:szCs w:val="18"/>
              </w:rPr>
              <w:t>(2)未収益期間支援（資材費）</w:t>
            </w:r>
          </w:p>
          <w:p w14:paraId="0B8E4DC2" w14:textId="77777777" w:rsidR="00487B41" w:rsidRPr="00487B41" w:rsidRDefault="00487B41" w:rsidP="00487B41">
            <w:pPr>
              <w:spacing w:line="200" w:lineRule="exact"/>
              <w:rPr>
                <w:sz w:val="18"/>
                <w:szCs w:val="18"/>
              </w:rPr>
            </w:pPr>
            <w:r w:rsidRPr="00487B41">
              <w:rPr>
                <w:rFonts w:hint="eastAsia"/>
                <w:sz w:val="18"/>
                <w:szCs w:val="18"/>
              </w:rPr>
              <w:t>・22万円</w:t>
            </w:r>
          </w:p>
          <w:p w14:paraId="6D49B25D" w14:textId="77777777" w:rsidR="00487B41" w:rsidRPr="00487B41" w:rsidRDefault="00487B41" w:rsidP="00487B41">
            <w:pPr>
              <w:spacing w:line="200" w:lineRule="exact"/>
              <w:rPr>
                <w:sz w:val="18"/>
                <w:szCs w:val="18"/>
              </w:rPr>
            </w:pPr>
          </w:p>
          <w:p w14:paraId="3F4C7E0A" w14:textId="77777777" w:rsidR="00487B41" w:rsidRPr="00487B41" w:rsidRDefault="00487B41" w:rsidP="00487B41">
            <w:pPr>
              <w:spacing w:line="200" w:lineRule="exact"/>
              <w:rPr>
                <w:sz w:val="18"/>
                <w:szCs w:val="18"/>
              </w:rPr>
            </w:pPr>
            <w:r w:rsidRPr="00487B41">
              <w:rPr>
                <w:rFonts w:hint="eastAsia"/>
                <w:sz w:val="18"/>
                <w:szCs w:val="18"/>
              </w:rPr>
              <w:t>(3)未収益期間支援（労務費）</w:t>
            </w:r>
          </w:p>
          <w:p w14:paraId="748C20F8" w14:textId="77777777" w:rsidR="00487B41" w:rsidRPr="00487B41" w:rsidRDefault="00487B41" w:rsidP="00487B41">
            <w:pPr>
              <w:spacing w:line="200" w:lineRule="exact"/>
              <w:rPr>
                <w:sz w:val="18"/>
                <w:szCs w:val="18"/>
              </w:rPr>
            </w:pPr>
            <w:r w:rsidRPr="00487B41">
              <w:rPr>
                <w:rFonts w:hint="eastAsia"/>
                <w:sz w:val="18"/>
                <w:szCs w:val="18"/>
              </w:rPr>
              <w:t>・かんきつ類　24万円</w:t>
            </w:r>
          </w:p>
          <w:p w14:paraId="3ED9B40B" w14:textId="77777777" w:rsidR="00487B41" w:rsidRPr="00487B41" w:rsidRDefault="00487B41" w:rsidP="00487B41">
            <w:pPr>
              <w:spacing w:line="200" w:lineRule="exact"/>
              <w:rPr>
                <w:sz w:val="18"/>
                <w:szCs w:val="18"/>
              </w:rPr>
            </w:pPr>
            <w:r w:rsidRPr="00487B41">
              <w:rPr>
                <w:rFonts w:hint="eastAsia"/>
                <w:sz w:val="18"/>
                <w:szCs w:val="18"/>
              </w:rPr>
              <w:t>・落葉果樹　48万円</w:t>
            </w:r>
          </w:p>
          <w:p w14:paraId="40DCDDD7" w14:textId="77777777" w:rsidR="00487B41" w:rsidRPr="00487B41" w:rsidRDefault="00487B41" w:rsidP="00487B41">
            <w:pPr>
              <w:spacing w:line="200" w:lineRule="exact"/>
              <w:rPr>
                <w:sz w:val="18"/>
                <w:szCs w:val="18"/>
              </w:rPr>
            </w:pPr>
          </w:p>
          <w:p w14:paraId="4F625AA0" w14:textId="743764C2" w:rsidR="00487B41" w:rsidRPr="00487B41" w:rsidRDefault="00487B41" w:rsidP="00487B41">
            <w:pPr>
              <w:spacing w:line="200" w:lineRule="exact"/>
              <w:rPr>
                <w:sz w:val="18"/>
                <w:szCs w:val="18"/>
              </w:rPr>
            </w:pPr>
            <w:r w:rsidRPr="00487B41">
              <w:rPr>
                <w:rFonts w:hint="eastAsia"/>
                <w:sz w:val="18"/>
                <w:szCs w:val="18"/>
              </w:rPr>
              <w:t>※面積については、小数点以下（1a未満）は切り捨てて計算することとする。</w:t>
            </w:r>
          </w:p>
        </w:tc>
        <w:tc>
          <w:tcPr>
            <w:tcW w:w="1418" w:type="dxa"/>
            <w:vMerge w:val="restart"/>
            <w:shd w:val="clear" w:color="auto" w:fill="auto"/>
          </w:tcPr>
          <w:p w14:paraId="0B3B9DA5" w14:textId="3D2FCF1C" w:rsidR="00487B41" w:rsidRPr="00487B41" w:rsidRDefault="00487B41" w:rsidP="00487B41">
            <w:pPr>
              <w:numPr>
                <w:ilvl w:val="0"/>
                <w:numId w:val="8"/>
              </w:numPr>
              <w:spacing w:line="200" w:lineRule="exact"/>
              <w:rPr>
                <w:sz w:val="18"/>
                <w:szCs w:val="18"/>
              </w:rPr>
            </w:pPr>
            <w:r w:rsidRPr="00487B41">
              <w:rPr>
                <w:rFonts w:hint="eastAsia"/>
                <w:sz w:val="18"/>
                <w:szCs w:val="18"/>
              </w:rPr>
              <w:t>補助金額の変更</w:t>
            </w:r>
          </w:p>
          <w:p w14:paraId="6E293FE8" w14:textId="402280F0" w:rsidR="00487B41" w:rsidRPr="00487B41" w:rsidRDefault="00487B41" w:rsidP="00487B41">
            <w:pPr>
              <w:numPr>
                <w:ilvl w:val="0"/>
                <w:numId w:val="8"/>
              </w:numPr>
              <w:spacing w:line="200" w:lineRule="exact"/>
              <w:rPr>
                <w:sz w:val="18"/>
                <w:szCs w:val="18"/>
              </w:rPr>
            </w:pPr>
            <w:r w:rsidRPr="00487B41">
              <w:rPr>
                <w:rFonts w:hint="eastAsia"/>
                <w:sz w:val="18"/>
                <w:szCs w:val="18"/>
              </w:rPr>
              <w:t>事業内容の追加又は廃止</w:t>
            </w:r>
          </w:p>
          <w:p w14:paraId="091B7D8A" w14:textId="1C8B3FF1" w:rsidR="00487B41" w:rsidRPr="00487B41" w:rsidRDefault="00487B41" w:rsidP="00487B41">
            <w:pPr>
              <w:numPr>
                <w:ilvl w:val="0"/>
                <w:numId w:val="8"/>
              </w:numPr>
              <w:spacing w:line="200" w:lineRule="exact"/>
              <w:rPr>
                <w:sz w:val="18"/>
                <w:szCs w:val="18"/>
              </w:rPr>
            </w:pPr>
            <w:r w:rsidRPr="00487B41">
              <w:rPr>
                <w:rFonts w:hint="eastAsia"/>
                <w:sz w:val="18"/>
                <w:szCs w:val="18"/>
              </w:rPr>
              <w:t>補助事業の中止</w:t>
            </w:r>
          </w:p>
          <w:p w14:paraId="7EABCC41" w14:textId="2520C257" w:rsidR="00487B41" w:rsidRPr="00487B41" w:rsidRDefault="00487B41" w:rsidP="00487B41">
            <w:pPr>
              <w:numPr>
                <w:ilvl w:val="0"/>
                <w:numId w:val="8"/>
              </w:numPr>
              <w:spacing w:line="200" w:lineRule="exact"/>
              <w:rPr>
                <w:sz w:val="18"/>
                <w:szCs w:val="18"/>
              </w:rPr>
            </w:pPr>
            <w:r w:rsidRPr="00487B41">
              <w:rPr>
                <w:rFonts w:hint="eastAsia"/>
                <w:sz w:val="18"/>
                <w:szCs w:val="18"/>
              </w:rPr>
              <w:t>事業実施主体の変更</w:t>
            </w:r>
          </w:p>
        </w:tc>
      </w:tr>
      <w:tr w:rsidR="00487B41" w:rsidRPr="00487B41" w14:paraId="14D47A8B" w14:textId="77777777" w:rsidTr="00487B41">
        <w:trPr>
          <w:cantSplit/>
          <w:trHeight w:val="1134"/>
        </w:trPr>
        <w:tc>
          <w:tcPr>
            <w:tcW w:w="717" w:type="dxa"/>
            <w:shd w:val="clear" w:color="auto" w:fill="auto"/>
            <w:textDirection w:val="tbRlV"/>
            <w:vAlign w:val="center"/>
          </w:tcPr>
          <w:p w14:paraId="6AE331F1" w14:textId="324C651B" w:rsidR="00487B41" w:rsidRPr="00487B41" w:rsidRDefault="00487B41" w:rsidP="00487B41">
            <w:pPr>
              <w:spacing w:line="200" w:lineRule="exact"/>
              <w:ind w:left="113" w:right="113"/>
              <w:jc w:val="left"/>
              <w:rPr>
                <w:sz w:val="18"/>
                <w:szCs w:val="18"/>
              </w:rPr>
            </w:pPr>
            <w:r w:rsidRPr="00487B41">
              <w:rPr>
                <w:rFonts w:hint="eastAsia"/>
                <w:sz w:val="18"/>
                <w:szCs w:val="18"/>
              </w:rPr>
              <w:t>②</w:t>
            </w:r>
            <w:r w:rsidR="0037546E">
              <w:rPr>
                <w:rFonts w:hint="eastAsia"/>
                <w:sz w:val="18"/>
                <w:szCs w:val="18"/>
              </w:rPr>
              <w:t>担い手への園地集積支援</w:t>
            </w:r>
          </w:p>
        </w:tc>
        <w:tc>
          <w:tcPr>
            <w:tcW w:w="1989" w:type="dxa"/>
          </w:tcPr>
          <w:p w14:paraId="25C721B7" w14:textId="77777777" w:rsidR="00487B41" w:rsidRPr="00487B41" w:rsidRDefault="00487B41" w:rsidP="00487B41">
            <w:pPr>
              <w:pStyle w:val="ac"/>
              <w:widowControl/>
              <w:numPr>
                <w:ilvl w:val="0"/>
                <w:numId w:val="18"/>
              </w:numPr>
              <w:spacing w:line="240" w:lineRule="exact"/>
              <w:ind w:leftChars="0"/>
              <w:rPr>
                <w:rFonts w:ascii="ＭＳ 明朝" w:hAnsi="ＭＳ 明朝"/>
                <w:spacing w:val="-10"/>
                <w:sz w:val="18"/>
                <w:szCs w:val="18"/>
              </w:rPr>
            </w:pPr>
            <w:r w:rsidRPr="00487B41">
              <w:rPr>
                <w:rFonts w:ascii="ＭＳ 明朝" w:hAnsi="ＭＳ 明朝" w:hint="eastAsia"/>
                <w:spacing w:val="-10"/>
                <w:sz w:val="18"/>
                <w:szCs w:val="18"/>
              </w:rPr>
              <w:t>樹園地を継承する取組における園地の出し手に対する園地集積協力金</w:t>
            </w:r>
          </w:p>
          <w:p w14:paraId="636520DA" w14:textId="77777777" w:rsidR="00487B41" w:rsidRPr="00487B41" w:rsidRDefault="00487B41" w:rsidP="00487B41">
            <w:pPr>
              <w:pStyle w:val="ac"/>
              <w:widowControl/>
              <w:numPr>
                <w:ilvl w:val="0"/>
                <w:numId w:val="18"/>
              </w:numPr>
              <w:spacing w:line="240" w:lineRule="exact"/>
              <w:ind w:leftChars="0"/>
              <w:rPr>
                <w:rFonts w:ascii="ＭＳ 明朝" w:hAnsi="ＭＳ 明朝"/>
                <w:spacing w:val="-10"/>
                <w:sz w:val="18"/>
                <w:szCs w:val="18"/>
              </w:rPr>
            </w:pPr>
            <w:r w:rsidRPr="00487B41">
              <w:rPr>
                <w:rFonts w:ascii="ＭＳ 明朝" w:hAnsi="ＭＳ 明朝" w:hint="eastAsia"/>
                <w:spacing w:val="-10"/>
                <w:sz w:val="18"/>
                <w:szCs w:val="18"/>
              </w:rPr>
              <w:t>推進事務費</w:t>
            </w:r>
          </w:p>
          <w:p w14:paraId="39AA2DF4" w14:textId="77777777" w:rsidR="00487B41" w:rsidRPr="00487B41" w:rsidRDefault="00487B41" w:rsidP="00487B41">
            <w:pPr>
              <w:pStyle w:val="ac"/>
              <w:widowControl/>
              <w:spacing w:line="240" w:lineRule="exact"/>
              <w:ind w:leftChars="0" w:left="360"/>
              <w:rPr>
                <w:rFonts w:ascii="ＭＳ 明朝" w:hAnsi="ＭＳ 明朝"/>
                <w:spacing w:val="-10"/>
                <w:sz w:val="18"/>
                <w:szCs w:val="18"/>
              </w:rPr>
            </w:pPr>
            <w:r w:rsidRPr="00487B41">
              <w:rPr>
                <w:rFonts w:ascii="ＭＳ 明朝" w:hAnsi="ＭＳ 明朝" w:hint="eastAsia"/>
                <w:spacing w:val="-10"/>
                <w:sz w:val="18"/>
                <w:szCs w:val="18"/>
              </w:rPr>
              <w:t>（振込手数料）</w:t>
            </w:r>
          </w:p>
          <w:p w14:paraId="46C15C02" w14:textId="77777777" w:rsidR="00487B41" w:rsidRPr="00487B41" w:rsidRDefault="00487B41" w:rsidP="00487B41">
            <w:pPr>
              <w:spacing w:line="200" w:lineRule="exact"/>
              <w:rPr>
                <w:sz w:val="18"/>
                <w:szCs w:val="18"/>
              </w:rPr>
            </w:pPr>
          </w:p>
        </w:tc>
        <w:tc>
          <w:tcPr>
            <w:tcW w:w="1418" w:type="dxa"/>
            <w:vMerge/>
            <w:shd w:val="clear" w:color="auto" w:fill="auto"/>
          </w:tcPr>
          <w:p w14:paraId="28FFCC42" w14:textId="72D093C2" w:rsidR="00487B41" w:rsidRPr="00487B41" w:rsidRDefault="00487B41" w:rsidP="00487B41">
            <w:pPr>
              <w:spacing w:line="200" w:lineRule="exact"/>
              <w:rPr>
                <w:sz w:val="18"/>
                <w:szCs w:val="18"/>
              </w:rPr>
            </w:pPr>
          </w:p>
        </w:tc>
        <w:tc>
          <w:tcPr>
            <w:tcW w:w="4678" w:type="dxa"/>
            <w:shd w:val="clear" w:color="auto" w:fill="auto"/>
          </w:tcPr>
          <w:p w14:paraId="54DE4A50" w14:textId="77777777" w:rsidR="00487B41" w:rsidRPr="00487B41" w:rsidRDefault="00487B41" w:rsidP="00487B41">
            <w:pPr>
              <w:spacing w:line="200" w:lineRule="exact"/>
              <w:rPr>
                <w:sz w:val="18"/>
                <w:szCs w:val="18"/>
              </w:rPr>
            </w:pPr>
            <w:r w:rsidRPr="00487B41">
              <w:rPr>
                <w:rFonts w:hint="eastAsia"/>
                <w:sz w:val="18"/>
                <w:szCs w:val="18"/>
              </w:rPr>
              <w:t>〇「事業実施主体」に対する要件</w:t>
            </w:r>
          </w:p>
          <w:p w14:paraId="6ED5C5F0" w14:textId="77777777" w:rsidR="00487B41" w:rsidRPr="00487B41" w:rsidRDefault="00487B41" w:rsidP="00487B41">
            <w:pPr>
              <w:spacing w:line="200" w:lineRule="exact"/>
              <w:rPr>
                <w:sz w:val="18"/>
                <w:szCs w:val="18"/>
              </w:rPr>
            </w:pPr>
            <w:r w:rsidRPr="00487B41">
              <w:rPr>
                <w:rFonts w:hint="eastAsia"/>
                <w:sz w:val="18"/>
                <w:szCs w:val="18"/>
              </w:rPr>
              <w:t>（下記の全てを満たすこと）</w:t>
            </w:r>
          </w:p>
          <w:p w14:paraId="513D02B2" w14:textId="77777777" w:rsidR="00487B41" w:rsidRDefault="00487B41" w:rsidP="00487B41">
            <w:pPr>
              <w:numPr>
                <w:ilvl w:val="0"/>
                <w:numId w:val="16"/>
              </w:numPr>
              <w:spacing w:line="200" w:lineRule="exact"/>
              <w:rPr>
                <w:sz w:val="18"/>
                <w:szCs w:val="18"/>
              </w:rPr>
            </w:pPr>
            <w:r w:rsidRPr="00487B41">
              <w:rPr>
                <w:rFonts w:hint="eastAsia"/>
                <w:sz w:val="18"/>
                <w:szCs w:val="18"/>
              </w:rPr>
              <w:t>「樹園地整備継承計画」を策定していること。</w:t>
            </w:r>
          </w:p>
          <w:p w14:paraId="105A3E39" w14:textId="09A670AB" w:rsidR="00487B41" w:rsidRPr="00487B41" w:rsidRDefault="00487B41" w:rsidP="00487B41">
            <w:pPr>
              <w:numPr>
                <w:ilvl w:val="0"/>
                <w:numId w:val="16"/>
              </w:numPr>
              <w:spacing w:line="200" w:lineRule="exact"/>
              <w:rPr>
                <w:sz w:val="18"/>
                <w:szCs w:val="18"/>
              </w:rPr>
            </w:pPr>
            <w:r w:rsidRPr="00487B41">
              <w:rPr>
                <w:rFonts w:hint="eastAsia"/>
                <w:sz w:val="18"/>
                <w:szCs w:val="18"/>
              </w:rPr>
              <w:t>事業の円滑な実施に必要な関係機関との協力体制が構築されていること。</w:t>
            </w:r>
          </w:p>
          <w:p w14:paraId="53E7967E" w14:textId="77777777" w:rsidR="00487B41" w:rsidRPr="00487B41" w:rsidRDefault="00487B41" w:rsidP="00487B41">
            <w:pPr>
              <w:spacing w:line="200" w:lineRule="exact"/>
              <w:rPr>
                <w:sz w:val="18"/>
                <w:szCs w:val="18"/>
              </w:rPr>
            </w:pPr>
          </w:p>
          <w:p w14:paraId="768540A7" w14:textId="77777777" w:rsidR="00487B41" w:rsidRPr="00487B41" w:rsidRDefault="00487B41" w:rsidP="00487B41">
            <w:pPr>
              <w:spacing w:line="200" w:lineRule="exact"/>
              <w:rPr>
                <w:sz w:val="18"/>
                <w:szCs w:val="18"/>
              </w:rPr>
            </w:pPr>
            <w:r w:rsidRPr="00487B41">
              <w:rPr>
                <w:rFonts w:hint="eastAsia"/>
                <w:sz w:val="18"/>
                <w:szCs w:val="18"/>
              </w:rPr>
              <w:t>〇「園地」に対する要件</w:t>
            </w:r>
          </w:p>
          <w:p w14:paraId="710E418C" w14:textId="77777777" w:rsidR="00487B41" w:rsidRPr="00487B41" w:rsidRDefault="00487B41" w:rsidP="00487B41">
            <w:pPr>
              <w:spacing w:line="200" w:lineRule="exact"/>
              <w:rPr>
                <w:sz w:val="18"/>
                <w:szCs w:val="18"/>
              </w:rPr>
            </w:pPr>
            <w:r w:rsidRPr="00487B41">
              <w:rPr>
                <w:rFonts w:hint="eastAsia"/>
                <w:sz w:val="18"/>
                <w:szCs w:val="18"/>
              </w:rPr>
              <w:t>（下記の全てを満たすこと）</w:t>
            </w:r>
          </w:p>
          <w:p w14:paraId="01D5534C" w14:textId="77777777" w:rsidR="00487B41" w:rsidRDefault="00487B41" w:rsidP="00487B41">
            <w:pPr>
              <w:numPr>
                <w:ilvl w:val="0"/>
                <w:numId w:val="17"/>
              </w:numPr>
              <w:spacing w:line="200" w:lineRule="exact"/>
              <w:rPr>
                <w:sz w:val="18"/>
                <w:szCs w:val="18"/>
              </w:rPr>
            </w:pPr>
            <w:r w:rsidRPr="00487B41">
              <w:rPr>
                <w:rFonts w:hint="eastAsia"/>
                <w:sz w:val="18"/>
                <w:szCs w:val="18"/>
              </w:rPr>
              <w:t>地域で行われた話合いにおいて、「残すべき園地」として位置付けられた園地であること。</w:t>
            </w:r>
          </w:p>
          <w:p w14:paraId="2DCAACA4" w14:textId="77777777" w:rsidR="00487B41" w:rsidRDefault="00487B41" w:rsidP="00487B41">
            <w:pPr>
              <w:numPr>
                <w:ilvl w:val="0"/>
                <w:numId w:val="17"/>
              </w:numPr>
              <w:spacing w:line="200" w:lineRule="exact"/>
              <w:rPr>
                <w:sz w:val="18"/>
                <w:szCs w:val="18"/>
              </w:rPr>
            </w:pPr>
            <w:r w:rsidRPr="00487B41">
              <w:rPr>
                <w:rFonts w:hint="eastAsia"/>
                <w:sz w:val="18"/>
                <w:szCs w:val="18"/>
              </w:rPr>
              <w:t>施設の場合5a以上、露地の場合20a以上のまとまりのある園地のうち一定基準（別紙２－３チェックリスト）を満たすこと。なお、品種については、県の推奨品種又は事業実施主体が属する果樹産地構造改革計画に記載された推奨（又は特産）品種であること。</w:t>
            </w:r>
          </w:p>
          <w:p w14:paraId="784BD46B" w14:textId="6A1B20EA" w:rsidR="00487B41" w:rsidRPr="00487B41" w:rsidRDefault="00487B41" w:rsidP="00487B41">
            <w:pPr>
              <w:numPr>
                <w:ilvl w:val="0"/>
                <w:numId w:val="17"/>
              </w:numPr>
              <w:spacing w:line="200" w:lineRule="exact"/>
              <w:rPr>
                <w:sz w:val="18"/>
                <w:szCs w:val="18"/>
              </w:rPr>
            </w:pPr>
            <w:r w:rsidRPr="00487B41">
              <w:rPr>
                <w:rFonts w:hint="eastAsia"/>
                <w:sz w:val="18"/>
                <w:szCs w:val="18"/>
              </w:rPr>
              <w:t>園地の所有者及び耕作者（園地の出し手）とその園地の継承者（園地の受け手）は親族（三親等以内の者）でないこと。</w:t>
            </w:r>
          </w:p>
        </w:tc>
        <w:tc>
          <w:tcPr>
            <w:tcW w:w="3685" w:type="dxa"/>
            <w:shd w:val="clear" w:color="auto" w:fill="auto"/>
          </w:tcPr>
          <w:p w14:paraId="6A34DDE9" w14:textId="77777777" w:rsidR="00487B41" w:rsidRPr="00487B41" w:rsidRDefault="00487B41" w:rsidP="00487B41">
            <w:pPr>
              <w:spacing w:line="200" w:lineRule="exact"/>
              <w:rPr>
                <w:sz w:val="18"/>
                <w:szCs w:val="18"/>
              </w:rPr>
            </w:pPr>
            <w:r w:rsidRPr="00487B41">
              <w:rPr>
                <w:rFonts w:hint="eastAsia"/>
                <w:sz w:val="18"/>
                <w:szCs w:val="18"/>
              </w:rPr>
              <w:t>(1)園地の出し手に対する園地集積協力金</w:t>
            </w:r>
          </w:p>
          <w:p w14:paraId="093225FD" w14:textId="77777777" w:rsidR="00487B41" w:rsidRPr="00487B41" w:rsidRDefault="00487B41" w:rsidP="00487B41">
            <w:pPr>
              <w:spacing w:line="200" w:lineRule="exact"/>
              <w:rPr>
                <w:sz w:val="18"/>
                <w:szCs w:val="18"/>
              </w:rPr>
            </w:pPr>
            <w:r w:rsidRPr="00487B41">
              <w:rPr>
                <w:rFonts w:hint="eastAsia"/>
                <w:sz w:val="18"/>
                <w:szCs w:val="18"/>
              </w:rPr>
              <w:t>〇定額補助(10a当たり)</w:t>
            </w:r>
          </w:p>
          <w:p w14:paraId="63E8156D" w14:textId="77777777" w:rsidR="00487B41" w:rsidRPr="00487B41" w:rsidRDefault="00487B41" w:rsidP="00487B41">
            <w:pPr>
              <w:spacing w:line="200" w:lineRule="exact"/>
              <w:rPr>
                <w:sz w:val="18"/>
                <w:szCs w:val="18"/>
              </w:rPr>
            </w:pPr>
            <w:r w:rsidRPr="00487B41">
              <w:rPr>
                <w:rFonts w:hint="eastAsia"/>
                <w:sz w:val="18"/>
                <w:szCs w:val="18"/>
              </w:rPr>
              <w:t>継承された園地面積に対して、下記の金額を補助する。</w:t>
            </w:r>
          </w:p>
          <w:p w14:paraId="598AF17B" w14:textId="77777777" w:rsidR="00487B41" w:rsidRPr="00487B41" w:rsidRDefault="00487B41" w:rsidP="00487B41">
            <w:pPr>
              <w:spacing w:line="200" w:lineRule="exact"/>
              <w:rPr>
                <w:sz w:val="18"/>
                <w:szCs w:val="18"/>
              </w:rPr>
            </w:pPr>
            <w:r w:rsidRPr="00487B41">
              <w:rPr>
                <w:rFonts w:hint="eastAsia"/>
                <w:sz w:val="18"/>
                <w:szCs w:val="18"/>
              </w:rPr>
              <w:t xml:space="preserve">・常緑果樹 5万円　</w:t>
            </w:r>
          </w:p>
          <w:p w14:paraId="425ED154" w14:textId="77777777" w:rsidR="00487B41" w:rsidRPr="00487B41" w:rsidRDefault="00487B41" w:rsidP="00487B41">
            <w:pPr>
              <w:spacing w:line="200" w:lineRule="exact"/>
              <w:rPr>
                <w:sz w:val="18"/>
                <w:szCs w:val="18"/>
              </w:rPr>
            </w:pPr>
            <w:r w:rsidRPr="00487B41">
              <w:rPr>
                <w:rFonts w:hint="eastAsia"/>
                <w:sz w:val="18"/>
                <w:szCs w:val="18"/>
              </w:rPr>
              <w:t xml:space="preserve">・落葉果樹 10万円　</w:t>
            </w:r>
          </w:p>
          <w:p w14:paraId="4A914E98" w14:textId="77777777" w:rsidR="00487B41" w:rsidRPr="00487B41" w:rsidRDefault="00487B41" w:rsidP="00487B41">
            <w:pPr>
              <w:spacing w:line="200" w:lineRule="exact"/>
              <w:rPr>
                <w:sz w:val="18"/>
                <w:szCs w:val="18"/>
              </w:rPr>
            </w:pPr>
          </w:p>
          <w:p w14:paraId="4380F735" w14:textId="77777777" w:rsidR="00487B41" w:rsidRPr="00487B41" w:rsidRDefault="00487B41" w:rsidP="00487B41">
            <w:pPr>
              <w:spacing w:line="200" w:lineRule="exact"/>
              <w:rPr>
                <w:sz w:val="18"/>
                <w:szCs w:val="18"/>
              </w:rPr>
            </w:pPr>
            <w:r w:rsidRPr="00487B41">
              <w:rPr>
                <w:rFonts w:hint="eastAsia"/>
                <w:sz w:val="18"/>
                <w:szCs w:val="18"/>
              </w:rPr>
              <w:t>※面積については、園地の出し手ごとに集計し、小数点以下(1a未満)は切り捨てて計算することとする。</w:t>
            </w:r>
          </w:p>
          <w:p w14:paraId="45988BDD" w14:textId="77777777" w:rsidR="00487B41" w:rsidRPr="00487B41" w:rsidRDefault="00487B41" w:rsidP="00487B41">
            <w:pPr>
              <w:spacing w:line="200" w:lineRule="exact"/>
              <w:rPr>
                <w:sz w:val="18"/>
                <w:szCs w:val="18"/>
              </w:rPr>
            </w:pPr>
          </w:p>
          <w:p w14:paraId="083A6E70" w14:textId="77777777" w:rsidR="00487B41" w:rsidRPr="00487B41" w:rsidRDefault="00487B41" w:rsidP="00487B41">
            <w:pPr>
              <w:spacing w:line="200" w:lineRule="exact"/>
              <w:rPr>
                <w:sz w:val="18"/>
                <w:szCs w:val="18"/>
              </w:rPr>
            </w:pPr>
            <w:r w:rsidRPr="00487B41">
              <w:rPr>
                <w:rFonts w:hint="eastAsia"/>
                <w:sz w:val="18"/>
                <w:szCs w:val="18"/>
              </w:rPr>
              <w:t>(2)推進事務費</w:t>
            </w:r>
          </w:p>
          <w:p w14:paraId="5D5316FE" w14:textId="44AB674C" w:rsidR="00487B41" w:rsidRPr="00487B41" w:rsidRDefault="00487B41" w:rsidP="00487B41">
            <w:pPr>
              <w:spacing w:line="200" w:lineRule="exact"/>
              <w:rPr>
                <w:sz w:val="18"/>
                <w:szCs w:val="18"/>
              </w:rPr>
            </w:pPr>
            <w:r w:rsidRPr="00487B41">
              <w:rPr>
                <w:rFonts w:hint="eastAsia"/>
                <w:sz w:val="18"/>
                <w:szCs w:val="18"/>
              </w:rPr>
              <w:t>〇定額補助　10/10</w:t>
            </w:r>
          </w:p>
        </w:tc>
        <w:tc>
          <w:tcPr>
            <w:tcW w:w="1418" w:type="dxa"/>
            <w:vMerge/>
            <w:shd w:val="clear" w:color="auto" w:fill="auto"/>
          </w:tcPr>
          <w:p w14:paraId="57A5F5D3" w14:textId="77777777" w:rsidR="00487B41" w:rsidRPr="00487B41" w:rsidRDefault="00487B41" w:rsidP="00487B41">
            <w:pPr>
              <w:numPr>
                <w:ilvl w:val="0"/>
                <w:numId w:val="8"/>
              </w:numPr>
              <w:spacing w:line="200" w:lineRule="exact"/>
              <w:rPr>
                <w:sz w:val="18"/>
                <w:szCs w:val="18"/>
              </w:rPr>
            </w:pPr>
          </w:p>
        </w:tc>
      </w:tr>
    </w:tbl>
    <w:p w14:paraId="3C7EE701" w14:textId="7EA6B9AE" w:rsidR="00487B41" w:rsidRDefault="00487B41" w:rsidP="005A238D">
      <w:pPr>
        <w:spacing w:line="0" w:lineRule="atLeast"/>
        <w:rPr>
          <w:color w:val="FF0000"/>
        </w:rPr>
        <w:sectPr w:rsidR="00487B41" w:rsidSect="00487B41">
          <w:footerReference w:type="default" r:id="rId9"/>
          <w:pgSz w:w="16838" w:h="11906" w:orient="landscape" w:code="9"/>
          <w:pgMar w:top="1588" w:right="1418" w:bottom="1531" w:left="1418" w:header="851" w:footer="567" w:gutter="0"/>
          <w:pgNumType w:fmt="numberInDash"/>
          <w:cols w:space="425"/>
          <w:noEndnote/>
          <w:docGrid w:type="linesAndChars" w:linePitch="518" w:charSpace="1533"/>
        </w:sectPr>
      </w:pPr>
    </w:p>
    <w:p w14:paraId="5602D75E" w14:textId="77777777" w:rsidR="005A238D" w:rsidRPr="001D4D12" w:rsidRDefault="005A238D" w:rsidP="005A238D">
      <w:pPr>
        <w:spacing w:line="0" w:lineRule="atLeast"/>
        <w:rPr>
          <w:rFonts w:hAnsi="ＭＳ 明朝"/>
          <w:szCs w:val="23"/>
        </w:rPr>
      </w:pPr>
      <w:r w:rsidRPr="001D4D12">
        <w:rPr>
          <w:rFonts w:hAnsi="ＭＳ 明朝" w:hint="eastAsia"/>
          <w:szCs w:val="23"/>
        </w:rPr>
        <w:lastRenderedPageBreak/>
        <w:t>様式第１号（第３条関係）</w:t>
      </w:r>
    </w:p>
    <w:p w14:paraId="460D14E1" w14:textId="77777777" w:rsidR="005A238D" w:rsidRPr="001D4D12" w:rsidRDefault="005A238D" w:rsidP="005A238D">
      <w:pPr>
        <w:jc w:val="right"/>
        <w:rPr>
          <w:rFonts w:hAnsi="ＭＳ 明朝"/>
          <w:szCs w:val="23"/>
        </w:rPr>
      </w:pPr>
      <w:r w:rsidRPr="001D4D12">
        <w:rPr>
          <w:rFonts w:hAnsi="ＭＳ 明朝" w:hint="eastAsia"/>
          <w:szCs w:val="23"/>
        </w:rPr>
        <w:t xml:space="preserve">　　　　年　　月　　日</w:t>
      </w:r>
    </w:p>
    <w:p w14:paraId="7EE6CC82" w14:textId="77777777" w:rsidR="005A238D" w:rsidRPr="001D4D12" w:rsidRDefault="004653B9" w:rsidP="005A238D">
      <w:pPr>
        <w:ind w:firstLineChars="100" w:firstLine="230"/>
        <w:rPr>
          <w:rFonts w:hAnsi="ＭＳ 明朝"/>
          <w:szCs w:val="23"/>
          <w:lang w:eastAsia="zh-TW"/>
        </w:rPr>
      </w:pPr>
      <w:r w:rsidRPr="0014303B">
        <w:rPr>
          <w:rFonts w:hAnsi="ＭＳ 明朝" w:hint="eastAsia"/>
          <w:color w:val="FF0000"/>
          <w:szCs w:val="23"/>
        </w:rPr>
        <w:t>○○果樹産地協議会</w:t>
      </w:r>
      <w:r w:rsidR="005A238D" w:rsidRPr="001D4D12">
        <w:rPr>
          <w:rFonts w:hAnsi="ＭＳ 明朝" w:hint="eastAsia"/>
          <w:szCs w:val="23"/>
          <w:lang w:eastAsia="zh-TW"/>
        </w:rPr>
        <w:t xml:space="preserve">長　</w:t>
      </w:r>
      <w:r w:rsidR="005A238D" w:rsidRPr="001D4D12">
        <w:rPr>
          <w:rFonts w:hAnsi="ＭＳ 明朝" w:hint="eastAsia"/>
          <w:szCs w:val="23"/>
        </w:rPr>
        <w:t xml:space="preserve">　　　　　　　</w:t>
      </w:r>
      <w:r w:rsidR="005A238D" w:rsidRPr="001D4D12">
        <w:rPr>
          <w:rFonts w:hAnsi="ＭＳ 明朝" w:hint="eastAsia"/>
          <w:szCs w:val="23"/>
          <w:lang w:eastAsia="zh-TW"/>
        </w:rPr>
        <w:t xml:space="preserve">　　様</w:t>
      </w:r>
    </w:p>
    <w:p w14:paraId="77409015" w14:textId="77777777" w:rsidR="005A238D" w:rsidRPr="001D4D12" w:rsidRDefault="005A238D" w:rsidP="005A238D">
      <w:pPr>
        <w:ind w:leftChars="1077" w:left="2477"/>
        <w:rPr>
          <w:rFonts w:hAnsi="ＭＳ 明朝"/>
          <w:szCs w:val="23"/>
        </w:rPr>
      </w:pPr>
    </w:p>
    <w:p w14:paraId="02E47563" w14:textId="77777777" w:rsidR="005A238D" w:rsidRPr="001D4D12" w:rsidRDefault="005A238D" w:rsidP="005A238D">
      <w:pPr>
        <w:ind w:leftChars="1077" w:left="2477" w:firstLineChars="400" w:firstLine="920"/>
        <w:rPr>
          <w:rFonts w:hAnsi="ＭＳ 明朝"/>
          <w:szCs w:val="23"/>
        </w:rPr>
      </w:pPr>
      <w:r w:rsidRPr="001D4D12">
        <w:rPr>
          <w:rFonts w:hAnsi="ＭＳ 明朝" w:hint="eastAsia"/>
          <w:szCs w:val="23"/>
        </w:rPr>
        <w:t xml:space="preserve">申請者　</w:t>
      </w:r>
      <w:r w:rsidRPr="001D4D12">
        <w:rPr>
          <w:rFonts w:hAnsi="ＭＳ 明朝" w:hint="eastAsia"/>
          <w:szCs w:val="23"/>
          <w:lang w:eastAsia="zh-TW"/>
        </w:rPr>
        <w:t>住所</w:t>
      </w:r>
    </w:p>
    <w:p w14:paraId="1177FEE8" w14:textId="77777777" w:rsidR="005A238D" w:rsidRPr="001D4D12" w:rsidRDefault="005A238D" w:rsidP="005A238D">
      <w:pPr>
        <w:ind w:leftChars="1077" w:left="2477" w:firstLineChars="802" w:firstLine="1845"/>
        <w:rPr>
          <w:rFonts w:hAnsi="ＭＳ 明朝"/>
          <w:szCs w:val="23"/>
        </w:rPr>
      </w:pPr>
      <w:r w:rsidRPr="001D4D12">
        <w:rPr>
          <w:rFonts w:hAnsi="ＭＳ 明朝" w:hint="eastAsia"/>
          <w:szCs w:val="23"/>
        </w:rPr>
        <w:t>氏名　　　　　　　　　　　　　㊞</w:t>
      </w:r>
    </w:p>
    <w:p w14:paraId="437AB6A4" w14:textId="77777777" w:rsidR="005A238D" w:rsidRPr="001D4D12" w:rsidRDefault="005A238D" w:rsidP="005A238D">
      <w:pPr>
        <w:ind w:left="230" w:hangingChars="100" w:hanging="230"/>
        <w:jc w:val="center"/>
        <w:rPr>
          <w:rFonts w:hAnsi="ＭＳ 明朝"/>
          <w:szCs w:val="23"/>
        </w:rPr>
      </w:pPr>
    </w:p>
    <w:p w14:paraId="55BD9070" w14:textId="68D9E093" w:rsidR="005A238D" w:rsidRPr="001D4D12" w:rsidRDefault="005A238D" w:rsidP="005A238D">
      <w:pPr>
        <w:ind w:left="230" w:hangingChars="100" w:hanging="230"/>
        <w:jc w:val="center"/>
        <w:rPr>
          <w:rFonts w:hAnsi="ＭＳ 明朝"/>
          <w:szCs w:val="23"/>
        </w:rPr>
      </w:pPr>
      <w:r w:rsidRPr="001D4D12">
        <w:rPr>
          <w:rFonts w:hAnsi="ＭＳ 明朝" w:hint="eastAsia"/>
          <w:szCs w:val="23"/>
        </w:rPr>
        <w:t>年度</w:t>
      </w:r>
      <w:r w:rsidR="004653B9" w:rsidRPr="0014303B">
        <w:rPr>
          <w:rFonts w:hint="eastAsia"/>
          <w:color w:val="FF0000"/>
          <w:szCs w:val="23"/>
        </w:rPr>
        <w:t>○○果樹産地協議会</w:t>
      </w:r>
      <w:r w:rsidR="001D4D12" w:rsidRPr="001D4D12">
        <w:rPr>
          <w:rFonts w:hint="eastAsia"/>
          <w:szCs w:val="23"/>
        </w:rPr>
        <w:t>果樹</w:t>
      </w:r>
      <w:r w:rsidR="00C6545F">
        <w:rPr>
          <w:rFonts w:hint="eastAsia"/>
          <w:szCs w:val="23"/>
        </w:rPr>
        <w:t>産地活性化対策</w:t>
      </w:r>
      <w:r w:rsidR="001D4D12" w:rsidRPr="001D4D12">
        <w:rPr>
          <w:rFonts w:hint="eastAsia"/>
          <w:szCs w:val="23"/>
        </w:rPr>
        <w:t>事業費補助金</w:t>
      </w:r>
      <w:r w:rsidRPr="001D4D12">
        <w:rPr>
          <w:rFonts w:hAnsi="ＭＳ 明朝" w:hint="eastAsia"/>
          <w:kern w:val="0"/>
          <w:szCs w:val="23"/>
        </w:rPr>
        <w:t>交付申請書</w:t>
      </w:r>
    </w:p>
    <w:p w14:paraId="645AF0E0" w14:textId="77777777" w:rsidR="005A238D" w:rsidRPr="001D4D12" w:rsidRDefault="005A238D" w:rsidP="005A238D">
      <w:pPr>
        <w:ind w:left="230" w:hangingChars="100" w:hanging="230"/>
        <w:jc w:val="left"/>
        <w:rPr>
          <w:rFonts w:hAnsi="ＭＳ 明朝"/>
          <w:szCs w:val="23"/>
        </w:rPr>
      </w:pPr>
      <w:r w:rsidRPr="001D4D12">
        <w:rPr>
          <w:rFonts w:hAnsi="ＭＳ 明朝" w:hint="eastAsia"/>
          <w:szCs w:val="23"/>
        </w:rPr>
        <w:t xml:space="preserve">　　　　　　　　　　　　　　　　　</w:t>
      </w:r>
    </w:p>
    <w:p w14:paraId="0FD7B990" w14:textId="41221871" w:rsidR="005A238D" w:rsidRDefault="005A238D" w:rsidP="005A238D">
      <w:pPr>
        <w:ind w:firstLineChars="300" w:firstLine="690"/>
        <w:rPr>
          <w:rFonts w:hAnsi="ＭＳ 明朝"/>
          <w:szCs w:val="23"/>
        </w:rPr>
      </w:pPr>
      <w:r w:rsidRPr="001D4D12">
        <w:rPr>
          <w:rFonts w:hAnsi="ＭＳ 明朝" w:hint="eastAsia"/>
          <w:szCs w:val="23"/>
        </w:rPr>
        <w:t xml:space="preserve">　　年度において、下記のとおり</w:t>
      </w:r>
      <w:r w:rsidR="004653B9" w:rsidRPr="0014303B">
        <w:rPr>
          <w:rFonts w:hint="eastAsia"/>
          <w:color w:val="FF0000"/>
          <w:szCs w:val="23"/>
        </w:rPr>
        <w:t>○○果樹産地協議会</w:t>
      </w:r>
      <w:r w:rsidR="001D4D12" w:rsidRPr="001D4D12">
        <w:rPr>
          <w:rFonts w:hint="eastAsia"/>
          <w:szCs w:val="23"/>
        </w:rPr>
        <w:t>果樹</w:t>
      </w:r>
      <w:r w:rsidR="00C6545F">
        <w:rPr>
          <w:rFonts w:hint="eastAsia"/>
          <w:szCs w:val="23"/>
        </w:rPr>
        <w:t>産地活性化対策</w:t>
      </w:r>
      <w:r w:rsidR="001D4D12" w:rsidRPr="001D4D12">
        <w:rPr>
          <w:rFonts w:hint="eastAsia"/>
          <w:szCs w:val="23"/>
        </w:rPr>
        <w:t>事業</w:t>
      </w:r>
      <w:r w:rsidRPr="001D4D12">
        <w:rPr>
          <w:rFonts w:hAnsi="ＭＳ 明朝" w:hint="eastAsia"/>
          <w:szCs w:val="23"/>
        </w:rPr>
        <w:t>を実施したいので、</w:t>
      </w:r>
      <w:r w:rsidR="004653B9" w:rsidRPr="0014303B">
        <w:rPr>
          <w:rFonts w:hint="eastAsia"/>
          <w:color w:val="FF0000"/>
          <w:szCs w:val="23"/>
        </w:rPr>
        <w:t>○○果樹産地協議会</w:t>
      </w:r>
      <w:r w:rsidR="00C6545F">
        <w:rPr>
          <w:rFonts w:hint="eastAsia"/>
          <w:szCs w:val="23"/>
        </w:rPr>
        <w:t>果樹産地活性化対策</w:t>
      </w:r>
      <w:r w:rsidR="001D4D12" w:rsidRPr="001D4D12">
        <w:rPr>
          <w:rFonts w:hint="eastAsia"/>
          <w:szCs w:val="23"/>
        </w:rPr>
        <w:t>事業</w:t>
      </w:r>
      <w:r w:rsidRPr="001D4D12">
        <w:rPr>
          <w:rFonts w:hAnsi="ＭＳ 明朝" w:hint="eastAsia"/>
          <w:szCs w:val="23"/>
        </w:rPr>
        <w:t>費補助金　金　　　　円を</w:t>
      </w:r>
      <w:r w:rsidRPr="001D4D12">
        <w:rPr>
          <w:rFonts w:hAnsi="ＭＳ 明朝" w:hint="eastAsia"/>
          <w:kern w:val="0"/>
          <w:szCs w:val="23"/>
        </w:rPr>
        <w:t>交付されるよう、</w:t>
      </w:r>
      <w:r w:rsidR="004653B9" w:rsidRPr="0014303B">
        <w:rPr>
          <w:rFonts w:hint="eastAsia"/>
          <w:color w:val="FF0000"/>
          <w:szCs w:val="23"/>
        </w:rPr>
        <w:t>○○果樹産地協議会</w:t>
      </w:r>
      <w:r w:rsidR="00C6545F">
        <w:rPr>
          <w:rFonts w:hint="eastAsia"/>
          <w:szCs w:val="23"/>
        </w:rPr>
        <w:t>果樹産地活性化対策</w:t>
      </w:r>
      <w:r w:rsidR="001D4D12" w:rsidRPr="001D4D12">
        <w:rPr>
          <w:rFonts w:hint="eastAsia"/>
          <w:szCs w:val="23"/>
        </w:rPr>
        <w:t>事業</w:t>
      </w:r>
      <w:r w:rsidRPr="001D4D12">
        <w:rPr>
          <w:rFonts w:hAnsi="ＭＳ 明朝" w:hint="eastAsia"/>
          <w:szCs w:val="23"/>
        </w:rPr>
        <w:t>費補助金交付</w:t>
      </w:r>
      <w:r w:rsidR="0014303B">
        <w:rPr>
          <w:rFonts w:hAnsi="ＭＳ 明朝" w:hint="eastAsia"/>
          <w:szCs w:val="23"/>
        </w:rPr>
        <w:t>規定</w:t>
      </w:r>
      <w:r w:rsidRPr="001D4D12">
        <w:rPr>
          <w:rFonts w:hAnsi="ＭＳ 明朝" w:hint="eastAsia"/>
          <w:szCs w:val="23"/>
        </w:rPr>
        <w:t>第３条の規定により、関係書類を添えて申請します。</w:t>
      </w:r>
    </w:p>
    <w:p w14:paraId="61F68A46" w14:textId="77777777" w:rsidR="00A22291" w:rsidRPr="001D4D12" w:rsidRDefault="00A22291" w:rsidP="005A238D">
      <w:pPr>
        <w:ind w:firstLineChars="300" w:firstLine="690"/>
        <w:rPr>
          <w:rFonts w:hAnsi="ＭＳ 明朝"/>
          <w:szCs w:val="23"/>
        </w:rPr>
      </w:pPr>
    </w:p>
    <w:p w14:paraId="4A238BC7" w14:textId="77777777" w:rsidR="005A238D" w:rsidRDefault="005A238D" w:rsidP="005A238D">
      <w:pPr>
        <w:jc w:val="center"/>
        <w:rPr>
          <w:rFonts w:hAnsi="ＭＳ 明朝"/>
          <w:szCs w:val="23"/>
          <w:lang w:val="x-none" w:eastAsia="x-none"/>
        </w:rPr>
      </w:pPr>
      <w:r w:rsidRPr="001D4D12">
        <w:rPr>
          <w:rFonts w:hAnsi="ＭＳ 明朝" w:hint="eastAsia"/>
          <w:szCs w:val="23"/>
          <w:lang w:val="x-none" w:eastAsia="x-none"/>
        </w:rPr>
        <w:t>記</w:t>
      </w:r>
    </w:p>
    <w:p w14:paraId="50B61DCB" w14:textId="77777777" w:rsidR="00804484" w:rsidRPr="001D4D12" w:rsidRDefault="00804484" w:rsidP="005A238D">
      <w:pPr>
        <w:jc w:val="center"/>
        <w:rPr>
          <w:rFonts w:hAnsi="ＭＳ 明朝"/>
          <w:szCs w:val="23"/>
          <w:lang w:val="x-none" w:eastAsia="x-none"/>
        </w:rPr>
      </w:pPr>
    </w:p>
    <w:p w14:paraId="75A1E00A" w14:textId="77777777" w:rsidR="005A238D" w:rsidRPr="001D4D12" w:rsidRDefault="00804484" w:rsidP="00804484">
      <w:pPr>
        <w:spacing w:line="481" w:lineRule="exact"/>
        <w:ind w:firstLineChars="1500" w:firstLine="3450"/>
        <w:rPr>
          <w:rFonts w:hAnsi="ＭＳ 明朝"/>
          <w:szCs w:val="23"/>
        </w:rPr>
      </w:pPr>
      <w:r>
        <w:rPr>
          <w:rFonts w:hAnsi="ＭＳ 明朝" w:hint="eastAsia"/>
          <w:szCs w:val="23"/>
        </w:rPr>
        <w:t>別紙１のとおり</w:t>
      </w:r>
    </w:p>
    <w:p w14:paraId="5E1CE408" w14:textId="77777777" w:rsidR="005A238D" w:rsidRPr="00CB0B92" w:rsidRDefault="005A238D" w:rsidP="005A238D">
      <w:pPr>
        <w:rPr>
          <w:rFonts w:hAnsi="ＭＳ 明朝"/>
          <w:color w:val="FF0000"/>
          <w:szCs w:val="23"/>
        </w:rPr>
      </w:pPr>
    </w:p>
    <w:p w14:paraId="1564DF40" w14:textId="77777777" w:rsidR="005A238D" w:rsidRPr="00CB0B92" w:rsidRDefault="005A238D" w:rsidP="005A238D">
      <w:pPr>
        <w:rPr>
          <w:rFonts w:hAnsi="ＭＳ 明朝"/>
          <w:color w:val="FF0000"/>
          <w:szCs w:val="23"/>
        </w:rPr>
      </w:pPr>
    </w:p>
    <w:p w14:paraId="59D553A5" w14:textId="77777777" w:rsidR="005A238D" w:rsidRPr="00CB0B92" w:rsidRDefault="005A238D" w:rsidP="005A238D">
      <w:pPr>
        <w:rPr>
          <w:rFonts w:hAnsi="ＭＳ 明朝"/>
          <w:color w:val="FF0000"/>
          <w:szCs w:val="23"/>
        </w:rPr>
      </w:pPr>
    </w:p>
    <w:p w14:paraId="67F6C006" w14:textId="77777777" w:rsidR="005A238D" w:rsidRPr="00CB0B92" w:rsidRDefault="005A238D" w:rsidP="005A238D">
      <w:pPr>
        <w:rPr>
          <w:rFonts w:hAnsi="ＭＳ 明朝"/>
          <w:color w:val="FF0000"/>
          <w:szCs w:val="23"/>
        </w:rPr>
      </w:pPr>
    </w:p>
    <w:p w14:paraId="00319348" w14:textId="77777777" w:rsidR="005A238D" w:rsidRPr="00CB0B92" w:rsidRDefault="005A238D" w:rsidP="005A238D">
      <w:pPr>
        <w:rPr>
          <w:rFonts w:hAnsi="ＭＳ 明朝"/>
          <w:color w:val="FF0000"/>
          <w:szCs w:val="23"/>
        </w:rPr>
      </w:pPr>
    </w:p>
    <w:p w14:paraId="08EBD041" w14:textId="77777777" w:rsidR="005A238D" w:rsidRPr="00CB0B92" w:rsidRDefault="005A238D" w:rsidP="005A238D">
      <w:pPr>
        <w:rPr>
          <w:rFonts w:hAnsi="ＭＳ 明朝"/>
          <w:color w:val="FF0000"/>
          <w:szCs w:val="23"/>
        </w:rPr>
      </w:pPr>
    </w:p>
    <w:p w14:paraId="59A10FB3" w14:textId="77777777" w:rsidR="005A238D" w:rsidRPr="00CB0B92" w:rsidRDefault="005A238D" w:rsidP="005A238D">
      <w:pPr>
        <w:rPr>
          <w:rFonts w:hAnsi="ＭＳ 明朝"/>
          <w:color w:val="FF0000"/>
          <w:szCs w:val="23"/>
        </w:rPr>
      </w:pPr>
    </w:p>
    <w:p w14:paraId="12E43630" w14:textId="77777777" w:rsidR="005A238D" w:rsidRPr="00CB0B92" w:rsidRDefault="005A238D" w:rsidP="00804484">
      <w:pPr>
        <w:rPr>
          <w:rFonts w:hAnsi="ＭＳ 明朝"/>
          <w:color w:val="FF0000"/>
          <w:szCs w:val="23"/>
        </w:rPr>
      </w:pPr>
    </w:p>
    <w:p w14:paraId="57FF96C5" w14:textId="77777777" w:rsidR="005A238D" w:rsidRPr="00CB0B92" w:rsidRDefault="005A238D" w:rsidP="00804484">
      <w:pPr>
        <w:rPr>
          <w:rFonts w:hAnsi="ＭＳ 明朝"/>
          <w:color w:val="FF0000"/>
          <w:szCs w:val="23"/>
        </w:rPr>
      </w:pPr>
    </w:p>
    <w:p w14:paraId="0347DA6A" w14:textId="77777777" w:rsidR="005A238D" w:rsidRPr="00CB0B92" w:rsidRDefault="005A238D" w:rsidP="005A238D">
      <w:pPr>
        <w:snapToGrid w:val="0"/>
        <w:ind w:rightChars="-540" w:right="-1242"/>
        <w:jc w:val="left"/>
        <w:rPr>
          <w:rFonts w:hAnsi="ＭＳ 明朝"/>
          <w:color w:val="FF0000"/>
          <w:szCs w:val="23"/>
        </w:rPr>
      </w:pPr>
    </w:p>
    <w:p w14:paraId="754E9FE7" w14:textId="66EDF4D6" w:rsidR="005A238D" w:rsidRPr="00A22291" w:rsidRDefault="005A238D" w:rsidP="00A22291">
      <w:pPr>
        <w:snapToGrid w:val="0"/>
        <w:ind w:rightChars="-540" w:right="-1242"/>
        <w:jc w:val="left"/>
        <w:rPr>
          <w:rFonts w:hAnsi="ＭＳ 明朝"/>
          <w:color w:val="FF0000"/>
          <w:szCs w:val="23"/>
        </w:rPr>
      </w:pPr>
    </w:p>
    <w:p w14:paraId="64595D86" w14:textId="77777777" w:rsidR="005A238D" w:rsidRPr="00804484" w:rsidRDefault="005A238D" w:rsidP="005A238D">
      <w:pPr>
        <w:rPr>
          <w:rFonts w:hAnsi="ＭＳ 明朝"/>
          <w:szCs w:val="23"/>
        </w:rPr>
      </w:pPr>
      <w:r w:rsidRPr="00804484">
        <w:rPr>
          <w:rFonts w:hAnsi="ＭＳ 明朝" w:hint="eastAsia"/>
          <w:szCs w:val="23"/>
          <w:lang w:eastAsia="zh-CN"/>
        </w:rPr>
        <w:lastRenderedPageBreak/>
        <w:t>様式第</w:t>
      </w:r>
      <w:r w:rsidRPr="00804484">
        <w:rPr>
          <w:rFonts w:hAnsi="ＭＳ 明朝" w:hint="eastAsia"/>
          <w:szCs w:val="23"/>
        </w:rPr>
        <w:t>２</w:t>
      </w:r>
      <w:r w:rsidRPr="00804484">
        <w:rPr>
          <w:rFonts w:hAnsi="ＭＳ 明朝" w:hint="eastAsia"/>
          <w:szCs w:val="23"/>
          <w:lang w:eastAsia="zh-CN"/>
        </w:rPr>
        <w:t>号（第</w:t>
      </w:r>
      <w:r w:rsidRPr="00804484">
        <w:rPr>
          <w:rFonts w:hAnsi="ＭＳ 明朝" w:hint="eastAsia"/>
          <w:szCs w:val="23"/>
        </w:rPr>
        <w:t>５</w:t>
      </w:r>
      <w:r w:rsidRPr="00804484">
        <w:rPr>
          <w:rFonts w:hAnsi="ＭＳ 明朝" w:hint="eastAsia"/>
          <w:szCs w:val="23"/>
          <w:lang w:eastAsia="zh-CN"/>
        </w:rPr>
        <w:t>条関係）</w:t>
      </w:r>
    </w:p>
    <w:p w14:paraId="00A5B656" w14:textId="77777777" w:rsidR="005A238D" w:rsidRPr="00804484" w:rsidRDefault="005A238D" w:rsidP="005A238D">
      <w:pPr>
        <w:jc w:val="right"/>
        <w:rPr>
          <w:rFonts w:hAnsi="ＭＳ 明朝"/>
          <w:szCs w:val="23"/>
        </w:rPr>
      </w:pPr>
      <w:r w:rsidRPr="00804484">
        <w:rPr>
          <w:rFonts w:hint="eastAsia"/>
          <w:szCs w:val="23"/>
        </w:rPr>
        <w:t xml:space="preserve">　　年　　月　　日</w:t>
      </w:r>
    </w:p>
    <w:p w14:paraId="7050B95C" w14:textId="77777777" w:rsidR="005A238D" w:rsidRPr="00804484" w:rsidRDefault="005A238D" w:rsidP="005A238D">
      <w:pPr>
        <w:rPr>
          <w:rFonts w:hAnsi="ＭＳ 明朝"/>
          <w:szCs w:val="23"/>
          <w:lang w:eastAsia="zh-TW"/>
        </w:rPr>
      </w:pPr>
      <w:r w:rsidRPr="00804484">
        <w:rPr>
          <w:rFonts w:hAnsi="ＭＳ 明朝" w:hint="eastAsia"/>
          <w:szCs w:val="23"/>
          <w:lang w:eastAsia="zh-TW"/>
        </w:rPr>
        <w:t xml:space="preserve">　　　　　　　　　　　　様</w:t>
      </w:r>
    </w:p>
    <w:p w14:paraId="63E4007F" w14:textId="77777777" w:rsidR="005A238D" w:rsidRPr="00804484" w:rsidRDefault="005A238D" w:rsidP="005A238D">
      <w:pPr>
        <w:rPr>
          <w:rFonts w:hAnsi="ＭＳ 明朝"/>
          <w:szCs w:val="23"/>
          <w:lang w:eastAsia="zh-TW"/>
        </w:rPr>
      </w:pPr>
    </w:p>
    <w:p w14:paraId="3CF3FA1A" w14:textId="272A0CD2" w:rsidR="005A238D" w:rsidRPr="00804484" w:rsidRDefault="005A238D" w:rsidP="005A238D">
      <w:pPr>
        <w:ind w:right="474"/>
        <w:jc w:val="right"/>
        <w:rPr>
          <w:szCs w:val="23"/>
          <w:bdr w:val="single" w:sz="4" w:space="0" w:color="auto"/>
          <w:lang w:eastAsia="zh-TW"/>
        </w:rPr>
      </w:pPr>
      <w:r w:rsidRPr="00804484">
        <w:rPr>
          <w:rFonts w:hAnsi="ＭＳ 明朝" w:hint="eastAsia"/>
          <w:szCs w:val="23"/>
          <w:lang w:eastAsia="zh-TW"/>
        </w:rPr>
        <w:t xml:space="preserve">　　　　　　　　　　　　　　　　</w:t>
      </w:r>
      <w:r w:rsidR="004653B9" w:rsidRPr="0014303B">
        <w:rPr>
          <w:rFonts w:hint="eastAsia"/>
          <w:color w:val="FF0000"/>
          <w:szCs w:val="23"/>
          <w:lang w:eastAsia="zh-TW"/>
        </w:rPr>
        <w:t>○○果樹産地協議会</w:t>
      </w:r>
      <w:r w:rsidRPr="0014303B">
        <w:rPr>
          <w:rFonts w:hint="eastAsia"/>
          <w:color w:val="FF0000"/>
          <w:szCs w:val="23"/>
          <w:lang w:eastAsia="zh-TW"/>
        </w:rPr>
        <w:t>長</w:t>
      </w:r>
      <w:r w:rsidRPr="00804484">
        <w:rPr>
          <w:rFonts w:hint="eastAsia"/>
          <w:szCs w:val="23"/>
          <w:lang w:eastAsia="zh-TW"/>
        </w:rPr>
        <w:t xml:space="preserve">　　　　　　　　　　</w:t>
      </w:r>
      <w:r w:rsidR="0037546E" w:rsidRPr="0037546E">
        <w:rPr>
          <w:rFonts w:hint="eastAsia"/>
          <w:color w:val="FF0000"/>
          <w:szCs w:val="23"/>
          <w:lang w:eastAsia="zh-TW"/>
        </w:rPr>
        <w:t xml:space="preserve">○○　○○　</w:t>
      </w:r>
      <w:r w:rsidRPr="00804484">
        <w:rPr>
          <w:rFonts w:hint="eastAsia"/>
          <w:szCs w:val="23"/>
          <w:bdr w:val="single" w:sz="4" w:space="0" w:color="auto"/>
          <w:lang w:eastAsia="zh-TW"/>
        </w:rPr>
        <w:t>印</w:t>
      </w:r>
    </w:p>
    <w:p w14:paraId="76CE9BD9" w14:textId="77777777" w:rsidR="005A238D" w:rsidRPr="00804484" w:rsidRDefault="005A238D" w:rsidP="005A238D">
      <w:pPr>
        <w:wordWrap w:val="0"/>
        <w:ind w:left="230" w:hangingChars="100" w:hanging="230"/>
        <w:jc w:val="right"/>
        <w:rPr>
          <w:rFonts w:hAnsi="ＭＳ 明朝"/>
          <w:szCs w:val="23"/>
          <w:lang w:eastAsia="zh-TW"/>
        </w:rPr>
      </w:pPr>
    </w:p>
    <w:p w14:paraId="6F3DBCF4" w14:textId="17530655" w:rsidR="005A238D" w:rsidRPr="00804484" w:rsidRDefault="005A238D" w:rsidP="005A238D">
      <w:pPr>
        <w:ind w:left="230" w:hangingChars="100" w:hanging="230"/>
        <w:jc w:val="center"/>
        <w:rPr>
          <w:rFonts w:hAnsi="ＭＳ 明朝"/>
          <w:kern w:val="0"/>
          <w:szCs w:val="23"/>
        </w:rPr>
      </w:pPr>
      <w:r w:rsidRPr="00804484">
        <w:rPr>
          <w:rFonts w:hAnsi="ＭＳ 明朝" w:hint="eastAsia"/>
          <w:szCs w:val="23"/>
        </w:rPr>
        <w:t>年度</w:t>
      </w:r>
      <w:r w:rsidR="004653B9" w:rsidRPr="0014303B">
        <w:rPr>
          <w:rFonts w:hint="eastAsia"/>
          <w:color w:val="FF0000"/>
          <w:szCs w:val="23"/>
        </w:rPr>
        <w:t>○○果樹産地協議会</w:t>
      </w:r>
      <w:r w:rsidR="00C6545F">
        <w:rPr>
          <w:rFonts w:hint="eastAsia"/>
          <w:szCs w:val="23"/>
        </w:rPr>
        <w:t>果樹産地活性化対策</w:t>
      </w:r>
      <w:r w:rsidR="00804484" w:rsidRPr="00804484">
        <w:rPr>
          <w:rFonts w:hint="eastAsia"/>
          <w:szCs w:val="23"/>
        </w:rPr>
        <w:t>事業費補助金</w:t>
      </w:r>
      <w:r w:rsidRPr="00804484">
        <w:rPr>
          <w:rFonts w:hAnsi="ＭＳ 明朝" w:hint="eastAsia"/>
          <w:kern w:val="0"/>
          <w:szCs w:val="23"/>
        </w:rPr>
        <w:t>交付決定通知書</w:t>
      </w:r>
    </w:p>
    <w:p w14:paraId="2E86D6DA" w14:textId="77777777" w:rsidR="005A238D" w:rsidRPr="00804484" w:rsidRDefault="005A238D" w:rsidP="005A238D">
      <w:pPr>
        <w:ind w:left="230" w:hangingChars="100" w:hanging="230"/>
        <w:jc w:val="center"/>
        <w:rPr>
          <w:rFonts w:hAnsi="ＭＳ 明朝"/>
          <w:szCs w:val="23"/>
        </w:rPr>
      </w:pPr>
    </w:p>
    <w:p w14:paraId="05ED2691" w14:textId="4FE6DB31" w:rsidR="005A238D" w:rsidRDefault="005A238D" w:rsidP="005A238D">
      <w:pPr>
        <w:ind w:leftChars="-91" w:left="21" w:hangingChars="100" w:hanging="230"/>
        <w:rPr>
          <w:rFonts w:hAnsi="ＭＳ 明朝"/>
          <w:szCs w:val="23"/>
        </w:rPr>
      </w:pPr>
      <w:r w:rsidRPr="00804484">
        <w:rPr>
          <w:rFonts w:hAnsi="ＭＳ 明朝" w:hint="eastAsia"/>
          <w:szCs w:val="23"/>
          <w:lang w:eastAsia="zh-TW"/>
        </w:rPr>
        <w:t xml:space="preserve">　</w:t>
      </w:r>
      <w:r w:rsidRPr="00804484">
        <w:rPr>
          <w:rFonts w:hAnsi="ＭＳ 明朝" w:hint="eastAsia"/>
          <w:szCs w:val="23"/>
        </w:rPr>
        <w:t xml:space="preserve">　　　　　年　　月　　日付けで申請のあった</w:t>
      </w:r>
      <w:r w:rsidR="004653B9" w:rsidRPr="0014303B">
        <w:rPr>
          <w:rFonts w:hint="eastAsia"/>
          <w:color w:val="FF0000"/>
          <w:szCs w:val="23"/>
        </w:rPr>
        <w:t>○○果樹産地協議会</w:t>
      </w:r>
      <w:r w:rsidR="00C6545F">
        <w:rPr>
          <w:rFonts w:hint="eastAsia"/>
          <w:szCs w:val="23"/>
        </w:rPr>
        <w:t>果樹産地活性化対策</w:t>
      </w:r>
      <w:r w:rsidR="00804484" w:rsidRPr="00804484">
        <w:rPr>
          <w:rFonts w:hint="eastAsia"/>
          <w:szCs w:val="23"/>
        </w:rPr>
        <w:t>事業費補助金</w:t>
      </w:r>
      <w:r w:rsidRPr="00804484">
        <w:rPr>
          <w:rFonts w:hAnsi="ＭＳ 明朝" w:hint="eastAsia"/>
          <w:szCs w:val="23"/>
        </w:rPr>
        <w:t>については、次のとおり決定したので、</w:t>
      </w:r>
      <w:r w:rsidR="004653B9" w:rsidRPr="0014303B">
        <w:rPr>
          <w:rFonts w:hint="eastAsia"/>
          <w:color w:val="FF0000"/>
          <w:szCs w:val="23"/>
        </w:rPr>
        <w:t>○○果樹産地協議会</w:t>
      </w:r>
      <w:r w:rsidR="00C6545F">
        <w:rPr>
          <w:rFonts w:hint="eastAsia"/>
          <w:szCs w:val="23"/>
        </w:rPr>
        <w:t>果樹産地活性化対策</w:t>
      </w:r>
      <w:r w:rsidR="00804484" w:rsidRPr="00804484">
        <w:rPr>
          <w:rFonts w:hint="eastAsia"/>
          <w:szCs w:val="23"/>
        </w:rPr>
        <w:t>事業費補助金</w:t>
      </w:r>
      <w:r w:rsidRPr="00804484">
        <w:rPr>
          <w:rFonts w:hAnsi="ＭＳ 明朝" w:hint="eastAsia"/>
          <w:szCs w:val="23"/>
        </w:rPr>
        <w:t>交付</w:t>
      </w:r>
      <w:r w:rsidR="0014303B">
        <w:rPr>
          <w:rFonts w:hAnsi="ＭＳ 明朝" w:hint="eastAsia"/>
          <w:szCs w:val="23"/>
        </w:rPr>
        <w:t>規定</w:t>
      </w:r>
      <w:r w:rsidRPr="00804484">
        <w:rPr>
          <w:rFonts w:hAnsi="ＭＳ 明朝" w:hint="eastAsia"/>
          <w:szCs w:val="23"/>
        </w:rPr>
        <w:t>第５条の規定により通知します。</w:t>
      </w:r>
    </w:p>
    <w:p w14:paraId="6AD65DDF" w14:textId="77777777" w:rsidR="0014303B" w:rsidRPr="00804484" w:rsidRDefault="0014303B" w:rsidP="005A238D">
      <w:pPr>
        <w:ind w:leftChars="-91" w:left="21" w:hangingChars="100" w:hanging="230"/>
        <w:rPr>
          <w:rFonts w:hAnsi="ＭＳ 明朝"/>
          <w:szCs w:val="23"/>
        </w:rPr>
      </w:pPr>
    </w:p>
    <w:p w14:paraId="75ED3315" w14:textId="77777777" w:rsidR="005A238D" w:rsidRPr="00804484" w:rsidRDefault="00804484" w:rsidP="005A238D">
      <w:pPr>
        <w:pStyle w:val="a9"/>
        <w:ind w:right="1080"/>
        <w:jc w:val="center"/>
        <w:rPr>
          <w:szCs w:val="23"/>
        </w:rPr>
      </w:pPr>
      <w:r w:rsidRPr="00804484">
        <w:rPr>
          <w:rFonts w:hint="eastAsia"/>
          <w:szCs w:val="23"/>
        </w:rPr>
        <w:t xml:space="preserve">　　　　　</w:t>
      </w:r>
      <w:r w:rsidR="005A238D" w:rsidRPr="00804484">
        <w:rPr>
          <w:rFonts w:hint="eastAsia"/>
          <w:szCs w:val="23"/>
        </w:rPr>
        <w:t>記</w:t>
      </w:r>
    </w:p>
    <w:p w14:paraId="7ED2E518" w14:textId="77777777" w:rsidR="0014303B" w:rsidRDefault="0014303B" w:rsidP="005A238D">
      <w:pPr>
        <w:pStyle w:val="a9"/>
        <w:ind w:right="1080"/>
        <w:jc w:val="both"/>
        <w:rPr>
          <w:szCs w:val="23"/>
        </w:rPr>
      </w:pPr>
    </w:p>
    <w:p w14:paraId="27CDA57D" w14:textId="169575BF" w:rsidR="005A238D" w:rsidRPr="00804484" w:rsidRDefault="005A238D" w:rsidP="005A238D">
      <w:pPr>
        <w:pStyle w:val="a9"/>
        <w:ind w:right="1080"/>
        <w:jc w:val="both"/>
        <w:rPr>
          <w:szCs w:val="23"/>
        </w:rPr>
      </w:pPr>
      <w:r w:rsidRPr="00804484">
        <w:rPr>
          <w:rFonts w:hint="eastAsia"/>
          <w:szCs w:val="23"/>
        </w:rPr>
        <w:t>１　交付決定金額　　　　　　　　　　　　　　円</w:t>
      </w:r>
    </w:p>
    <w:p w14:paraId="175285CD" w14:textId="77777777" w:rsidR="005A238D" w:rsidRPr="00804484" w:rsidRDefault="005A238D" w:rsidP="005A238D">
      <w:pPr>
        <w:pStyle w:val="a9"/>
        <w:ind w:left="539" w:right="1080" w:hanging="310"/>
        <w:jc w:val="both"/>
        <w:rPr>
          <w:szCs w:val="23"/>
        </w:rPr>
      </w:pPr>
    </w:p>
    <w:p w14:paraId="53E3D7B2" w14:textId="77777777" w:rsidR="005A238D" w:rsidRPr="00804484" w:rsidRDefault="005A238D" w:rsidP="005A238D">
      <w:pPr>
        <w:pStyle w:val="a9"/>
        <w:ind w:right="1080"/>
        <w:jc w:val="both"/>
        <w:rPr>
          <w:szCs w:val="23"/>
        </w:rPr>
      </w:pPr>
      <w:r w:rsidRPr="00804484">
        <w:rPr>
          <w:rFonts w:hint="eastAsia"/>
          <w:szCs w:val="23"/>
        </w:rPr>
        <w:t>２　交付の条件</w:t>
      </w:r>
    </w:p>
    <w:p w14:paraId="66D6B9C7" w14:textId="77777777" w:rsidR="005A238D" w:rsidRPr="00804484" w:rsidRDefault="005A238D" w:rsidP="005A238D">
      <w:pPr>
        <w:pStyle w:val="a9"/>
        <w:ind w:right="1080"/>
        <w:jc w:val="both"/>
        <w:rPr>
          <w:szCs w:val="23"/>
        </w:rPr>
      </w:pPr>
    </w:p>
    <w:p w14:paraId="56A1F9A2" w14:textId="77777777" w:rsidR="005A238D" w:rsidRPr="00804484" w:rsidRDefault="005A238D" w:rsidP="005A238D">
      <w:pPr>
        <w:ind w:left="230" w:hangingChars="100" w:hanging="230"/>
      </w:pPr>
    </w:p>
    <w:p w14:paraId="1EF29CBC" w14:textId="77777777" w:rsidR="005A238D" w:rsidRPr="00804484" w:rsidRDefault="005A238D" w:rsidP="005A238D">
      <w:pPr>
        <w:ind w:left="230" w:hangingChars="100" w:hanging="230"/>
      </w:pPr>
    </w:p>
    <w:p w14:paraId="5C73ACD1" w14:textId="77777777" w:rsidR="005A238D" w:rsidRPr="00804484" w:rsidRDefault="005A238D" w:rsidP="005A238D">
      <w:pPr>
        <w:ind w:left="230" w:hangingChars="100" w:hanging="230"/>
      </w:pPr>
    </w:p>
    <w:p w14:paraId="5CB9A391" w14:textId="77777777" w:rsidR="005A238D" w:rsidRPr="00804484" w:rsidRDefault="005A238D" w:rsidP="005A238D">
      <w:pPr>
        <w:ind w:left="230" w:hangingChars="100" w:hanging="230"/>
      </w:pPr>
    </w:p>
    <w:p w14:paraId="58C4E31E" w14:textId="77777777" w:rsidR="005A238D" w:rsidRPr="00CB0B92" w:rsidRDefault="005A238D" w:rsidP="005A238D">
      <w:pPr>
        <w:ind w:left="230" w:hangingChars="100" w:hanging="230"/>
        <w:rPr>
          <w:color w:val="FF0000"/>
        </w:rPr>
      </w:pPr>
    </w:p>
    <w:p w14:paraId="1449CFE4" w14:textId="51D6B259" w:rsidR="005A238D" w:rsidRDefault="005A238D" w:rsidP="005A238D">
      <w:pPr>
        <w:ind w:left="230" w:hangingChars="100" w:hanging="230"/>
        <w:rPr>
          <w:color w:val="FF0000"/>
        </w:rPr>
      </w:pPr>
    </w:p>
    <w:p w14:paraId="3484DCCB" w14:textId="77777777" w:rsidR="0014303B" w:rsidRPr="00CB0B92" w:rsidRDefault="0014303B" w:rsidP="005A238D">
      <w:pPr>
        <w:ind w:left="230" w:hangingChars="100" w:hanging="230"/>
        <w:rPr>
          <w:color w:val="FF0000"/>
        </w:rPr>
      </w:pPr>
    </w:p>
    <w:p w14:paraId="7E90819B" w14:textId="67D68D9D" w:rsidR="005A238D" w:rsidRPr="00443796" w:rsidRDefault="0037546E" w:rsidP="005A238D">
      <w:pPr>
        <w:pStyle w:val="a9"/>
        <w:ind w:right="1080"/>
        <w:jc w:val="both"/>
        <w:rPr>
          <w:szCs w:val="23"/>
        </w:rPr>
      </w:pPr>
      <w:r>
        <w:rPr>
          <w:szCs w:val="23"/>
        </w:rPr>
        <w:br w:type="page"/>
      </w:r>
      <w:r w:rsidR="005A238D" w:rsidRPr="00443796">
        <w:rPr>
          <w:rFonts w:hint="eastAsia"/>
          <w:szCs w:val="23"/>
        </w:rPr>
        <w:lastRenderedPageBreak/>
        <w:t>様式第３号（第６条関係）</w:t>
      </w:r>
    </w:p>
    <w:p w14:paraId="08C902B0" w14:textId="77777777" w:rsidR="005A238D" w:rsidRPr="00443796" w:rsidRDefault="005A238D" w:rsidP="005A238D">
      <w:pPr>
        <w:jc w:val="right"/>
        <w:rPr>
          <w:szCs w:val="23"/>
        </w:rPr>
      </w:pPr>
      <w:r w:rsidRPr="00443796">
        <w:rPr>
          <w:rFonts w:hint="eastAsia"/>
          <w:szCs w:val="23"/>
        </w:rPr>
        <w:t xml:space="preserve">　　　　年　　月　　日</w:t>
      </w:r>
    </w:p>
    <w:p w14:paraId="2278BDD5" w14:textId="77777777" w:rsidR="005A238D" w:rsidRPr="00443796" w:rsidRDefault="004653B9" w:rsidP="005A238D">
      <w:pPr>
        <w:ind w:firstLineChars="100" w:firstLine="230"/>
        <w:rPr>
          <w:rFonts w:hAnsi="ＭＳ 明朝"/>
          <w:szCs w:val="23"/>
          <w:lang w:eastAsia="zh-TW"/>
        </w:rPr>
      </w:pPr>
      <w:r w:rsidRPr="0014303B">
        <w:rPr>
          <w:rFonts w:hAnsi="ＭＳ 明朝" w:hint="eastAsia"/>
          <w:color w:val="FF0000"/>
          <w:szCs w:val="23"/>
        </w:rPr>
        <w:t>○○果樹産地協議会</w:t>
      </w:r>
      <w:r w:rsidR="005A238D" w:rsidRPr="0014303B">
        <w:rPr>
          <w:rFonts w:hAnsi="ＭＳ 明朝" w:hint="eastAsia"/>
          <w:color w:val="FF0000"/>
          <w:szCs w:val="23"/>
          <w:lang w:eastAsia="zh-TW"/>
        </w:rPr>
        <w:t>長</w:t>
      </w:r>
      <w:r w:rsidR="005A238D" w:rsidRPr="00443796">
        <w:rPr>
          <w:rFonts w:hAnsi="ＭＳ 明朝" w:hint="eastAsia"/>
          <w:szCs w:val="23"/>
          <w:lang w:eastAsia="zh-TW"/>
        </w:rPr>
        <w:t xml:space="preserve">　</w:t>
      </w:r>
      <w:r w:rsidR="005A238D" w:rsidRPr="00443796">
        <w:rPr>
          <w:rFonts w:hAnsi="ＭＳ 明朝" w:hint="eastAsia"/>
          <w:szCs w:val="23"/>
        </w:rPr>
        <w:t xml:space="preserve">　　　　　　　</w:t>
      </w:r>
      <w:r w:rsidR="005A238D" w:rsidRPr="00443796">
        <w:rPr>
          <w:rFonts w:hAnsi="ＭＳ 明朝" w:hint="eastAsia"/>
          <w:szCs w:val="23"/>
          <w:lang w:eastAsia="zh-TW"/>
        </w:rPr>
        <w:t xml:space="preserve">　　様</w:t>
      </w:r>
    </w:p>
    <w:p w14:paraId="0D174815" w14:textId="77777777" w:rsidR="005A238D" w:rsidRPr="00443796" w:rsidRDefault="005A238D" w:rsidP="005A238D">
      <w:pPr>
        <w:ind w:leftChars="1077" w:left="2477"/>
        <w:rPr>
          <w:rFonts w:hAnsi="ＭＳ 明朝"/>
          <w:szCs w:val="23"/>
        </w:rPr>
      </w:pPr>
    </w:p>
    <w:p w14:paraId="51350DD7" w14:textId="77777777" w:rsidR="005A238D" w:rsidRPr="00443796" w:rsidRDefault="005A238D" w:rsidP="005A238D">
      <w:pPr>
        <w:ind w:leftChars="1077" w:left="2477" w:firstLineChars="400" w:firstLine="920"/>
        <w:rPr>
          <w:rFonts w:hAnsi="ＭＳ 明朝"/>
          <w:szCs w:val="23"/>
        </w:rPr>
      </w:pPr>
      <w:r w:rsidRPr="00443796">
        <w:rPr>
          <w:rFonts w:hAnsi="ＭＳ 明朝" w:hint="eastAsia"/>
          <w:szCs w:val="23"/>
        </w:rPr>
        <w:t xml:space="preserve">申請者　</w:t>
      </w:r>
      <w:r w:rsidRPr="00443796">
        <w:rPr>
          <w:rFonts w:hAnsi="ＭＳ 明朝" w:hint="eastAsia"/>
          <w:szCs w:val="23"/>
          <w:lang w:eastAsia="zh-TW"/>
        </w:rPr>
        <w:t>住所</w:t>
      </w:r>
    </w:p>
    <w:p w14:paraId="7B60E47E" w14:textId="77777777" w:rsidR="005A238D" w:rsidRPr="00443796" w:rsidRDefault="005A238D" w:rsidP="005A238D">
      <w:pPr>
        <w:ind w:leftChars="1077" w:left="2477" w:firstLineChars="802" w:firstLine="1845"/>
        <w:rPr>
          <w:rFonts w:hAnsi="ＭＳ 明朝"/>
          <w:szCs w:val="23"/>
        </w:rPr>
      </w:pPr>
      <w:r w:rsidRPr="00443796">
        <w:rPr>
          <w:rFonts w:hAnsi="ＭＳ 明朝" w:hint="eastAsia"/>
          <w:szCs w:val="23"/>
        </w:rPr>
        <w:t>氏名　　　　　　　　　　　　　㊞</w:t>
      </w:r>
    </w:p>
    <w:p w14:paraId="4F2AAB7C" w14:textId="77777777" w:rsidR="005A238D" w:rsidRPr="00443796" w:rsidRDefault="005A238D" w:rsidP="005A238D">
      <w:pPr>
        <w:rPr>
          <w:rFonts w:hAnsi="ＭＳ 明朝"/>
          <w:kern w:val="0"/>
          <w:szCs w:val="23"/>
        </w:rPr>
      </w:pPr>
    </w:p>
    <w:p w14:paraId="33019BAC" w14:textId="0469C5F5" w:rsidR="005A238D" w:rsidRPr="00443796" w:rsidRDefault="005A238D" w:rsidP="005A238D">
      <w:pPr>
        <w:jc w:val="center"/>
        <w:rPr>
          <w:rFonts w:hAnsi="ＭＳ 明朝"/>
          <w:szCs w:val="23"/>
        </w:rPr>
      </w:pPr>
      <w:r w:rsidRPr="00443796">
        <w:rPr>
          <w:rFonts w:hAnsi="ＭＳ 明朝" w:hint="eastAsia"/>
          <w:szCs w:val="23"/>
        </w:rPr>
        <w:t>年度</w:t>
      </w:r>
      <w:r w:rsidR="004653B9">
        <w:rPr>
          <w:rFonts w:hint="eastAsia"/>
          <w:szCs w:val="23"/>
        </w:rPr>
        <w:t>○○果樹産地協議会</w:t>
      </w:r>
      <w:r w:rsidR="00C6545F">
        <w:rPr>
          <w:rFonts w:hint="eastAsia"/>
          <w:szCs w:val="23"/>
        </w:rPr>
        <w:t>果樹産地活性化対策</w:t>
      </w:r>
      <w:r w:rsidR="003D6EE8" w:rsidRPr="00443796">
        <w:rPr>
          <w:rFonts w:hint="eastAsia"/>
          <w:szCs w:val="23"/>
        </w:rPr>
        <w:t>事業</w:t>
      </w:r>
      <w:r w:rsidRPr="00443796">
        <w:rPr>
          <w:rFonts w:hAnsi="ＭＳ 明朝" w:hint="eastAsia"/>
          <w:kern w:val="0"/>
          <w:szCs w:val="23"/>
        </w:rPr>
        <w:t>変更承認申請書</w:t>
      </w:r>
    </w:p>
    <w:p w14:paraId="5FBDF757" w14:textId="77777777" w:rsidR="005A238D" w:rsidRPr="00443796" w:rsidRDefault="005A238D" w:rsidP="005A238D">
      <w:pPr>
        <w:pStyle w:val="a9"/>
        <w:ind w:left="539" w:hanging="310"/>
        <w:jc w:val="left"/>
        <w:rPr>
          <w:szCs w:val="23"/>
        </w:rPr>
      </w:pPr>
    </w:p>
    <w:p w14:paraId="15C6A6FD" w14:textId="2D03BD77" w:rsidR="005A238D" w:rsidRPr="00443796" w:rsidRDefault="005A238D" w:rsidP="005A238D">
      <w:pPr>
        <w:pStyle w:val="a9"/>
        <w:ind w:firstLineChars="300" w:firstLine="690"/>
        <w:jc w:val="left"/>
        <w:rPr>
          <w:szCs w:val="23"/>
        </w:rPr>
      </w:pPr>
      <w:r w:rsidRPr="00443796">
        <w:rPr>
          <w:rFonts w:hint="eastAsia"/>
          <w:szCs w:val="23"/>
        </w:rPr>
        <w:t xml:space="preserve">　　年　　月　　日付けで交付決定通知のあった</w:t>
      </w:r>
      <w:r w:rsidR="004653B9" w:rsidRPr="0014303B">
        <w:rPr>
          <w:rFonts w:hint="eastAsia"/>
          <w:color w:val="FF0000"/>
          <w:szCs w:val="23"/>
        </w:rPr>
        <w:t>○○果樹産地協議会</w:t>
      </w:r>
      <w:r w:rsidR="00C6545F">
        <w:rPr>
          <w:rFonts w:hint="eastAsia"/>
          <w:szCs w:val="23"/>
        </w:rPr>
        <w:t>果樹産地活性化対策</w:t>
      </w:r>
      <w:r w:rsidR="003D6EE8" w:rsidRPr="00443796">
        <w:rPr>
          <w:rFonts w:hint="eastAsia"/>
          <w:szCs w:val="23"/>
        </w:rPr>
        <w:t>事業</w:t>
      </w:r>
      <w:r w:rsidRPr="00443796">
        <w:rPr>
          <w:rFonts w:hAnsi="ＭＳ 明朝" w:hint="eastAsia"/>
          <w:szCs w:val="23"/>
        </w:rPr>
        <w:t>費補助金</w:t>
      </w:r>
      <w:r w:rsidRPr="00443796">
        <w:rPr>
          <w:rFonts w:hint="eastAsia"/>
          <w:szCs w:val="23"/>
        </w:rPr>
        <w:t>について、次のとおり申請内容を変更し[金　　　　　　円の追加交付（減額承認）を受け]たいので、</w:t>
      </w:r>
      <w:r w:rsidR="004653B9" w:rsidRPr="0014303B">
        <w:rPr>
          <w:rFonts w:hint="eastAsia"/>
          <w:color w:val="FF0000"/>
          <w:szCs w:val="23"/>
        </w:rPr>
        <w:t>○○果樹産地協議会</w:t>
      </w:r>
      <w:r w:rsidR="00C6545F">
        <w:rPr>
          <w:rFonts w:hint="eastAsia"/>
          <w:szCs w:val="23"/>
        </w:rPr>
        <w:t>果樹産地活性化対策</w:t>
      </w:r>
      <w:r w:rsidR="003D6EE8" w:rsidRPr="00443796">
        <w:rPr>
          <w:rFonts w:hint="eastAsia"/>
          <w:szCs w:val="23"/>
        </w:rPr>
        <w:t>事業</w:t>
      </w:r>
      <w:r w:rsidRPr="00443796">
        <w:rPr>
          <w:rFonts w:hAnsi="ＭＳ 明朝" w:hint="eastAsia"/>
          <w:szCs w:val="23"/>
        </w:rPr>
        <w:t>費補助金</w:t>
      </w:r>
      <w:r w:rsidRPr="00443796">
        <w:rPr>
          <w:rFonts w:hint="eastAsia"/>
          <w:szCs w:val="23"/>
        </w:rPr>
        <w:t>交付</w:t>
      </w:r>
      <w:r w:rsidR="0014303B">
        <w:rPr>
          <w:rFonts w:hint="eastAsia"/>
          <w:szCs w:val="23"/>
        </w:rPr>
        <w:t>規定</w:t>
      </w:r>
      <w:r w:rsidRPr="00443796">
        <w:rPr>
          <w:rFonts w:hint="eastAsia"/>
          <w:szCs w:val="23"/>
        </w:rPr>
        <w:t>第６条第１項の規定により申請します。</w:t>
      </w:r>
    </w:p>
    <w:p w14:paraId="0100FE59" w14:textId="77777777" w:rsidR="005A238D" w:rsidRPr="00443796" w:rsidRDefault="005A238D" w:rsidP="005A238D">
      <w:pPr>
        <w:pStyle w:val="a9"/>
        <w:jc w:val="center"/>
        <w:rPr>
          <w:szCs w:val="23"/>
        </w:rPr>
      </w:pPr>
      <w:r w:rsidRPr="00443796">
        <w:rPr>
          <w:rFonts w:hint="eastAsia"/>
          <w:szCs w:val="23"/>
        </w:rPr>
        <w:t>記</w:t>
      </w:r>
    </w:p>
    <w:p w14:paraId="05ED3140" w14:textId="77777777" w:rsidR="0014303B" w:rsidRDefault="0014303B" w:rsidP="005A238D">
      <w:pPr>
        <w:pStyle w:val="a9"/>
        <w:jc w:val="left"/>
        <w:rPr>
          <w:szCs w:val="23"/>
        </w:rPr>
      </w:pPr>
    </w:p>
    <w:p w14:paraId="1E2A45EB" w14:textId="7BABB935" w:rsidR="005A238D" w:rsidRPr="00443796" w:rsidRDefault="005A238D" w:rsidP="005A238D">
      <w:pPr>
        <w:pStyle w:val="a9"/>
        <w:jc w:val="left"/>
        <w:rPr>
          <w:szCs w:val="23"/>
        </w:rPr>
      </w:pPr>
      <w:r w:rsidRPr="00443796">
        <w:rPr>
          <w:rFonts w:hint="eastAsia"/>
          <w:szCs w:val="23"/>
        </w:rPr>
        <w:t>１　変更の理由</w:t>
      </w:r>
    </w:p>
    <w:p w14:paraId="56C91AF1" w14:textId="77777777" w:rsidR="005A238D" w:rsidRPr="00443796" w:rsidRDefault="005A238D" w:rsidP="005A238D">
      <w:pPr>
        <w:pStyle w:val="a9"/>
        <w:ind w:left="539" w:right="1080" w:hanging="310"/>
        <w:jc w:val="left"/>
        <w:rPr>
          <w:szCs w:val="23"/>
        </w:rPr>
      </w:pPr>
    </w:p>
    <w:p w14:paraId="7C1B7B55" w14:textId="77777777" w:rsidR="005A238D" w:rsidRPr="00443796" w:rsidRDefault="005A238D" w:rsidP="005A238D">
      <w:pPr>
        <w:pStyle w:val="a9"/>
        <w:ind w:left="539" w:right="1080" w:hanging="310"/>
        <w:jc w:val="left"/>
        <w:rPr>
          <w:szCs w:val="23"/>
        </w:rPr>
      </w:pPr>
    </w:p>
    <w:p w14:paraId="45576410" w14:textId="77777777" w:rsidR="005A238D" w:rsidRPr="00443796" w:rsidRDefault="005A238D" w:rsidP="005A238D">
      <w:pPr>
        <w:pStyle w:val="a9"/>
        <w:ind w:right="1080"/>
        <w:jc w:val="left"/>
        <w:rPr>
          <w:szCs w:val="23"/>
        </w:rPr>
      </w:pPr>
      <w:r w:rsidRPr="00443796">
        <w:rPr>
          <w:rFonts w:hint="eastAsia"/>
          <w:szCs w:val="23"/>
        </w:rPr>
        <w:t>２　変更の内容</w:t>
      </w:r>
    </w:p>
    <w:p w14:paraId="44A6A123" w14:textId="77777777" w:rsidR="005A238D" w:rsidRPr="00443796" w:rsidRDefault="005A238D" w:rsidP="005A238D">
      <w:pPr>
        <w:pStyle w:val="a9"/>
        <w:ind w:left="539" w:right="1080" w:hanging="310"/>
        <w:jc w:val="left"/>
        <w:rPr>
          <w:szCs w:val="23"/>
        </w:rPr>
      </w:pPr>
      <w:r w:rsidRPr="00443796">
        <w:rPr>
          <w:rFonts w:hint="eastAsia"/>
          <w:szCs w:val="23"/>
        </w:rPr>
        <w:t xml:space="preserve">　</w:t>
      </w:r>
    </w:p>
    <w:p w14:paraId="4780A810" w14:textId="77777777" w:rsidR="005A238D" w:rsidRPr="00443796" w:rsidRDefault="005A238D" w:rsidP="005A238D">
      <w:pPr>
        <w:pStyle w:val="a9"/>
        <w:ind w:left="539" w:right="1080" w:hanging="310"/>
        <w:jc w:val="left"/>
        <w:rPr>
          <w:szCs w:val="23"/>
        </w:rPr>
      </w:pPr>
    </w:p>
    <w:p w14:paraId="2DBC3A51" w14:textId="77777777" w:rsidR="005A238D" w:rsidRPr="00443796" w:rsidRDefault="005A238D" w:rsidP="005A238D">
      <w:pPr>
        <w:pStyle w:val="a9"/>
        <w:ind w:right="1080"/>
        <w:jc w:val="left"/>
        <w:rPr>
          <w:szCs w:val="23"/>
        </w:rPr>
      </w:pPr>
      <w:r w:rsidRPr="00443796">
        <w:rPr>
          <w:rFonts w:hint="eastAsia"/>
          <w:szCs w:val="23"/>
        </w:rPr>
        <w:t>注　１　金額の変更のない場合は、[　]の部分は消去すること。</w:t>
      </w:r>
    </w:p>
    <w:p w14:paraId="2915FA5D" w14:textId="77777777" w:rsidR="005A238D" w:rsidRPr="00443796" w:rsidRDefault="005A238D" w:rsidP="005A238D">
      <w:pPr>
        <w:pStyle w:val="a9"/>
        <w:ind w:leftChars="192" w:left="672" w:right="-2" w:hangingChars="100" w:hanging="230"/>
        <w:jc w:val="left"/>
        <w:rPr>
          <w:szCs w:val="23"/>
        </w:rPr>
      </w:pPr>
      <w:r w:rsidRPr="00443796">
        <w:rPr>
          <w:rFonts w:hint="eastAsia"/>
          <w:szCs w:val="23"/>
        </w:rPr>
        <w:t>２　変更の内容については、様式第１号に準じて作成し、変更前を上段（　）書き、変更後を下段に記載すること。</w:t>
      </w:r>
    </w:p>
    <w:p w14:paraId="4B327975" w14:textId="77777777" w:rsidR="005A238D" w:rsidRPr="00443796" w:rsidRDefault="005A238D" w:rsidP="005A238D">
      <w:pPr>
        <w:pStyle w:val="a9"/>
        <w:ind w:left="539" w:hanging="310"/>
        <w:jc w:val="left"/>
        <w:rPr>
          <w:szCs w:val="23"/>
        </w:rPr>
      </w:pPr>
    </w:p>
    <w:p w14:paraId="6A6A55C4" w14:textId="77777777" w:rsidR="005A238D" w:rsidRPr="00443796" w:rsidRDefault="005A238D" w:rsidP="005A238D">
      <w:pPr>
        <w:rPr>
          <w:szCs w:val="23"/>
        </w:rPr>
      </w:pPr>
    </w:p>
    <w:p w14:paraId="0C693F5C" w14:textId="77777777" w:rsidR="005A238D" w:rsidRPr="00443796" w:rsidRDefault="005A238D" w:rsidP="005A238D">
      <w:pPr>
        <w:ind w:left="230" w:hangingChars="100" w:hanging="230"/>
      </w:pPr>
    </w:p>
    <w:p w14:paraId="3CB06944" w14:textId="77777777" w:rsidR="005A238D" w:rsidRPr="00443796" w:rsidRDefault="005A238D" w:rsidP="005A238D">
      <w:pPr>
        <w:rPr>
          <w:szCs w:val="23"/>
        </w:rPr>
      </w:pPr>
      <w:r w:rsidRPr="00443796">
        <w:rPr>
          <w:rFonts w:hAnsi="ＭＳ 明朝" w:hint="eastAsia"/>
          <w:szCs w:val="23"/>
        </w:rPr>
        <w:lastRenderedPageBreak/>
        <w:t>様式第４号（第６条関係）</w:t>
      </w:r>
    </w:p>
    <w:p w14:paraId="16185ACC" w14:textId="77777777" w:rsidR="005A238D" w:rsidRPr="00443796" w:rsidRDefault="005A238D" w:rsidP="005A238D">
      <w:pPr>
        <w:jc w:val="right"/>
        <w:rPr>
          <w:rFonts w:hAnsi="ＭＳ 明朝"/>
          <w:szCs w:val="23"/>
        </w:rPr>
      </w:pPr>
      <w:r w:rsidRPr="00443796">
        <w:rPr>
          <w:rFonts w:hint="eastAsia"/>
          <w:szCs w:val="23"/>
        </w:rPr>
        <w:t xml:space="preserve">　　年　　月　　日</w:t>
      </w:r>
    </w:p>
    <w:p w14:paraId="3F5FF470" w14:textId="77777777" w:rsidR="005A238D" w:rsidRPr="00443796" w:rsidRDefault="005A238D" w:rsidP="005A238D">
      <w:pPr>
        <w:rPr>
          <w:rFonts w:hAnsi="ＭＳ 明朝"/>
          <w:szCs w:val="23"/>
          <w:lang w:eastAsia="zh-TW"/>
        </w:rPr>
      </w:pPr>
      <w:r w:rsidRPr="00443796">
        <w:rPr>
          <w:rFonts w:hAnsi="ＭＳ 明朝" w:hint="eastAsia"/>
          <w:szCs w:val="23"/>
          <w:lang w:eastAsia="zh-TW"/>
        </w:rPr>
        <w:t xml:space="preserve">　　　　　　　　　　　　様</w:t>
      </w:r>
    </w:p>
    <w:p w14:paraId="5F314C98" w14:textId="77777777" w:rsidR="005A238D" w:rsidRPr="00443796" w:rsidRDefault="005A238D" w:rsidP="005A238D">
      <w:pPr>
        <w:rPr>
          <w:rFonts w:hAnsi="ＭＳ 明朝"/>
          <w:szCs w:val="23"/>
          <w:lang w:eastAsia="zh-TW"/>
        </w:rPr>
      </w:pPr>
    </w:p>
    <w:p w14:paraId="0154503E" w14:textId="0007FD94" w:rsidR="005A238D" w:rsidRPr="00443796" w:rsidRDefault="005A238D" w:rsidP="005A238D">
      <w:pPr>
        <w:ind w:right="474"/>
        <w:jc w:val="right"/>
        <w:rPr>
          <w:szCs w:val="23"/>
          <w:bdr w:val="single" w:sz="4" w:space="0" w:color="auto"/>
          <w:lang w:eastAsia="zh-TW"/>
        </w:rPr>
      </w:pPr>
      <w:r w:rsidRPr="00443796">
        <w:rPr>
          <w:rFonts w:hAnsi="ＭＳ 明朝" w:hint="eastAsia"/>
          <w:szCs w:val="23"/>
          <w:lang w:eastAsia="zh-TW"/>
        </w:rPr>
        <w:t xml:space="preserve">　　　　　　　　　　　　　　　　</w:t>
      </w:r>
      <w:r w:rsidR="004653B9" w:rsidRPr="0014303B">
        <w:rPr>
          <w:rFonts w:hint="eastAsia"/>
          <w:color w:val="FF0000"/>
          <w:szCs w:val="23"/>
          <w:lang w:eastAsia="zh-TW"/>
        </w:rPr>
        <w:t>○○果樹産地協議会</w:t>
      </w:r>
      <w:r w:rsidRPr="0014303B">
        <w:rPr>
          <w:rFonts w:hint="eastAsia"/>
          <w:color w:val="FF0000"/>
          <w:szCs w:val="23"/>
          <w:lang w:eastAsia="zh-TW"/>
        </w:rPr>
        <w:t>長</w:t>
      </w:r>
      <w:r w:rsidRPr="00443796">
        <w:rPr>
          <w:rFonts w:hint="eastAsia"/>
          <w:szCs w:val="23"/>
          <w:lang w:eastAsia="zh-TW"/>
        </w:rPr>
        <w:t xml:space="preserve">　　　　　　　　　　</w:t>
      </w:r>
      <w:r w:rsidR="0037546E" w:rsidRPr="0037546E">
        <w:rPr>
          <w:rFonts w:hint="eastAsia"/>
          <w:color w:val="FF0000"/>
          <w:szCs w:val="23"/>
          <w:lang w:eastAsia="zh-TW"/>
        </w:rPr>
        <w:t xml:space="preserve">○○　○○　</w:t>
      </w:r>
      <w:r w:rsidRPr="00443796">
        <w:rPr>
          <w:rFonts w:hint="eastAsia"/>
          <w:szCs w:val="23"/>
          <w:bdr w:val="single" w:sz="4" w:space="0" w:color="auto"/>
          <w:lang w:eastAsia="zh-TW"/>
        </w:rPr>
        <w:t>印</w:t>
      </w:r>
    </w:p>
    <w:p w14:paraId="1A971904" w14:textId="77777777" w:rsidR="005A238D" w:rsidRPr="00443796" w:rsidRDefault="005A238D" w:rsidP="005A238D">
      <w:pPr>
        <w:rPr>
          <w:szCs w:val="23"/>
          <w:lang w:eastAsia="zh-TW"/>
        </w:rPr>
      </w:pPr>
    </w:p>
    <w:p w14:paraId="31A774AA" w14:textId="04B30E41" w:rsidR="005A238D" w:rsidRPr="00443796" w:rsidRDefault="005A238D" w:rsidP="005A238D">
      <w:pPr>
        <w:jc w:val="center"/>
        <w:rPr>
          <w:szCs w:val="23"/>
        </w:rPr>
      </w:pPr>
      <w:r w:rsidRPr="00443796">
        <w:rPr>
          <w:rFonts w:hAnsi="ＭＳ 明朝" w:hint="eastAsia"/>
          <w:szCs w:val="23"/>
        </w:rPr>
        <w:t>年度</w:t>
      </w:r>
      <w:r w:rsidR="004653B9" w:rsidRPr="0014303B">
        <w:rPr>
          <w:rFonts w:hint="eastAsia"/>
          <w:color w:val="FF0000"/>
          <w:szCs w:val="23"/>
        </w:rPr>
        <w:t>○○果樹産地協議会</w:t>
      </w:r>
      <w:r w:rsidR="00C6545F">
        <w:rPr>
          <w:rFonts w:hint="eastAsia"/>
          <w:szCs w:val="23"/>
        </w:rPr>
        <w:t>果樹産地活性化対策</w:t>
      </w:r>
      <w:r w:rsidR="003D6EE8" w:rsidRPr="00443796">
        <w:rPr>
          <w:rFonts w:hint="eastAsia"/>
          <w:szCs w:val="23"/>
        </w:rPr>
        <w:t>事業</w:t>
      </w:r>
      <w:r w:rsidRPr="00443796">
        <w:rPr>
          <w:rFonts w:hAnsi="ＭＳ 明朝" w:hint="eastAsia"/>
          <w:szCs w:val="23"/>
        </w:rPr>
        <w:t>費補助金</w:t>
      </w:r>
      <w:r w:rsidRPr="00443796">
        <w:rPr>
          <w:rFonts w:hAnsi="ＭＳ 明朝" w:cs="ＭＳ 明朝" w:hint="eastAsia"/>
          <w:szCs w:val="23"/>
        </w:rPr>
        <w:t>交付変更通知</w:t>
      </w:r>
      <w:r w:rsidRPr="00443796">
        <w:rPr>
          <w:rFonts w:hAnsi="ＭＳ 明朝" w:hint="eastAsia"/>
          <w:szCs w:val="23"/>
        </w:rPr>
        <w:t>書</w:t>
      </w:r>
    </w:p>
    <w:p w14:paraId="0033644F" w14:textId="77777777" w:rsidR="005A238D" w:rsidRPr="00443796" w:rsidRDefault="005A238D" w:rsidP="005A238D">
      <w:pPr>
        <w:ind w:firstLineChars="200" w:firstLine="460"/>
        <w:rPr>
          <w:szCs w:val="23"/>
        </w:rPr>
      </w:pPr>
    </w:p>
    <w:p w14:paraId="4E9BCB8E" w14:textId="210937D1" w:rsidR="005A238D" w:rsidRPr="00443796" w:rsidRDefault="005A238D" w:rsidP="005A238D">
      <w:pPr>
        <w:ind w:firstLineChars="300" w:firstLine="690"/>
        <w:rPr>
          <w:szCs w:val="23"/>
        </w:rPr>
      </w:pPr>
      <w:r w:rsidRPr="00443796">
        <w:rPr>
          <w:rFonts w:hAnsi="ＭＳ 明朝" w:hint="eastAsia"/>
          <w:szCs w:val="23"/>
        </w:rPr>
        <w:t xml:space="preserve">　　年　　月　　日付けで交付決定通知した</w:t>
      </w:r>
      <w:r w:rsidR="004653B9" w:rsidRPr="0014303B">
        <w:rPr>
          <w:rFonts w:hint="eastAsia"/>
          <w:color w:val="FF0000"/>
          <w:szCs w:val="23"/>
        </w:rPr>
        <w:t>○○果樹産地協議会</w:t>
      </w:r>
      <w:r w:rsidR="00C6545F">
        <w:rPr>
          <w:rFonts w:hint="eastAsia"/>
          <w:szCs w:val="23"/>
        </w:rPr>
        <w:t>果樹産地活性化対策</w:t>
      </w:r>
      <w:r w:rsidR="003D6EE8" w:rsidRPr="00443796">
        <w:rPr>
          <w:rFonts w:hint="eastAsia"/>
          <w:szCs w:val="23"/>
        </w:rPr>
        <w:t>事業</w:t>
      </w:r>
      <w:r w:rsidRPr="00443796">
        <w:rPr>
          <w:rFonts w:hAnsi="ＭＳ 明朝" w:hint="eastAsia"/>
          <w:szCs w:val="23"/>
        </w:rPr>
        <w:t>費補助金に</w:t>
      </w:r>
      <w:r w:rsidRPr="00443796">
        <w:rPr>
          <w:rFonts w:hAnsi="ＭＳ 明朝" w:cs="ＭＳ 明朝" w:hint="eastAsia"/>
          <w:szCs w:val="23"/>
        </w:rPr>
        <w:t>ついて</w:t>
      </w:r>
      <w:r w:rsidRPr="00443796">
        <w:rPr>
          <w:rFonts w:hAnsi="ＭＳ 明朝" w:hint="eastAsia"/>
          <w:szCs w:val="23"/>
        </w:rPr>
        <w:t>、</w:t>
      </w:r>
      <w:r w:rsidR="004653B9" w:rsidRPr="0014303B">
        <w:rPr>
          <w:rFonts w:hint="eastAsia"/>
          <w:color w:val="FF0000"/>
          <w:szCs w:val="23"/>
        </w:rPr>
        <w:t>○○果樹産地協議会</w:t>
      </w:r>
      <w:r w:rsidR="00C6545F">
        <w:rPr>
          <w:rFonts w:hint="eastAsia"/>
          <w:szCs w:val="23"/>
        </w:rPr>
        <w:t>果樹産地活性化対策</w:t>
      </w:r>
      <w:r w:rsidR="003D6EE8" w:rsidRPr="00443796">
        <w:rPr>
          <w:rFonts w:hint="eastAsia"/>
          <w:szCs w:val="23"/>
        </w:rPr>
        <w:t>事業</w:t>
      </w:r>
      <w:r w:rsidRPr="00443796">
        <w:rPr>
          <w:rFonts w:hAnsi="ＭＳ 明朝" w:hint="eastAsia"/>
          <w:szCs w:val="23"/>
        </w:rPr>
        <w:t>費補助金交付</w:t>
      </w:r>
      <w:r w:rsidR="0014303B">
        <w:rPr>
          <w:rFonts w:hAnsi="ＭＳ 明朝" w:hint="eastAsia"/>
          <w:szCs w:val="23"/>
        </w:rPr>
        <w:t>規定</w:t>
      </w:r>
      <w:r w:rsidRPr="00443796">
        <w:rPr>
          <w:rFonts w:hAnsi="ＭＳ 明朝" w:hint="eastAsia"/>
          <w:szCs w:val="23"/>
        </w:rPr>
        <w:t>第６条第２項の規定により、次のとおり変更したので通知します。</w:t>
      </w:r>
    </w:p>
    <w:p w14:paraId="49DCE628" w14:textId="77777777" w:rsidR="005A238D" w:rsidRPr="00443796" w:rsidRDefault="005A238D" w:rsidP="005A238D">
      <w:pPr>
        <w:jc w:val="center"/>
        <w:rPr>
          <w:szCs w:val="23"/>
        </w:rPr>
      </w:pPr>
      <w:r w:rsidRPr="00443796">
        <w:rPr>
          <w:rFonts w:hint="eastAsia"/>
          <w:szCs w:val="23"/>
        </w:rPr>
        <w:t>記</w:t>
      </w:r>
    </w:p>
    <w:p w14:paraId="5DAACF98" w14:textId="77777777" w:rsidR="0014303B" w:rsidRDefault="0014303B" w:rsidP="005A238D">
      <w:pPr>
        <w:pStyle w:val="a9"/>
        <w:jc w:val="left"/>
        <w:rPr>
          <w:szCs w:val="23"/>
        </w:rPr>
      </w:pPr>
    </w:p>
    <w:p w14:paraId="3A767BBA" w14:textId="68173721" w:rsidR="005A238D" w:rsidRPr="00443796" w:rsidRDefault="005A238D" w:rsidP="005A238D">
      <w:pPr>
        <w:pStyle w:val="a9"/>
        <w:jc w:val="left"/>
        <w:rPr>
          <w:szCs w:val="23"/>
        </w:rPr>
      </w:pPr>
      <w:r w:rsidRPr="00443796">
        <w:rPr>
          <w:rFonts w:hint="eastAsia"/>
          <w:szCs w:val="23"/>
        </w:rPr>
        <w:t>１　変更の理由</w:t>
      </w:r>
    </w:p>
    <w:p w14:paraId="6E755753" w14:textId="77777777" w:rsidR="005A238D" w:rsidRPr="00443796" w:rsidRDefault="005A238D" w:rsidP="005A238D">
      <w:pPr>
        <w:pStyle w:val="a9"/>
        <w:ind w:left="539" w:right="1080" w:hanging="310"/>
        <w:jc w:val="left"/>
        <w:rPr>
          <w:szCs w:val="23"/>
        </w:rPr>
      </w:pPr>
    </w:p>
    <w:p w14:paraId="26A3F34E" w14:textId="77777777" w:rsidR="005A238D" w:rsidRPr="00443796" w:rsidRDefault="005A238D" w:rsidP="005A238D">
      <w:pPr>
        <w:pStyle w:val="a9"/>
        <w:ind w:left="539" w:right="1080" w:hanging="310"/>
        <w:jc w:val="left"/>
        <w:rPr>
          <w:szCs w:val="23"/>
        </w:rPr>
      </w:pPr>
    </w:p>
    <w:p w14:paraId="7AB9BD64" w14:textId="77777777" w:rsidR="005A238D" w:rsidRPr="00443796" w:rsidRDefault="005A238D" w:rsidP="005A238D">
      <w:pPr>
        <w:pStyle w:val="a9"/>
        <w:ind w:right="1080"/>
        <w:jc w:val="left"/>
        <w:rPr>
          <w:szCs w:val="23"/>
        </w:rPr>
      </w:pPr>
      <w:r w:rsidRPr="00443796">
        <w:rPr>
          <w:rFonts w:hint="eastAsia"/>
          <w:szCs w:val="23"/>
        </w:rPr>
        <w:t>２　変更の内容</w:t>
      </w:r>
    </w:p>
    <w:p w14:paraId="42A39F29" w14:textId="77777777" w:rsidR="005A238D" w:rsidRPr="00443796" w:rsidRDefault="005A238D" w:rsidP="005A238D">
      <w:pPr>
        <w:pStyle w:val="a9"/>
        <w:ind w:left="539" w:right="1080" w:hanging="310"/>
        <w:jc w:val="left"/>
        <w:rPr>
          <w:szCs w:val="23"/>
        </w:rPr>
      </w:pPr>
      <w:r w:rsidRPr="00443796">
        <w:rPr>
          <w:rFonts w:hint="eastAsia"/>
          <w:szCs w:val="23"/>
        </w:rPr>
        <w:t xml:space="preserve">　</w:t>
      </w:r>
    </w:p>
    <w:p w14:paraId="1A1DCF39" w14:textId="77777777" w:rsidR="005A238D" w:rsidRPr="00443796" w:rsidRDefault="005A238D" w:rsidP="005A238D">
      <w:pPr>
        <w:pStyle w:val="a9"/>
        <w:jc w:val="left"/>
        <w:rPr>
          <w:szCs w:val="23"/>
        </w:rPr>
      </w:pPr>
    </w:p>
    <w:p w14:paraId="04A383B2" w14:textId="77777777" w:rsidR="005A238D" w:rsidRPr="00443796" w:rsidRDefault="005A238D" w:rsidP="005A238D">
      <w:pPr>
        <w:ind w:left="230" w:hangingChars="100" w:hanging="230"/>
      </w:pPr>
    </w:p>
    <w:p w14:paraId="0FFFE9CE" w14:textId="77777777" w:rsidR="005A238D" w:rsidRPr="00443796" w:rsidRDefault="005A238D" w:rsidP="005A238D">
      <w:pPr>
        <w:ind w:left="230" w:hangingChars="100" w:hanging="230"/>
      </w:pPr>
    </w:p>
    <w:p w14:paraId="67B948C5" w14:textId="77777777" w:rsidR="005A238D" w:rsidRPr="00443796" w:rsidRDefault="005A238D" w:rsidP="005A238D">
      <w:pPr>
        <w:ind w:left="230" w:hangingChars="100" w:hanging="230"/>
      </w:pPr>
    </w:p>
    <w:p w14:paraId="4A298B9A" w14:textId="77777777" w:rsidR="005A238D" w:rsidRPr="00CB0B92" w:rsidRDefault="005A238D" w:rsidP="005A238D">
      <w:pPr>
        <w:ind w:left="230" w:hangingChars="100" w:hanging="230"/>
        <w:rPr>
          <w:color w:val="FF0000"/>
        </w:rPr>
      </w:pPr>
    </w:p>
    <w:p w14:paraId="6E2FABFC" w14:textId="77777777" w:rsidR="005A238D" w:rsidRPr="00CB0B92" w:rsidRDefault="005A238D" w:rsidP="0014303B">
      <w:pPr>
        <w:rPr>
          <w:color w:val="FF0000"/>
        </w:rPr>
      </w:pPr>
    </w:p>
    <w:p w14:paraId="35E5CF45" w14:textId="7B8F5E32" w:rsidR="005A238D" w:rsidRPr="001C1AB0" w:rsidRDefault="0037546E" w:rsidP="005A238D">
      <w:pPr>
        <w:jc w:val="left"/>
        <w:rPr>
          <w:rFonts w:hAnsi="ＭＳ 明朝"/>
          <w:szCs w:val="23"/>
          <w:lang w:val="x-none" w:eastAsia="x-none"/>
        </w:rPr>
      </w:pPr>
      <w:r>
        <w:rPr>
          <w:rFonts w:hAnsi="ＭＳ 明朝"/>
          <w:szCs w:val="23"/>
          <w:lang w:val="x-none" w:eastAsia="x-none"/>
        </w:rPr>
        <w:br w:type="page"/>
      </w:r>
      <w:r w:rsidR="005A238D" w:rsidRPr="001C1AB0">
        <w:rPr>
          <w:rFonts w:hAnsi="ＭＳ 明朝" w:hint="eastAsia"/>
          <w:szCs w:val="23"/>
          <w:lang w:val="x-none" w:eastAsia="x-none"/>
        </w:rPr>
        <w:lastRenderedPageBreak/>
        <w:t>様式第５号（第７条関係）</w:t>
      </w:r>
    </w:p>
    <w:p w14:paraId="4C4D531F" w14:textId="77777777" w:rsidR="005A238D" w:rsidRPr="001C1AB0" w:rsidRDefault="005A238D" w:rsidP="005A238D">
      <w:pPr>
        <w:jc w:val="right"/>
        <w:rPr>
          <w:rFonts w:hAnsi="ＭＳ 明朝"/>
          <w:szCs w:val="23"/>
        </w:rPr>
      </w:pPr>
      <w:r w:rsidRPr="001C1AB0">
        <w:rPr>
          <w:rFonts w:hAnsi="ＭＳ 明朝" w:hint="eastAsia"/>
          <w:szCs w:val="23"/>
        </w:rPr>
        <w:t xml:space="preserve">　　　　年　　月　　日</w:t>
      </w:r>
    </w:p>
    <w:p w14:paraId="4D7AA9EC" w14:textId="77777777" w:rsidR="005A238D" w:rsidRPr="001C1AB0" w:rsidRDefault="004653B9" w:rsidP="005A238D">
      <w:pPr>
        <w:ind w:firstLineChars="100" w:firstLine="230"/>
        <w:rPr>
          <w:rFonts w:hAnsi="ＭＳ 明朝"/>
          <w:szCs w:val="23"/>
          <w:lang w:eastAsia="zh-TW"/>
        </w:rPr>
      </w:pPr>
      <w:r w:rsidRPr="0014303B">
        <w:rPr>
          <w:rFonts w:hAnsi="ＭＳ 明朝" w:hint="eastAsia"/>
          <w:color w:val="FF0000"/>
          <w:szCs w:val="23"/>
        </w:rPr>
        <w:t>○○果樹産地協議会</w:t>
      </w:r>
      <w:r w:rsidR="005A238D" w:rsidRPr="0014303B">
        <w:rPr>
          <w:rFonts w:hAnsi="ＭＳ 明朝" w:hint="eastAsia"/>
          <w:color w:val="FF0000"/>
          <w:szCs w:val="23"/>
          <w:lang w:eastAsia="zh-TW"/>
        </w:rPr>
        <w:t>長</w:t>
      </w:r>
      <w:r w:rsidR="005A238D" w:rsidRPr="001C1AB0">
        <w:rPr>
          <w:rFonts w:hAnsi="ＭＳ 明朝" w:hint="eastAsia"/>
          <w:szCs w:val="23"/>
          <w:lang w:eastAsia="zh-TW"/>
        </w:rPr>
        <w:t xml:space="preserve">　</w:t>
      </w:r>
      <w:r w:rsidR="005A238D" w:rsidRPr="001C1AB0">
        <w:rPr>
          <w:rFonts w:hAnsi="ＭＳ 明朝" w:hint="eastAsia"/>
          <w:szCs w:val="23"/>
        </w:rPr>
        <w:t xml:space="preserve">　　　　　　　</w:t>
      </w:r>
      <w:r w:rsidR="005A238D" w:rsidRPr="001C1AB0">
        <w:rPr>
          <w:rFonts w:hAnsi="ＭＳ 明朝" w:hint="eastAsia"/>
          <w:szCs w:val="23"/>
          <w:lang w:eastAsia="zh-TW"/>
        </w:rPr>
        <w:t xml:space="preserve">　　様</w:t>
      </w:r>
    </w:p>
    <w:p w14:paraId="75D59E85" w14:textId="77777777" w:rsidR="005A238D" w:rsidRPr="001C1AB0" w:rsidRDefault="005A238D" w:rsidP="005A238D">
      <w:pPr>
        <w:ind w:leftChars="1077" w:left="2477"/>
        <w:rPr>
          <w:rFonts w:hAnsi="ＭＳ 明朝"/>
          <w:szCs w:val="23"/>
        </w:rPr>
      </w:pPr>
    </w:p>
    <w:p w14:paraId="1F2F41B7" w14:textId="77777777" w:rsidR="005A238D" w:rsidRPr="001C1AB0" w:rsidRDefault="005A238D" w:rsidP="005A238D">
      <w:pPr>
        <w:ind w:leftChars="1077" w:left="2477" w:firstLineChars="400" w:firstLine="920"/>
        <w:rPr>
          <w:rFonts w:hAnsi="ＭＳ 明朝"/>
          <w:szCs w:val="23"/>
        </w:rPr>
      </w:pPr>
      <w:r w:rsidRPr="001C1AB0">
        <w:rPr>
          <w:rFonts w:hAnsi="ＭＳ 明朝" w:hint="eastAsia"/>
          <w:szCs w:val="23"/>
        </w:rPr>
        <w:t xml:space="preserve">申請者　</w:t>
      </w:r>
      <w:r w:rsidRPr="001C1AB0">
        <w:rPr>
          <w:rFonts w:hAnsi="ＭＳ 明朝" w:hint="eastAsia"/>
          <w:szCs w:val="23"/>
          <w:lang w:eastAsia="zh-TW"/>
        </w:rPr>
        <w:t>住所</w:t>
      </w:r>
    </w:p>
    <w:p w14:paraId="72F8C472" w14:textId="77777777" w:rsidR="005A238D" w:rsidRPr="001C1AB0" w:rsidRDefault="005A238D" w:rsidP="005A238D">
      <w:pPr>
        <w:ind w:leftChars="1077" w:left="2477" w:firstLineChars="802" w:firstLine="1845"/>
        <w:rPr>
          <w:rFonts w:hAnsi="ＭＳ 明朝"/>
          <w:szCs w:val="23"/>
        </w:rPr>
      </w:pPr>
      <w:r w:rsidRPr="001C1AB0">
        <w:rPr>
          <w:rFonts w:hAnsi="ＭＳ 明朝" w:hint="eastAsia"/>
          <w:szCs w:val="23"/>
        </w:rPr>
        <w:t>氏名　　　　　　　　　　　　　㊞</w:t>
      </w:r>
    </w:p>
    <w:p w14:paraId="4C9547BE" w14:textId="77777777" w:rsidR="005A238D" w:rsidRPr="001C1AB0" w:rsidRDefault="005A238D" w:rsidP="005A238D">
      <w:pPr>
        <w:ind w:left="539" w:hanging="310"/>
        <w:jc w:val="left"/>
        <w:rPr>
          <w:rFonts w:hAnsi="ＭＳ 明朝"/>
          <w:szCs w:val="23"/>
          <w:lang w:val="x-none" w:eastAsia="x-none"/>
        </w:rPr>
      </w:pPr>
    </w:p>
    <w:p w14:paraId="15EE2775" w14:textId="254E179A" w:rsidR="005A238D" w:rsidRPr="001C1AB0" w:rsidRDefault="005A238D" w:rsidP="005A238D">
      <w:pPr>
        <w:jc w:val="center"/>
        <w:rPr>
          <w:rFonts w:hAnsi="ＭＳ 明朝"/>
          <w:szCs w:val="23"/>
          <w:lang w:val="x-none" w:eastAsia="x-none"/>
        </w:rPr>
      </w:pPr>
      <w:r w:rsidRPr="001C1AB0">
        <w:rPr>
          <w:rFonts w:hAnsi="ＭＳ 明朝" w:hint="eastAsia"/>
          <w:szCs w:val="23"/>
          <w:lang w:val="x-none"/>
        </w:rPr>
        <w:t>年度</w:t>
      </w:r>
      <w:r w:rsidR="004653B9" w:rsidRPr="0014303B">
        <w:rPr>
          <w:rFonts w:hint="eastAsia"/>
          <w:color w:val="FF0000"/>
          <w:szCs w:val="23"/>
        </w:rPr>
        <w:t>○○果樹産地協議会</w:t>
      </w:r>
      <w:r w:rsidR="00C6545F">
        <w:rPr>
          <w:rFonts w:hint="eastAsia"/>
          <w:szCs w:val="23"/>
        </w:rPr>
        <w:t>果樹産地活性化対策</w:t>
      </w:r>
      <w:r w:rsidR="00947108" w:rsidRPr="001C1AB0">
        <w:rPr>
          <w:rFonts w:hint="eastAsia"/>
          <w:szCs w:val="23"/>
        </w:rPr>
        <w:t>事業</w:t>
      </w:r>
      <w:r w:rsidRPr="001C1AB0">
        <w:rPr>
          <w:rFonts w:hAnsi="ＭＳ 明朝" w:hint="eastAsia"/>
          <w:szCs w:val="23"/>
        </w:rPr>
        <w:t>費補助金</w:t>
      </w:r>
      <w:r w:rsidRPr="001C1AB0">
        <w:rPr>
          <w:rFonts w:hAnsi="ＭＳ 明朝" w:hint="eastAsia"/>
          <w:kern w:val="0"/>
          <w:szCs w:val="23"/>
          <w:lang w:val="x-none" w:eastAsia="x-none"/>
        </w:rPr>
        <w:t>実績報告書</w:t>
      </w:r>
    </w:p>
    <w:p w14:paraId="6C6C6867" w14:textId="77777777" w:rsidR="005A238D" w:rsidRPr="001C1AB0" w:rsidRDefault="005A238D" w:rsidP="005A238D">
      <w:pPr>
        <w:ind w:left="539" w:hanging="310"/>
        <w:jc w:val="left"/>
        <w:rPr>
          <w:rFonts w:hAnsi="ＭＳ 明朝"/>
          <w:szCs w:val="23"/>
          <w:lang w:val="x-none" w:eastAsia="x-none"/>
        </w:rPr>
      </w:pPr>
    </w:p>
    <w:p w14:paraId="15EE1A67" w14:textId="16223B47" w:rsidR="005A238D" w:rsidRDefault="005A238D" w:rsidP="005A238D">
      <w:pPr>
        <w:ind w:firstLineChars="300" w:firstLine="690"/>
        <w:jc w:val="left"/>
        <w:rPr>
          <w:rFonts w:hAnsi="ＭＳ 明朝"/>
          <w:szCs w:val="23"/>
          <w:lang w:val="x-none" w:eastAsia="x-none"/>
        </w:rPr>
      </w:pPr>
      <w:r w:rsidRPr="001C1AB0">
        <w:rPr>
          <w:rFonts w:hAnsi="ＭＳ 明朝" w:hint="eastAsia"/>
          <w:szCs w:val="23"/>
          <w:lang w:val="x-none"/>
        </w:rPr>
        <w:t xml:space="preserve">　　</w:t>
      </w:r>
      <w:r w:rsidRPr="001C1AB0">
        <w:rPr>
          <w:rFonts w:hAnsi="ＭＳ 明朝" w:hint="eastAsia"/>
          <w:szCs w:val="23"/>
          <w:lang w:val="x-none" w:eastAsia="x-none"/>
        </w:rPr>
        <w:t>年　　月　　日付けで交付決定通知のあった</w:t>
      </w:r>
      <w:r w:rsidR="004653B9">
        <w:rPr>
          <w:rFonts w:hint="eastAsia"/>
          <w:szCs w:val="23"/>
        </w:rPr>
        <w:t>○</w:t>
      </w:r>
      <w:r w:rsidR="004653B9" w:rsidRPr="0014303B">
        <w:rPr>
          <w:rFonts w:hint="eastAsia"/>
          <w:color w:val="FF0000"/>
          <w:szCs w:val="23"/>
        </w:rPr>
        <w:t>○果樹産地協議会</w:t>
      </w:r>
      <w:r w:rsidR="00C6545F">
        <w:rPr>
          <w:rFonts w:hint="eastAsia"/>
          <w:szCs w:val="23"/>
        </w:rPr>
        <w:t>果樹産地活性化対策</w:t>
      </w:r>
      <w:r w:rsidR="00947108" w:rsidRPr="001C1AB0">
        <w:rPr>
          <w:rFonts w:hint="eastAsia"/>
          <w:szCs w:val="23"/>
        </w:rPr>
        <w:t>事業</w:t>
      </w:r>
      <w:r w:rsidRPr="001C1AB0">
        <w:rPr>
          <w:rFonts w:hAnsi="ＭＳ 明朝" w:hint="eastAsia"/>
          <w:szCs w:val="23"/>
          <w:lang w:val="x-none" w:eastAsia="x-none"/>
        </w:rPr>
        <w:t>費補助金について、</w:t>
      </w:r>
      <w:r w:rsidR="004653B9" w:rsidRPr="0014303B">
        <w:rPr>
          <w:rFonts w:hint="eastAsia"/>
          <w:color w:val="FF0000"/>
          <w:szCs w:val="23"/>
        </w:rPr>
        <w:t>○○果樹産地協議会</w:t>
      </w:r>
      <w:r w:rsidR="00C6545F">
        <w:rPr>
          <w:rFonts w:hint="eastAsia"/>
          <w:szCs w:val="23"/>
        </w:rPr>
        <w:t>果樹産地活性化対策</w:t>
      </w:r>
      <w:r w:rsidR="00947108" w:rsidRPr="001C1AB0">
        <w:rPr>
          <w:rFonts w:hint="eastAsia"/>
          <w:szCs w:val="23"/>
        </w:rPr>
        <w:t>事業</w:t>
      </w:r>
      <w:r w:rsidRPr="001C1AB0">
        <w:rPr>
          <w:rFonts w:hAnsi="ＭＳ 明朝" w:hint="eastAsia"/>
          <w:szCs w:val="23"/>
          <w:lang w:val="x-none" w:eastAsia="x-none"/>
        </w:rPr>
        <w:t>費補助金交付</w:t>
      </w:r>
      <w:r w:rsidR="0014303B">
        <w:rPr>
          <w:rFonts w:hAnsi="ＭＳ 明朝" w:hint="eastAsia"/>
          <w:szCs w:val="23"/>
          <w:lang w:val="x-none"/>
        </w:rPr>
        <w:t>規定</w:t>
      </w:r>
      <w:r w:rsidRPr="001C1AB0">
        <w:rPr>
          <w:rFonts w:hAnsi="ＭＳ 明朝" w:hint="eastAsia"/>
          <w:szCs w:val="23"/>
          <w:lang w:val="x-none" w:eastAsia="x-none"/>
        </w:rPr>
        <w:t>第７条の規定により、次のとおり報告します。</w:t>
      </w:r>
    </w:p>
    <w:p w14:paraId="580F9289" w14:textId="77777777" w:rsidR="0014303B" w:rsidRPr="001C1AB0" w:rsidRDefault="0014303B" w:rsidP="005A238D">
      <w:pPr>
        <w:ind w:firstLineChars="300" w:firstLine="690"/>
        <w:jc w:val="left"/>
        <w:rPr>
          <w:rFonts w:hAnsi="ＭＳ 明朝"/>
          <w:szCs w:val="23"/>
          <w:lang w:val="x-none" w:eastAsia="x-none"/>
        </w:rPr>
      </w:pPr>
    </w:p>
    <w:p w14:paraId="6A7792F1" w14:textId="77777777" w:rsidR="005A238D" w:rsidRPr="001C1AB0" w:rsidRDefault="005A238D" w:rsidP="005A238D">
      <w:pPr>
        <w:jc w:val="center"/>
        <w:rPr>
          <w:rFonts w:hAnsi="ＭＳ 明朝"/>
          <w:szCs w:val="23"/>
          <w:lang w:val="x-none" w:eastAsia="x-none"/>
        </w:rPr>
      </w:pPr>
      <w:r w:rsidRPr="001C1AB0">
        <w:rPr>
          <w:rFonts w:hAnsi="ＭＳ 明朝" w:hint="eastAsia"/>
          <w:szCs w:val="23"/>
          <w:lang w:val="x-none" w:eastAsia="x-none"/>
        </w:rPr>
        <w:t>記</w:t>
      </w:r>
    </w:p>
    <w:p w14:paraId="084D2A3B" w14:textId="77777777" w:rsidR="005A238D" w:rsidRPr="001C1AB0" w:rsidRDefault="005A238D" w:rsidP="005A238D">
      <w:pPr>
        <w:wordWrap w:val="0"/>
        <w:spacing w:line="481" w:lineRule="exact"/>
        <w:jc w:val="left"/>
        <w:rPr>
          <w:rFonts w:hAnsi="ＭＳ 明朝"/>
          <w:szCs w:val="23"/>
        </w:rPr>
      </w:pPr>
    </w:p>
    <w:p w14:paraId="1359C485" w14:textId="77777777" w:rsidR="00947108" w:rsidRPr="001C1AB0" w:rsidRDefault="00947108" w:rsidP="00947108">
      <w:pPr>
        <w:spacing w:line="481" w:lineRule="exact"/>
        <w:ind w:firstLineChars="1500" w:firstLine="3450"/>
        <w:rPr>
          <w:rFonts w:hAnsi="ＭＳ 明朝"/>
          <w:szCs w:val="23"/>
        </w:rPr>
      </w:pPr>
      <w:r w:rsidRPr="001C1AB0">
        <w:rPr>
          <w:rFonts w:hAnsi="ＭＳ 明朝" w:hint="eastAsia"/>
          <w:szCs w:val="23"/>
        </w:rPr>
        <w:t>別紙１のとおり</w:t>
      </w:r>
    </w:p>
    <w:p w14:paraId="75D4E6CC" w14:textId="77777777" w:rsidR="005A238D" w:rsidRPr="00CB0B92" w:rsidRDefault="005A238D" w:rsidP="005A238D">
      <w:pPr>
        <w:wordWrap w:val="0"/>
        <w:spacing w:line="481" w:lineRule="exact"/>
        <w:jc w:val="left"/>
        <w:rPr>
          <w:rFonts w:hAnsi="ＭＳ 明朝"/>
          <w:color w:val="FF0000"/>
          <w:szCs w:val="23"/>
        </w:rPr>
      </w:pPr>
    </w:p>
    <w:p w14:paraId="03A72111" w14:textId="77777777" w:rsidR="005A238D" w:rsidRPr="00CB0B92" w:rsidRDefault="005A238D" w:rsidP="005A238D">
      <w:pPr>
        <w:wordWrap w:val="0"/>
        <w:spacing w:line="481" w:lineRule="exact"/>
        <w:jc w:val="left"/>
        <w:rPr>
          <w:rFonts w:hAnsi="ＭＳ 明朝"/>
          <w:color w:val="FF0000"/>
          <w:szCs w:val="23"/>
        </w:rPr>
      </w:pPr>
    </w:p>
    <w:p w14:paraId="3DAC2D84" w14:textId="77777777" w:rsidR="005A238D" w:rsidRPr="00CB0B92" w:rsidRDefault="005A238D" w:rsidP="005A238D">
      <w:pPr>
        <w:wordWrap w:val="0"/>
        <w:spacing w:line="481" w:lineRule="exact"/>
        <w:jc w:val="left"/>
        <w:rPr>
          <w:rFonts w:hAnsi="ＭＳ 明朝"/>
          <w:color w:val="FF0000"/>
          <w:szCs w:val="23"/>
        </w:rPr>
      </w:pPr>
    </w:p>
    <w:p w14:paraId="115AFE78" w14:textId="77777777" w:rsidR="005A238D" w:rsidRPr="00CB0B92" w:rsidRDefault="005A238D" w:rsidP="005A238D">
      <w:pPr>
        <w:wordWrap w:val="0"/>
        <w:spacing w:line="481" w:lineRule="exact"/>
        <w:jc w:val="left"/>
        <w:rPr>
          <w:rFonts w:hAnsi="ＭＳ 明朝"/>
          <w:color w:val="FF0000"/>
          <w:szCs w:val="23"/>
        </w:rPr>
      </w:pPr>
    </w:p>
    <w:p w14:paraId="6AE0E914" w14:textId="77777777" w:rsidR="005A238D" w:rsidRPr="00CB0B92" w:rsidRDefault="005A238D" w:rsidP="005A238D">
      <w:pPr>
        <w:wordWrap w:val="0"/>
        <w:spacing w:line="481" w:lineRule="exact"/>
        <w:jc w:val="left"/>
        <w:rPr>
          <w:rFonts w:hAnsi="ＭＳ 明朝"/>
          <w:color w:val="FF0000"/>
          <w:szCs w:val="23"/>
        </w:rPr>
      </w:pPr>
    </w:p>
    <w:p w14:paraId="515A99E7" w14:textId="77777777" w:rsidR="005A238D" w:rsidRPr="00CB0B92" w:rsidRDefault="005A238D" w:rsidP="005A238D">
      <w:pPr>
        <w:wordWrap w:val="0"/>
        <w:spacing w:line="481" w:lineRule="exact"/>
        <w:jc w:val="left"/>
        <w:rPr>
          <w:rFonts w:hAnsi="ＭＳ 明朝"/>
          <w:color w:val="FF0000"/>
          <w:szCs w:val="23"/>
        </w:rPr>
      </w:pPr>
    </w:p>
    <w:p w14:paraId="1BCF13A7" w14:textId="77777777" w:rsidR="005A238D" w:rsidRPr="00CB0B92" w:rsidRDefault="005A238D" w:rsidP="005A238D">
      <w:pPr>
        <w:wordWrap w:val="0"/>
        <w:spacing w:line="481" w:lineRule="exact"/>
        <w:jc w:val="left"/>
        <w:rPr>
          <w:rFonts w:hAnsi="ＭＳ 明朝"/>
          <w:color w:val="FF0000"/>
          <w:szCs w:val="23"/>
        </w:rPr>
      </w:pPr>
    </w:p>
    <w:p w14:paraId="7231B43F" w14:textId="77777777" w:rsidR="005A238D" w:rsidRPr="00CB0B92" w:rsidRDefault="005A238D" w:rsidP="005A238D">
      <w:pPr>
        <w:wordWrap w:val="0"/>
        <w:spacing w:line="481" w:lineRule="exact"/>
        <w:jc w:val="left"/>
        <w:rPr>
          <w:rFonts w:hAnsi="ＭＳ 明朝"/>
          <w:color w:val="FF0000"/>
          <w:szCs w:val="23"/>
        </w:rPr>
      </w:pPr>
    </w:p>
    <w:p w14:paraId="77DCD922" w14:textId="77777777" w:rsidR="005A238D" w:rsidRPr="00CB0B92" w:rsidRDefault="005A238D" w:rsidP="005A238D">
      <w:pPr>
        <w:wordWrap w:val="0"/>
        <w:spacing w:line="481" w:lineRule="exact"/>
        <w:jc w:val="left"/>
        <w:rPr>
          <w:rFonts w:hAnsi="ＭＳ 明朝"/>
          <w:color w:val="FF0000"/>
          <w:szCs w:val="23"/>
        </w:rPr>
      </w:pPr>
    </w:p>
    <w:p w14:paraId="6E82DE1E" w14:textId="77777777" w:rsidR="005A238D" w:rsidRPr="00CB0B92" w:rsidRDefault="005A238D" w:rsidP="005A238D">
      <w:pPr>
        <w:wordWrap w:val="0"/>
        <w:spacing w:line="481" w:lineRule="exact"/>
        <w:jc w:val="left"/>
        <w:rPr>
          <w:rFonts w:hAnsi="ＭＳ 明朝"/>
          <w:color w:val="FF0000"/>
          <w:szCs w:val="23"/>
        </w:rPr>
      </w:pPr>
    </w:p>
    <w:p w14:paraId="2D900CFA" w14:textId="5A741EC9" w:rsidR="005A238D" w:rsidRDefault="005A238D" w:rsidP="00C03AD3">
      <w:pPr>
        <w:snapToGrid w:val="0"/>
        <w:rPr>
          <w:rFonts w:hAnsi="ＭＳ 明朝"/>
          <w:color w:val="FF0000"/>
          <w:szCs w:val="23"/>
          <w:lang w:val="x-none" w:eastAsia="x-none"/>
        </w:rPr>
      </w:pPr>
    </w:p>
    <w:p w14:paraId="33CDE4B4" w14:textId="77777777" w:rsidR="0014303B" w:rsidRDefault="0014303B" w:rsidP="00C03AD3">
      <w:pPr>
        <w:snapToGrid w:val="0"/>
        <w:rPr>
          <w:rFonts w:hAnsi="ＭＳ 明朝"/>
          <w:color w:val="FF0000"/>
          <w:szCs w:val="23"/>
          <w:lang w:val="x-none" w:eastAsia="x-none"/>
        </w:rPr>
      </w:pPr>
    </w:p>
    <w:p w14:paraId="0A4E91D7" w14:textId="77777777" w:rsidR="001A6A73" w:rsidRPr="001A6A73" w:rsidRDefault="001A6A73" w:rsidP="001A6A73">
      <w:pPr>
        <w:jc w:val="left"/>
        <w:rPr>
          <w:szCs w:val="23"/>
        </w:rPr>
      </w:pPr>
      <w:r w:rsidRPr="001A6A73">
        <w:rPr>
          <w:rFonts w:hint="eastAsia"/>
          <w:szCs w:val="23"/>
        </w:rPr>
        <w:lastRenderedPageBreak/>
        <w:t>様式第６号（第７条関係）</w:t>
      </w:r>
    </w:p>
    <w:p w14:paraId="033D8F5E" w14:textId="77777777" w:rsidR="001A6A73" w:rsidRPr="001A6A73" w:rsidRDefault="001A6A73" w:rsidP="001A6A73">
      <w:pPr>
        <w:jc w:val="right"/>
        <w:rPr>
          <w:szCs w:val="23"/>
        </w:rPr>
      </w:pPr>
      <w:r w:rsidRPr="001A6A73">
        <w:rPr>
          <w:rFonts w:hint="eastAsia"/>
          <w:szCs w:val="23"/>
        </w:rPr>
        <w:t xml:space="preserve">　年　　月　　日</w:t>
      </w:r>
    </w:p>
    <w:p w14:paraId="6BB1CDB5" w14:textId="77777777" w:rsidR="001A6A73" w:rsidRPr="001A6A73" w:rsidRDefault="004653B9" w:rsidP="001A6A73">
      <w:pPr>
        <w:ind w:firstLineChars="100" w:firstLine="230"/>
        <w:rPr>
          <w:rFonts w:hAnsi="ＭＳ 明朝"/>
          <w:szCs w:val="23"/>
          <w:lang w:eastAsia="zh-TW"/>
        </w:rPr>
      </w:pPr>
      <w:r w:rsidRPr="0014303B">
        <w:rPr>
          <w:rFonts w:hAnsi="ＭＳ 明朝" w:hint="eastAsia"/>
          <w:color w:val="FF0000"/>
          <w:szCs w:val="23"/>
        </w:rPr>
        <w:t>○○果樹産地協議会</w:t>
      </w:r>
      <w:r w:rsidR="001A6A73" w:rsidRPr="001A6A73">
        <w:rPr>
          <w:rFonts w:hAnsi="ＭＳ 明朝" w:hint="eastAsia"/>
          <w:szCs w:val="23"/>
          <w:lang w:eastAsia="zh-TW"/>
        </w:rPr>
        <w:t xml:space="preserve">長　</w:t>
      </w:r>
      <w:r w:rsidR="001A6A73" w:rsidRPr="001A6A73">
        <w:rPr>
          <w:rFonts w:hAnsi="ＭＳ 明朝" w:hint="eastAsia"/>
          <w:szCs w:val="23"/>
        </w:rPr>
        <w:t xml:space="preserve">　　　　　　　</w:t>
      </w:r>
      <w:r w:rsidR="001A6A73" w:rsidRPr="001A6A73">
        <w:rPr>
          <w:rFonts w:hAnsi="ＭＳ 明朝" w:hint="eastAsia"/>
          <w:szCs w:val="23"/>
          <w:lang w:eastAsia="zh-TW"/>
        </w:rPr>
        <w:t xml:space="preserve">　　様</w:t>
      </w:r>
    </w:p>
    <w:p w14:paraId="1F2D7A51" w14:textId="77777777" w:rsidR="001A6A73" w:rsidRPr="001A6A73" w:rsidRDefault="001A6A73" w:rsidP="001A6A73">
      <w:pPr>
        <w:ind w:leftChars="1077" w:left="2477"/>
        <w:rPr>
          <w:rFonts w:hAnsi="ＭＳ 明朝"/>
          <w:szCs w:val="23"/>
        </w:rPr>
      </w:pPr>
    </w:p>
    <w:p w14:paraId="2EBA2CA6" w14:textId="77777777" w:rsidR="001A6A73" w:rsidRPr="001A6A73" w:rsidRDefault="001A6A73" w:rsidP="001A6A73">
      <w:pPr>
        <w:ind w:leftChars="1077" w:left="2477" w:firstLineChars="400" w:firstLine="920"/>
        <w:rPr>
          <w:rFonts w:hAnsi="ＭＳ 明朝"/>
          <w:szCs w:val="23"/>
        </w:rPr>
      </w:pPr>
      <w:r w:rsidRPr="001A6A73">
        <w:rPr>
          <w:rFonts w:hAnsi="ＭＳ 明朝" w:hint="eastAsia"/>
          <w:szCs w:val="23"/>
        </w:rPr>
        <w:t xml:space="preserve">申請者　</w:t>
      </w:r>
      <w:r w:rsidRPr="001A6A73">
        <w:rPr>
          <w:rFonts w:hAnsi="ＭＳ 明朝" w:hint="eastAsia"/>
          <w:szCs w:val="23"/>
          <w:lang w:eastAsia="zh-TW"/>
        </w:rPr>
        <w:t>住所</w:t>
      </w:r>
    </w:p>
    <w:p w14:paraId="374FB120" w14:textId="77777777" w:rsidR="001A6A73" w:rsidRPr="001A6A73" w:rsidRDefault="001A6A73" w:rsidP="001A6A73">
      <w:pPr>
        <w:ind w:leftChars="1077" w:left="2477" w:firstLineChars="802" w:firstLine="1845"/>
        <w:rPr>
          <w:rFonts w:hAnsi="ＭＳ 明朝"/>
          <w:szCs w:val="23"/>
        </w:rPr>
      </w:pPr>
      <w:r w:rsidRPr="001A6A73">
        <w:rPr>
          <w:rFonts w:hAnsi="ＭＳ 明朝" w:hint="eastAsia"/>
          <w:szCs w:val="23"/>
        </w:rPr>
        <w:t>氏名　　　　　　　　　　　　　㊞</w:t>
      </w:r>
    </w:p>
    <w:p w14:paraId="074AE3C8" w14:textId="77777777" w:rsidR="001A6A73" w:rsidRPr="001A6A73" w:rsidRDefault="001A6A73" w:rsidP="001A6A73">
      <w:pPr>
        <w:ind w:left="539" w:hanging="310"/>
        <w:jc w:val="left"/>
        <w:rPr>
          <w:szCs w:val="23"/>
        </w:rPr>
      </w:pPr>
    </w:p>
    <w:p w14:paraId="5F112A40" w14:textId="1FDD90B2" w:rsidR="001A6A73" w:rsidRPr="001A6A73" w:rsidRDefault="001A6A73" w:rsidP="001A6A73">
      <w:pPr>
        <w:jc w:val="center"/>
        <w:rPr>
          <w:szCs w:val="23"/>
        </w:rPr>
      </w:pPr>
      <w:r w:rsidRPr="001A6A73">
        <w:rPr>
          <w:rFonts w:hAnsi="ＭＳ 明朝" w:hint="eastAsia"/>
          <w:szCs w:val="23"/>
        </w:rPr>
        <w:t>年度</w:t>
      </w:r>
      <w:r w:rsidR="004653B9" w:rsidRPr="0014303B">
        <w:rPr>
          <w:rFonts w:hint="eastAsia"/>
          <w:color w:val="FF0000"/>
          <w:szCs w:val="23"/>
        </w:rPr>
        <w:t>○○果樹産地協議会</w:t>
      </w:r>
      <w:r w:rsidR="00C6545F">
        <w:rPr>
          <w:rFonts w:hint="eastAsia"/>
          <w:szCs w:val="23"/>
        </w:rPr>
        <w:t>果樹産地活性化対策</w:t>
      </w:r>
      <w:r w:rsidRPr="001A6A73">
        <w:rPr>
          <w:rFonts w:hint="eastAsia"/>
          <w:szCs w:val="23"/>
        </w:rPr>
        <w:t>事業</w:t>
      </w:r>
      <w:r w:rsidRPr="001A6A73">
        <w:rPr>
          <w:rFonts w:hAnsi="ＭＳ 明朝" w:hint="eastAsia"/>
          <w:szCs w:val="23"/>
        </w:rPr>
        <w:t>費補助金に係る仕入控除税額報告書</w:t>
      </w:r>
    </w:p>
    <w:p w14:paraId="308EB4BD" w14:textId="77777777" w:rsidR="001A6A73" w:rsidRPr="001A6A73" w:rsidRDefault="001A6A73" w:rsidP="001A6A73">
      <w:pPr>
        <w:ind w:left="539" w:hanging="310"/>
        <w:jc w:val="left"/>
        <w:rPr>
          <w:szCs w:val="23"/>
        </w:rPr>
      </w:pPr>
    </w:p>
    <w:p w14:paraId="6DB8882E" w14:textId="0D925003" w:rsidR="001A6A73" w:rsidRDefault="001A6A73" w:rsidP="001A6A73">
      <w:pPr>
        <w:ind w:firstLineChars="300" w:firstLine="690"/>
        <w:jc w:val="left"/>
        <w:rPr>
          <w:szCs w:val="23"/>
        </w:rPr>
      </w:pPr>
      <w:r w:rsidRPr="001A6A73">
        <w:rPr>
          <w:rFonts w:hint="eastAsia"/>
          <w:szCs w:val="23"/>
        </w:rPr>
        <w:t xml:space="preserve">　　年　　月　　日付けで交付決定通知のあった</w:t>
      </w:r>
      <w:r w:rsidR="004653B9" w:rsidRPr="0014303B">
        <w:rPr>
          <w:rFonts w:hint="eastAsia"/>
          <w:color w:val="FF0000"/>
          <w:szCs w:val="23"/>
        </w:rPr>
        <w:t>○○果樹産地協議会</w:t>
      </w:r>
      <w:r w:rsidR="00C6545F">
        <w:rPr>
          <w:rFonts w:hint="eastAsia"/>
          <w:szCs w:val="23"/>
        </w:rPr>
        <w:t>果樹産地活性化対策</w:t>
      </w:r>
      <w:r w:rsidRPr="001A6A73">
        <w:rPr>
          <w:rFonts w:hint="eastAsia"/>
          <w:szCs w:val="23"/>
        </w:rPr>
        <w:t>事業</w:t>
      </w:r>
      <w:r w:rsidRPr="001A6A73">
        <w:rPr>
          <w:rFonts w:hAnsi="ＭＳ 明朝" w:hint="eastAsia"/>
          <w:szCs w:val="23"/>
        </w:rPr>
        <w:t>費補助金</w:t>
      </w:r>
      <w:r w:rsidRPr="001A6A73">
        <w:rPr>
          <w:rFonts w:hint="eastAsia"/>
          <w:szCs w:val="23"/>
        </w:rPr>
        <w:t>について、</w:t>
      </w:r>
      <w:r w:rsidR="004653B9" w:rsidRPr="0014303B">
        <w:rPr>
          <w:rFonts w:hint="eastAsia"/>
          <w:color w:val="FF0000"/>
          <w:szCs w:val="23"/>
        </w:rPr>
        <w:t>○○果樹産地協議会</w:t>
      </w:r>
      <w:r w:rsidR="00C6545F">
        <w:rPr>
          <w:rFonts w:hint="eastAsia"/>
          <w:szCs w:val="23"/>
        </w:rPr>
        <w:t>果樹産地活性化対策</w:t>
      </w:r>
      <w:r w:rsidRPr="001A6A73">
        <w:rPr>
          <w:rFonts w:hint="eastAsia"/>
          <w:szCs w:val="23"/>
        </w:rPr>
        <w:t>事業</w:t>
      </w:r>
      <w:r w:rsidRPr="001A6A73">
        <w:rPr>
          <w:rFonts w:hAnsi="ＭＳ 明朝" w:hint="eastAsia"/>
          <w:szCs w:val="23"/>
        </w:rPr>
        <w:t>費補助金</w:t>
      </w:r>
      <w:r w:rsidR="0003501A">
        <w:rPr>
          <w:rFonts w:hint="eastAsia"/>
          <w:szCs w:val="23"/>
        </w:rPr>
        <w:t>交付要綱第７条第３</w:t>
      </w:r>
      <w:r w:rsidRPr="001A6A73">
        <w:rPr>
          <w:rFonts w:hint="eastAsia"/>
          <w:szCs w:val="23"/>
        </w:rPr>
        <w:t>項の規定により、次のとおり報告します。</w:t>
      </w:r>
    </w:p>
    <w:p w14:paraId="2B993715" w14:textId="77777777" w:rsidR="0014303B" w:rsidRPr="001A6A73" w:rsidRDefault="0014303B" w:rsidP="001A6A73">
      <w:pPr>
        <w:ind w:firstLineChars="300" w:firstLine="690"/>
        <w:jc w:val="left"/>
        <w:rPr>
          <w:szCs w:val="23"/>
        </w:rPr>
      </w:pPr>
    </w:p>
    <w:p w14:paraId="5593A345" w14:textId="77777777" w:rsidR="0014303B" w:rsidRDefault="001A6A73" w:rsidP="0014303B">
      <w:pPr>
        <w:pStyle w:val="a7"/>
      </w:pPr>
      <w:r w:rsidRPr="001A6A73">
        <w:rPr>
          <w:rFonts w:hint="eastAsia"/>
        </w:rPr>
        <w:t>記</w:t>
      </w:r>
    </w:p>
    <w:p w14:paraId="1BEB67FC" w14:textId="77777777" w:rsidR="0014303B" w:rsidRDefault="0014303B" w:rsidP="0014303B"/>
    <w:p w14:paraId="3D649796" w14:textId="0EB89965" w:rsidR="001A6A73" w:rsidRPr="001A6A73" w:rsidRDefault="00DA580A" w:rsidP="001A6A73">
      <w:pPr>
        <w:jc w:val="left"/>
        <w:rPr>
          <w:szCs w:val="23"/>
        </w:rPr>
      </w:pPr>
      <w:r>
        <w:rPr>
          <w:rFonts w:hint="eastAsia"/>
          <w:szCs w:val="23"/>
        </w:rPr>
        <w:t xml:space="preserve">１　補助金の額の確定年月日　　　</w:t>
      </w:r>
      <w:r w:rsidR="001A6A73" w:rsidRPr="001A6A73">
        <w:rPr>
          <w:rFonts w:hint="eastAsia"/>
          <w:szCs w:val="23"/>
        </w:rPr>
        <w:t xml:space="preserve">　　</w:t>
      </w:r>
      <w:r w:rsidR="0037546E">
        <w:rPr>
          <w:rFonts w:hint="eastAsia"/>
          <w:szCs w:val="23"/>
        </w:rPr>
        <w:t xml:space="preserve">　　　　　　　</w:t>
      </w:r>
      <w:r w:rsidR="001A6A73" w:rsidRPr="001A6A73">
        <w:rPr>
          <w:rFonts w:hint="eastAsia"/>
          <w:szCs w:val="23"/>
        </w:rPr>
        <w:t xml:space="preserve">　　　年　　月　　日</w:t>
      </w:r>
    </w:p>
    <w:p w14:paraId="57182776" w14:textId="77777777" w:rsidR="001A6A73" w:rsidRPr="001A6A73" w:rsidRDefault="001A6A73" w:rsidP="001A6A73">
      <w:pPr>
        <w:jc w:val="left"/>
        <w:rPr>
          <w:szCs w:val="23"/>
        </w:rPr>
      </w:pPr>
      <w:r w:rsidRPr="001A6A73">
        <w:rPr>
          <w:rFonts w:hint="eastAsia"/>
          <w:szCs w:val="23"/>
        </w:rPr>
        <w:t>２　補助金の額の確定金額　　　　　　　　　　　　　　　　　　　　　　円</w:t>
      </w:r>
    </w:p>
    <w:p w14:paraId="54AECF21" w14:textId="77777777" w:rsidR="001A6A73" w:rsidRPr="001A6A73" w:rsidRDefault="001A6A73" w:rsidP="001A6A73">
      <w:pPr>
        <w:jc w:val="left"/>
        <w:rPr>
          <w:szCs w:val="23"/>
        </w:rPr>
      </w:pPr>
      <w:r w:rsidRPr="001A6A73">
        <w:rPr>
          <w:rFonts w:hint="eastAsia"/>
          <w:szCs w:val="23"/>
        </w:rPr>
        <w:t>３　補助金の確定時に減額した消費税仕入控除税額　　　　　　　　　　　円</w:t>
      </w:r>
    </w:p>
    <w:p w14:paraId="514D0917" w14:textId="77777777" w:rsidR="001A6A73" w:rsidRPr="001A6A73" w:rsidRDefault="001A6A73" w:rsidP="001A6A73">
      <w:pPr>
        <w:jc w:val="left"/>
        <w:rPr>
          <w:szCs w:val="23"/>
        </w:rPr>
      </w:pPr>
      <w:r w:rsidRPr="001A6A73">
        <w:rPr>
          <w:rFonts w:hint="eastAsia"/>
          <w:szCs w:val="23"/>
        </w:rPr>
        <w:t>４　消費税の申告により確定した消費税仕入控除税額　　　　　　　　　　円</w:t>
      </w:r>
    </w:p>
    <w:p w14:paraId="1362AAF9" w14:textId="77777777" w:rsidR="001A6A73" w:rsidRPr="001A6A73" w:rsidRDefault="001A6A73" w:rsidP="001A6A73">
      <w:pPr>
        <w:jc w:val="left"/>
        <w:rPr>
          <w:szCs w:val="23"/>
        </w:rPr>
      </w:pPr>
      <w:r w:rsidRPr="001A6A73">
        <w:rPr>
          <w:rFonts w:hint="eastAsia"/>
          <w:szCs w:val="23"/>
        </w:rPr>
        <w:t xml:space="preserve">５　補助金返還相当額（４－３）　　　　　　　　　　　　　　　　　　　円　　　　　　</w:t>
      </w:r>
    </w:p>
    <w:p w14:paraId="4B45D059" w14:textId="77777777" w:rsidR="001A6A73" w:rsidRPr="001A6A73" w:rsidRDefault="001A6A73" w:rsidP="001A6A73">
      <w:pPr>
        <w:jc w:val="left"/>
      </w:pPr>
    </w:p>
    <w:p w14:paraId="73995D73" w14:textId="77777777" w:rsidR="001A6A73" w:rsidRPr="001A6A73" w:rsidRDefault="001A6A73" w:rsidP="001A6A73">
      <w:pPr>
        <w:jc w:val="left"/>
      </w:pPr>
    </w:p>
    <w:p w14:paraId="5DA3001C" w14:textId="77777777" w:rsidR="001A6A73" w:rsidRPr="001A6A73" w:rsidRDefault="001A6A73" w:rsidP="001A6A73">
      <w:pPr>
        <w:jc w:val="left"/>
      </w:pPr>
    </w:p>
    <w:p w14:paraId="51480B69" w14:textId="77777777" w:rsidR="001A6A73" w:rsidRPr="001A6A73" w:rsidRDefault="001A6A73" w:rsidP="001A6A73">
      <w:pPr>
        <w:jc w:val="left"/>
      </w:pPr>
    </w:p>
    <w:p w14:paraId="53EAA1CC" w14:textId="77777777" w:rsidR="001A6A73" w:rsidRPr="001A6A73" w:rsidRDefault="001A6A73" w:rsidP="001A6A73">
      <w:pPr>
        <w:jc w:val="left"/>
      </w:pPr>
      <w:r w:rsidRPr="001A6A73">
        <w:rPr>
          <w:rFonts w:hint="eastAsia"/>
        </w:rPr>
        <w:t>（注）参考となる資料を添付すること。</w:t>
      </w:r>
    </w:p>
    <w:p w14:paraId="148E59F2" w14:textId="77777777" w:rsidR="00487B41" w:rsidRDefault="00487B41" w:rsidP="005A238D">
      <w:pPr>
        <w:pStyle w:val="a9"/>
        <w:jc w:val="left"/>
        <w:rPr>
          <w:szCs w:val="23"/>
        </w:rPr>
      </w:pPr>
    </w:p>
    <w:p w14:paraId="6521F1D0" w14:textId="77777777" w:rsidR="00487B41" w:rsidRDefault="00487B41" w:rsidP="005A238D">
      <w:pPr>
        <w:pStyle w:val="a9"/>
        <w:jc w:val="left"/>
        <w:rPr>
          <w:szCs w:val="23"/>
        </w:rPr>
      </w:pPr>
    </w:p>
    <w:p w14:paraId="0DD49733" w14:textId="341D5A67" w:rsidR="005A238D" w:rsidRPr="009F22B9" w:rsidRDefault="00E03709" w:rsidP="005A238D">
      <w:pPr>
        <w:pStyle w:val="a9"/>
        <w:jc w:val="left"/>
        <w:rPr>
          <w:szCs w:val="23"/>
        </w:rPr>
      </w:pPr>
      <w:r w:rsidRPr="009F22B9">
        <w:rPr>
          <w:rFonts w:hint="eastAsia"/>
          <w:szCs w:val="23"/>
        </w:rPr>
        <w:lastRenderedPageBreak/>
        <w:t>様式第</w:t>
      </w:r>
      <w:r w:rsidR="001A6A73">
        <w:rPr>
          <w:rFonts w:hint="eastAsia"/>
          <w:szCs w:val="23"/>
        </w:rPr>
        <w:t>７</w:t>
      </w:r>
      <w:r w:rsidRPr="009F22B9">
        <w:rPr>
          <w:rFonts w:hint="eastAsia"/>
          <w:szCs w:val="23"/>
        </w:rPr>
        <w:t>号（第８</w:t>
      </w:r>
      <w:r w:rsidR="005A238D" w:rsidRPr="009F22B9">
        <w:rPr>
          <w:rFonts w:hint="eastAsia"/>
          <w:szCs w:val="23"/>
        </w:rPr>
        <w:t>条関係）</w:t>
      </w:r>
    </w:p>
    <w:p w14:paraId="6E87A34D" w14:textId="77777777" w:rsidR="005A238D" w:rsidRPr="009F22B9" w:rsidRDefault="005A238D" w:rsidP="005A238D">
      <w:pPr>
        <w:jc w:val="right"/>
        <w:rPr>
          <w:rFonts w:hAnsi="ＭＳ 明朝"/>
          <w:szCs w:val="23"/>
        </w:rPr>
      </w:pPr>
      <w:r w:rsidRPr="009F22B9">
        <w:rPr>
          <w:rFonts w:hint="eastAsia"/>
          <w:szCs w:val="23"/>
        </w:rPr>
        <w:t xml:space="preserve">　　年　　月　　日</w:t>
      </w:r>
    </w:p>
    <w:p w14:paraId="6490AF44" w14:textId="77777777" w:rsidR="005A238D" w:rsidRPr="009F22B9" w:rsidRDefault="005A238D" w:rsidP="005A238D">
      <w:pPr>
        <w:rPr>
          <w:rFonts w:hAnsi="ＭＳ 明朝"/>
          <w:szCs w:val="23"/>
          <w:lang w:eastAsia="zh-TW"/>
        </w:rPr>
      </w:pPr>
      <w:r w:rsidRPr="009F22B9">
        <w:rPr>
          <w:rFonts w:hAnsi="ＭＳ 明朝" w:hint="eastAsia"/>
          <w:szCs w:val="23"/>
          <w:lang w:eastAsia="zh-TW"/>
        </w:rPr>
        <w:t xml:space="preserve">　　　　　　　　　　　　様</w:t>
      </w:r>
    </w:p>
    <w:p w14:paraId="1DA0ABEE" w14:textId="77777777" w:rsidR="005A238D" w:rsidRPr="009F22B9" w:rsidRDefault="005A238D" w:rsidP="005A238D">
      <w:pPr>
        <w:rPr>
          <w:rFonts w:hAnsi="ＭＳ 明朝"/>
          <w:szCs w:val="23"/>
          <w:lang w:eastAsia="zh-TW"/>
        </w:rPr>
      </w:pPr>
    </w:p>
    <w:p w14:paraId="37F09657" w14:textId="35491194" w:rsidR="005A238D" w:rsidRPr="009F22B9" w:rsidRDefault="005A238D" w:rsidP="005A238D">
      <w:pPr>
        <w:ind w:right="474"/>
        <w:jc w:val="right"/>
        <w:rPr>
          <w:szCs w:val="23"/>
          <w:bdr w:val="single" w:sz="4" w:space="0" w:color="auto"/>
          <w:lang w:eastAsia="zh-TW"/>
        </w:rPr>
      </w:pPr>
      <w:r w:rsidRPr="009F22B9">
        <w:rPr>
          <w:rFonts w:hAnsi="ＭＳ 明朝" w:hint="eastAsia"/>
          <w:szCs w:val="23"/>
          <w:lang w:eastAsia="zh-TW"/>
        </w:rPr>
        <w:t xml:space="preserve">　　　　　　　　　　　　　　　</w:t>
      </w:r>
      <w:r w:rsidRPr="0014303B">
        <w:rPr>
          <w:rFonts w:hAnsi="ＭＳ 明朝" w:hint="eastAsia"/>
          <w:color w:val="FF0000"/>
          <w:szCs w:val="23"/>
          <w:lang w:eastAsia="zh-TW"/>
        </w:rPr>
        <w:t xml:space="preserve">　</w:t>
      </w:r>
      <w:r w:rsidR="004653B9" w:rsidRPr="0014303B">
        <w:rPr>
          <w:rFonts w:hint="eastAsia"/>
          <w:color w:val="FF0000"/>
          <w:szCs w:val="23"/>
          <w:lang w:eastAsia="zh-TW"/>
        </w:rPr>
        <w:t>○○果樹産地協議会</w:t>
      </w:r>
      <w:r w:rsidRPr="0014303B">
        <w:rPr>
          <w:rFonts w:hint="eastAsia"/>
          <w:color w:val="FF0000"/>
          <w:szCs w:val="23"/>
          <w:lang w:eastAsia="zh-TW"/>
        </w:rPr>
        <w:t xml:space="preserve">長　　　　　</w:t>
      </w:r>
      <w:r w:rsidRPr="009F22B9">
        <w:rPr>
          <w:rFonts w:hint="eastAsia"/>
          <w:szCs w:val="23"/>
          <w:lang w:eastAsia="zh-TW"/>
        </w:rPr>
        <w:t xml:space="preserve">　　　　　</w:t>
      </w:r>
      <w:r w:rsidR="0037546E" w:rsidRPr="0037546E">
        <w:rPr>
          <w:rFonts w:hint="eastAsia"/>
          <w:color w:val="FF0000"/>
          <w:szCs w:val="23"/>
          <w:lang w:eastAsia="zh-TW"/>
        </w:rPr>
        <w:t xml:space="preserve">○○　○○　</w:t>
      </w:r>
      <w:r w:rsidRPr="009F22B9">
        <w:rPr>
          <w:rFonts w:hint="eastAsia"/>
          <w:szCs w:val="23"/>
          <w:bdr w:val="single" w:sz="4" w:space="0" w:color="auto"/>
          <w:lang w:eastAsia="zh-TW"/>
        </w:rPr>
        <w:t>印</w:t>
      </w:r>
    </w:p>
    <w:p w14:paraId="23C44905" w14:textId="77777777" w:rsidR="005A238D" w:rsidRPr="009F22B9" w:rsidRDefault="005A238D" w:rsidP="005A238D">
      <w:pPr>
        <w:pStyle w:val="a9"/>
        <w:ind w:left="539" w:hanging="310"/>
        <w:jc w:val="left"/>
        <w:rPr>
          <w:szCs w:val="23"/>
          <w:lang w:eastAsia="zh-TW"/>
        </w:rPr>
      </w:pPr>
    </w:p>
    <w:p w14:paraId="3C320E3F" w14:textId="3F0C7BDF" w:rsidR="005A238D" w:rsidRPr="009F22B9" w:rsidRDefault="005A238D" w:rsidP="005A238D">
      <w:pPr>
        <w:pStyle w:val="a9"/>
        <w:jc w:val="center"/>
        <w:rPr>
          <w:szCs w:val="23"/>
        </w:rPr>
      </w:pPr>
      <w:r w:rsidRPr="009F22B9">
        <w:rPr>
          <w:rFonts w:hAnsi="ＭＳ 明朝" w:hint="eastAsia"/>
          <w:szCs w:val="23"/>
        </w:rPr>
        <w:t>年度</w:t>
      </w:r>
      <w:r w:rsidR="004653B9" w:rsidRPr="0014303B">
        <w:rPr>
          <w:rFonts w:hint="eastAsia"/>
          <w:color w:val="FF0000"/>
          <w:szCs w:val="23"/>
        </w:rPr>
        <w:t>○○果樹産地協議会</w:t>
      </w:r>
      <w:r w:rsidR="00C6545F">
        <w:rPr>
          <w:rFonts w:hint="eastAsia"/>
          <w:szCs w:val="23"/>
        </w:rPr>
        <w:t>果樹産地活性化対策</w:t>
      </w:r>
      <w:r w:rsidR="009F22B9" w:rsidRPr="009F22B9">
        <w:rPr>
          <w:rFonts w:hint="eastAsia"/>
          <w:szCs w:val="23"/>
        </w:rPr>
        <w:t>事業</w:t>
      </w:r>
      <w:r w:rsidRPr="009F22B9">
        <w:rPr>
          <w:rFonts w:hAnsi="ＭＳ 明朝" w:hint="eastAsia"/>
          <w:szCs w:val="23"/>
        </w:rPr>
        <w:t>費補助金</w:t>
      </w:r>
      <w:r w:rsidRPr="009F22B9">
        <w:rPr>
          <w:rFonts w:hint="eastAsia"/>
          <w:kern w:val="0"/>
          <w:szCs w:val="23"/>
        </w:rPr>
        <w:t>確定通知書</w:t>
      </w:r>
    </w:p>
    <w:p w14:paraId="67596106" w14:textId="77777777" w:rsidR="005A238D" w:rsidRPr="009F22B9" w:rsidRDefault="005A238D" w:rsidP="005A238D">
      <w:pPr>
        <w:pStyle w:val="a9"/>
        <w:ind w:left="539" w:hanging="310"/>
        <w:jc w:val="left"/>
        <w:rPr>
          <w:szCs w:val="23"/>
        </w:rPr>
      </w:pPr>
    </w:p>
    <w:p w14:paraId="6AEC10B9" w14:textId="3F379554" w:rsidR="005A238D" w:rsidRPr="009F22B9" w:rsidRDefault="005A238D" w:rsidP="005A238D">
      <w:pPr>
        <w:pStyle w:val="a9"/>
        <w:ind w:firstLineChars="300" w:firstLine="690"/>
        <w:jc w:val="left"/>
        <w:rPr>
          <w:szCs w:val="23"/>
        </w:rPr>
      </w:pPr>
      <w:r w:rsidRPr="009F22B9">
        <w:rPr>
          <w:rFonts w:hint="eastAsia"/>
          <w:szCs w:val="23"/>
        </w:rPr>
        <w:t xml:space="preserve">　　年　　月　　日付けで実績報告のあった</w:t>
      </w:r>
      <w:r w:rsidR="004653B9" w:rsidRPr="0014303B">
        <w:rPr>
          <w:rFonts w:hint="eastAsia"/>
          <w:color w:val="FF0000"/>
          <w:szCs w:val="23"/>
        </w:rPr>
        <w:t>○○果樹産地協議会</w:t>
      </w:r>
      <w:r w:rsidR="00C6545F">
        <w:rPr>
          <w:rFonts w:hint="eastAsia"/>
          <w:szCs w:val="23"/>
        </w:rPr>
        <w:t>果樹産地活性化対策</w:t>
      </w:r>
      <w:r w:rsidR="009F22B9" w:rsidRPr="009F22B9">
        <w:rPr>
          <w:rFonts w:hint="eastAsia"/>
          <w:szCs w:val="23"/>
        </w:rPr>
        <w:t>事業</w:t>
      </w:r>
      <w:r w:rsidRPr="009F22B9">
        <w:rPr>
          <w:rFonts w:hAnsi="ＭＳ 明朝" w:hint="eastAsia"/>
          <w:szCs w:val="23"/>
        </w:rPr>
        <w:t>費補助金</w:t>
      </w:r>
      <w:r w:rsidRPr="009F22B9">
        <w:rPr>
          <w:rFonts w:hint="eastAsia"/>
          <w:szCs w:val="23"/>
        </w:rPr>
        <w:t>については、次のとおり補助金の額を確定したので、</w:t>
      </w:r>
      <w:r w:rsidR="004653B9" w:rsidRPr="0014303B">
        <w:rPr>
          <w:rFonts w:hint="eastAsia"/>
          <w:color w:val="FF0000"/>
          <w:szCs w:val="23"/>
        </w:rPr>
        <w:t>○○果樹産地協議会</w:t>
      </w:r>
      <w:r w:rsidR="00C6545F">
        <w:rPr>
          <w:rFonts w:hint="eastAsia"/>
          <w:szCs w:val="23"/>
        </w:rPr>
        <w:t>果樹産地活性化対策</w:t>
      </w:r>
      <w:r w:rsidR="009F22B9" w:rsidRPr="009F22B9">
        <w:rPr>
          <w:rFonts w:hint="eastAsia"/>
          <w:szCs w:val="23"/>
        </w:rPr>
        <w:t>事業</w:t>
      </w:r>
      <w:r w:rsidRPr="009F22B9">
        <w:rPr>
          <w:rFonts w:hAnsi="ＭＳ 明朝" w:hint="eastAsia"/>
          <w:szCs w:val="23"/>
        </w:rPr>
        <w:t>費補助金</w:t>
      </w:r>
      <w:r w:rsidRPr="009F22B9">
        <w:rPr>
          <w:rFonts w:hint="eastAsia"/>
          <w:szCs w:val="23"/>
        </w:rPr>
        <w:t>交付</w:t>
      </w:r>
      <w:r w:rsidR="0014303B">
        <w:rPr>
          <w:rFonts w:hint="eastAsia"/>
          <w:szCs w:val="23"/>
        </w:rPr>
        <w:t>規定</w:t>
      </w:r>
      <w:r w:rsidRPr="009F22B9">
        <w:rPr>
          <w:rFonts w:hint="eastAsia"/>
          <w:szCs w:val="23"/>
        </w:rPr>
        <w:t>第８条の規定により通知します。</w:t>
      </w:r>
    </w:p>
    <w:p w14:paraId="7D4A7879" w14:textId="77777777" w:rsidR="005A238D" w:rsidRPr="009F22B9" w:rsidRDefault="005A238D" w:rsidP="005A238D">
      <w:pPr>
        <w:pStyle w:val="a9"/>
        <w:jc w:val="center"/>
        <w:rPr>
          <w:szCs w:val="23"/>
        </w:rPr>
      </w:pPr>
      <w:r w:rsidRPr="009F22B9">
        <w:rPr>
          <w:rFonts w:hint="eastAsia"/>
          <w:szCs w:val="23"/>
        </w:rPr>
        <w:t>記</w:t>
      </w:r>
    </w:p>
    <w:p w14:paraId="2CFCB01F" w14:textId="5A55CD08" w:rsidR="005A238D" w:rsidRPr="009F22B9" w:rsidRDefault="005A238D" w:rsidP="005A238D">
      <w:pPr>
        <w:pStyle w:val="a9"/>
        <w:jc w:val="left"/>
        <w:rPr>
          <w:szCs w:val="23"/>
        </w:rPr>
      </w:pPr>
      <w:r w:rsidRPr="009F22B9">
        <w:rPr>
          <w:rFonts w:hint="eastAsia"/>
          <w:szCs w:val="23"/>
        </w:rPr>
        <w:t xml:space="preserve">１　交付決定年月日　　　　　　　　　</w:t>
      </w:r>
      <w:r w:rsidR="0037546E">
        <w:rPr>
          <w:rFonts w:hint="eastAsia"/>
          <w:szCs w:val="23"/>
        </w:rPr>
        <w:t xml:space="preserve">　　　　　　</w:t>
      </w:r>
      <w:r w:rsidRPr="009F22B9">
        <w:rPr>
          <w:rFonts w:hint="eastAsia"/>
          <w:szCs w:val="23"/>
        </w:rPr>
        <w:t xml:space="preserve">　　　年　　月　　日</w:t>
      </w:r>
    </w:p>
    <w:p w14:paraId="74FD59F8" w14:textId="77777777" w:rsidR="005A238D" w:rsidRPr="009F22B9" w:rsidRDefault="005A238D" w:rsidP="005A238D">
      <w:pPr>
        <w:pStyle w:val="a9"/>
        <w:jc w:val="left"/>
        <w:rPr>
          <w:szCs w:val="23"/>
        </w:rPr>
      </w:pPr>
      <w:r w:rsidRPr="009F22B9">
        <w:rPr>
          <w:rFonts w:hint="eastAsia"/>
          <w:szCs w:val="23"/>
        </w:rPr>
        <w:t>２　補助金の交付決定金額　　　　　　　　　　　　　　　　　　　　　円</w:t>
      </w:r>
    </w:p>
    <w:p w14:paraId="36716E97" w14:textId="77777777" w:rsidR="005A238D" w:rsidRPr="009F22B9" w:rsidRDefault="005A238D" w:rsidP="005A238D">
      <w:pPr>
        <w:pStyle w:val="a9"/>
        <w:jc w:val="left"/>
        <w:rPr>
          <w:szCs w:val="23"/>
        </w:rPr>
      </w:pPr>
      <w:r w:rsidRPr="009F22B9">
        <w:rPr>
          <w:rFonts w:hint="eastAsia"/>
          <w:szCs w:val="23"/>
        </w:rPr>
        <w:t>３　補助事業の経費精算額　　　　　　　　　　　　　　　　　　　　　円</w:t>
      </w:r>
    </w:p>
    <w:p w14:paraId="38AC551F" w14:textId="77777777" w:rsidR="005A238D" w:rsidRPr="009F22B9" w:rsidRDefault="005A238D" w:rsidP="005A238D">
      <w:pPr>
        <w:pStyle w:val="a9"/>
        <w:jc w:val="left"/>
        <w:rPr>
          <w:szCs w:val="23"/>
        </w:rPr>
      </w:pPr>
      <w:r w:rsidRPr="009F22B9">
        <w:rPr>
          <w:rFonts w:hint="eastAsia"/>
          <w:szCs w:val="23"/>
        </w:rPr>
        <w:t xml:space="preserve">　（補助対象金額）　　　　　　　　（　　　　　　　　　　　　　　　円）</w:t>
      </w:r>
    </w:p>
    <w:p w14:paraId="464A5DEE" w14:textId="77777777" w:rsidR="005A238D" w:rsidRPr="009F22B9" w:rsidRDefault="005A238D" w:rsidP="005A238D">
      <w:pPr>
        <w:pStyle w:val="a9"/>
        <w:jc w:val="left"/>
        <w:rPr>
          <w:szCs w:val="23"/>
        </w:rPr>
      </w:pPr>
      <w:r w:rsidRPr="009F22B9">
        <w:rPr>
          <w:rFonts w:hint="eastAsia"/>
          <w:szCs w:val="23"/>
        </w:rPr>
        <w:t>４　補助金の交付確定金額　　　　　　　　　　　　　　　　　　　　　円</w:t>
      </w:r>
    </w:p>
    <w:p w14:paraId="2E023ADE" w14:textId="77777777" w:rsidR="005A238D" w:rsidRPr="009F22B9" w:rsidRDefault="005A238D" w:rsidP="005A238D">
      <w:pPr>
        <w:pStyle w:val="a9"/>
        <w:jc w:val="left"/>
      </w:pPr>
    </w:p>
    <w:p w14:paraId="26993476" w14:textId="77777777" w:rsidR="005A238D" w:rsidRPr="009F22B9" w:rsidRDefault="005A238D" w:rsidP="005A238D">
      <w:pPr>
        <w:ind w:left="230" w:hangingChars="100" w:hanging="230"/>
      </w:pPr>
    </w:p>
    <w:p w14:paraId="2FBED43A" w14:textId="77777777" w:rsidR="005A238D" w:rsidRPr="009F22B9" w:rsidRDefault="005A238D" w:rsidP="00C6545F"/>
    <w:p w14:paraId="46E070CA" w14:textId="77777777" w:rsidR="005A238D" w:rsidRPr="009F22B9" w:rsidRDefault="005A238D" w:rsidP="005A238D">
      <w:pPr>
        <w:ind w:left="230" w:hangingChars="100" w:hanging="230"/>
      </w:pPr>
    </w:p>
    <w:p w14:paraId="2B53C64F" w14:textId="77777777" w:rsidR="005A238D" w:rsidRPr="00CB0B92" w:rsidRDefault="005A238D" w:rsidP="005A238D">
      <w:pPr>
        <w:ind w:left="230" w:hangingChars="100" w:hanging="230"/>
        <w:rPr>
          <w:color w:val="FF0000"/>
        </w:rPr>
      </w:pPr>
    </w:p>
    <w:p w14:paraId="47EB7EC5" w14:textId="77777777" w:rsidR="005A238D" w:rsidRPr="00CB0B92" w:rsidRDefault="005A238D" w:rsidP="005A238D">
      <w:pPr>
        <w:ind w:left="230" w:hangingChars="100" w:hanging="230"/>
        <w:rPr>
          <w:color w:val="FF0000"/>
        </w:rPr>
      </w:pPr>
    </w:p>
    <w:p w14:paraId="306B1CA4" w14:textId="6246B4F1" w:rsidR="005A238D" w:rsidRDefault="005A238D" w:rsidP="005A238D">
      <w:pPr>
        <w:ind w:left="230" w:hangingChars="100" w:hanging="230"/>
        <w:rPr>
          <w:color w:val="FF0000"/>
        </w:rPr>
      </w:pPr>
    </w:p>
    <w:p w14:paraId="4D986F78" w14:textId="77777777" w:rsidR="00487B41" w:rsidRPr="00CB0B92" w:rsidRDefault="00487B41" w:rsidP="005A238D">
      <w:pPr>
        <w:ind w:left="230" w:hangingChars="100" w:hanging="230"/>
        <w:rPr>
          <w:color w:val="FF0000"/>
        </w:rPr>
      </w:pPr>
    </w:p>
    <w:p w14:paraId="18368796" w14:textId="1DAD128F" w:rsidR="005A238D" w:rsidRPr="009025CB" w:rsidRDefault="0037546E" w:rsidP="005A238D">
      <w:pPr>
        <w:pStyle w:val="a9"/>
        <w:jc w:val="left"/>
        <w:rPr>
          <w:szCs w:val="23"/>
        </w:rPr>
      </w:pPr>
      <w:r>
        <w:rPr>
          <w:szCs w:val="23"/>
        </w:rPr>
        <w:br w:type="page"/>
      </w:r>
      <w:r w:rsidR="00135843" w:rsidRPr="009025CB">
        <w:rPr>
          <w:rFonts w:hint="eastAsia"/>
          <w:szCs w:val="23"/>
        </w:rPr>
        <w:lastRenderedPageBreak/>
        <w:t>様式第</w:t>
      </w:r>
      <w:r w:rsidR="001A6A73">
        <w:rPr>
          <w:rFonts w:hint="eastAsia"/>
          <w:szCs w:val="23"/>
        </w:rPr>
        <w:t>８</w:t>
      </w:r>
      <w:r w:rsidR="005A238D" w:rsidRPr="009025CB">
        <w:rPr>
          <w:rFonts w:hint="eastAsia"/>
          <w:szCs w:val="23"/>
        </w:rPr>
        <w:t>号（第９条関係、概算払いの場合）</w:t>
      </w:r>
    </w:p>
    <w:p w14:paraId="7EFC4E52" w14:textId="77777777" w:rsidR="005A238D" w:rsidRPr="009025CB" w:rsidRDefault="005A238D" w:rsidP="005A238D">
      <w:pPr>
        <w:jc w:val="right"/>
        <w:rPr>
          <w:szCs w:val="23"/>
        </w:rPr>
      </w:pPr>
      <w:r w:rsidRPr="009025CB">
        <w:rPr>
          <w:rFonts w:hint="eastAsia"/>
          <w:szCs w:val="23"/>
        </w:rPr>
        <w:t xml:space="preserve">　　　　年　　月　　日</w:t>
      </w:r>
    </w:p>
    <w:p w14:paraId="30558EE9" w14:textId="77777777" w:rsidR="005A238D" w:rsidRPr="009025CB" w:rsidRDefault="004653B9" w:rsidP="005A238D">
      <w:pPr>
        <w:ind w:firstLineChars="100" w:firstLine="230"/>
        <w:rPr>
          <w:rFonts w:hAnsi="ＭＳ 明朝"/>
          <w:szCs w:val="23"/>
          <w:lang w:eastAsia="zh-TW"/>
        </w:rPr>
      </w:pPr>
      <w:r w:rsidRPr="0014303B">
        <w:rPr>
          <w:rFonts w:hAnsi="ＭＳ 明朝" w:hint="eastAsia"/>
          <w:color w:val="FF0000"/>
          <w:szCs w:val="23"/>
        </w:rPr>
        <w:t>○○果樹産地協議会</w:t>
      </w:r>
      <w:r w:rsidR="005A238D" w:rsidRPr="009025CB">
        <w:rPr>
          <w:rFonts w:hAnsi="ＭＳ 明朝" w:hint="eastAsia"/>
          <w:szCs w:val="23"/>
          <w:lang w:eastAsia="zh-TW"/>
        </w:rPr>
        <w:t xml:space="preserve">長　</w:t>
      </w:r>
      <w:r w:rsidR="005A238D" w:rsidRPr="009025CB">
        <w:rPr>
          <w:rFonts w:hAnsi="ＭＳ 明朝" w:hint="eastAsia"/>
          <w:szCs w:val="23"/>
        </w:rPr>
        <w:t xml:space="preserve">　　　　　　　</w:t>
      </w:r>
      <w:r w:rsidR="005A238D" w:rsidRPr="009025CB">
        <w:rPr>
          <w:rFonts w:hAnsi="ＭＳ 明朝" w:hint="eastAsia"/>
          <w:szCs w:val="23"/>
          <w:lang w:eastAsia="zh-TW"/>
        </w:rPr>
        <w:t xml:space="preserve">　　様</w:t>
      </w:r>
    </w:p>
    <w:p w14:paraId="5D584281" w14:textId="77777777" w:rsidR="005A238D" w:rsidRPr="009025CB" w:rsidRDefault="005A238D" w:rsidP="005A238D">
      <w:pPr>
        <w:ind w:leftChars="1077" w:left="2477"/>
        <w:rPr>
          <w:rFonts w:hAnsi="ＭＳ 明朝"/>
          <w:szCs w:val="23"/>
        </w:rPr>
      </w:pPr>
    </w:p>
    <w:p w14:paraId="1DFC421B" w14:textId="77777777" w:rsidR="005A238D" w:rsidRPr="009025CB" w:rsidRDefault="005A238D" w:rsidP="005A238D">
      <w:pPr>
        <w:ind w:leftChars="1077" w:left="2477" w:firstLineChars="400" w:firstLine="920"/>
        <w:rPr>
          <w:rFonts w:hAnsi="ＭＳ 明朝"/>
          <w:szCs w:val="23"/>
        </w:rPr>
      </w:pPr>
      <w:r w:rsidRPr="009025CB">
        <w:rPr>
          <w:rFonts w:hAnsi="ＭＳ 明朝" w:hint="eastAsia"/>
          <w:szCs w:val="23"/>
        </w:rPr>
        <w:t xml:space="preserve">申請者　</w:t>
      </w:r>
      <w:r w:rsidRPr="009025CB">
        <w:rPr>
          <w:rFonts w:hAnsi="ＭＳ 明朝" w:hint="eastAsia"/>
          <w:szCs w:val="23"/>
          <w:lang w:eastAsia="zh-TW"/>
        </w:rPr>
        <w:t>住所</w:t>
      </w:r>
    </w:p>
    <w:p w14:paraId="7180C738" w14:textId="77777777" w:rsidR="005A238D" w:rsidRPr="009025CB" w:rsidRDefault="005A238D" w:rsidP="005A238D">
      <w:pPr>
        <w:ind w:leftChars="1077" w:left="2477" w:firstLineChars="802" w:firstLine="1845"/>
        <w:rPr>
          <w:rFonts w:hAnsi="ＭＳ 明朝"/>
          <w:szCs w:val="23"/>
        </w:rPr>
      </w:pPr>
      <w:r w:rsidRPr="009025CB">
        <w:rPr>
          <w:rFonts w:hAnsi="ＭＳ 明朝" w:hint="eastAsia"/>
          <w:szCs w:val="23"/>
        </w:rPr>
        <w:t>氏名　　　　　　　　　　　　　㊞</w:t>
      </w:r>
    </w:p>
    <w:p w14:paraId="74679F22" w14:textId="77777777" w:rsidR="005A238D" w:rsidRPr="009025CB" w:rsidRDefault="005A238D" w:rsidP="005A238D">
      <w:pPr>
        <w:jc w:val="right"/>
        <w:rPr>
          <w:rFonts w:hAnsi="ＭＳ 明朝"/>
          <w:szCs w:val="23"/>
        </w:rPr>
      </w:pPr>
    </w:p>
    <w:p w14:paraId="4650DBDB" w14:textId="104F853A" w:rsidR="005A238D" w:rsidRPr="009025CB" w:rsidRDefault="005A238D" w:rsidP="005A238D">
      <w:pPr>
        <w:jc w:val="center"/>
        <w:rPr>
          <w:rFonts w:hAnsi="ＭＳ 明朝"/>
          <w:szCs w:val="23"/>
        </w:rPr>
      </w:pPr>
      <w:r w:rsidRPr="009025CB">
        <w:rPr>
          <w:rFonts w:hAnsi="ＭＳ 明朝" w:hint="eastAsia"/>
          <w:szCs w:val="23"/>
        </w:rPr>
        <w:t>年度</w:t>
      </w:r>
      <w:r w:rsidR="004653B9" w:rsidRPr="0014303B">
        <w:rPr>
          <w:rFonts w:hint="eastAsia"/>
          <w:color w:val="FF0000"/>
          <w:szCs w:val="23"/>
        </w:rPr>
        <w:t>○○果樹産地協議会</w:t>
      </w:r>
      <w:r w:rsidR="00C6545F">
        <w:rPr>
          <w:rFonts w:hint="eastAsia"/>
          <w:szCs w:val="23"/>
        </w:rPr>
        <w:t>果樹産地活性化対策</w:t>
      </w:r>
      <w:r w:rsidR="00135843" w:rsidRPr="009025CB">
        <w:rPr>
          <w:rFonts w:hint="eastAsia"/>
          <w:szCs w:val="23"/>
        </w:rPr>
        <w:t>事業</w:t>
      </w:r>
      <w:r w:rsidRPr="009025CB">
        <w:rPr>
          <w:rFonts w:hAnsi="ＭＳ 明朝" w:hint="eastAsia"/>
          <w:szCs w:val="23"/>
        </w:rPr>
        <w:t>費補助金</w:t>
      </w:r>
      <w:r w:rsidRPr="009025CB">
        <w:rPr>
          <w:rFonts w:hAnsi="ＭＳ 明朝" w:hint="eastAsia"/>
          <w:kern w:val="0"/>
          <w:szCs w:val="23"/>
        </w:rPr>
        <w:t>交付請求書</w:t>
      </w:r>
    </w:p>
    <w:p w14:paraId="270F27D1" w14:textId="77777777" w:rsidR="005A238D" w:rsidRPr="009025CB" w:rsidRDefault="005A238D" w:rsidP="005A238D">
      <w:pPr>
        <w:jc w:val="left"/>
        <w:rPr>
          <w:rFonts w:hAnsi="ＭＳ 明朝"/>
          <w:szCs w:val="23"/>
        </w:rPr>
      </w:pPr>
    </w:p>
    <w:p w14:paraId="0B774CCE" w14:textId="36FA4BC7" w:rsidR="005A238D" w:rsidRPr="009025CB" w:rsidRDefault="004653B9" w:rsidP="005A238D">
      <w:pPr>
        <w:ind w:firstLineChars="100" w:firstLine="230"/>
        <w:jc w:val="left"/>
        <w:rPr>
          <w:rFonts w:hAnsi="ＭＳ 明朝"/>
          <w:szCs w:val="23"/>
        </w:rPr>
      </w:pPr>
      <w:r w:rsidRPr="0014303B">
        <w:rPr>
          <w:rFonts w:hint="eastAsia"/>
          <w:color w:val="FF0000"/>
          <w:szCs w:val="23"/>
        </w:rPr>
        <w:t>○○果樹産地協議会</w:t>
      </w:r>
      <w:r w:rsidR="00C6545F">
        <w:rPr>
          <w:rFonts w:hint="eastAsia"/>
          <w:szCs w:val="23"/>
        </w:rPr>
        <w:t>果樹産地活性化対策</w:t>
      </w:r>
      <w:r w:rsidR="00135843" w:rsidRPr="009025CB">
        <w:rPr>
          <w:rFonts w:hint="eastAsia"/>
          <w:szCs w:val="23"/>
        </w:rPr>
        <w:t>事業</w:t>
      </w:r>
      <w:r w:rsidR="005A238D" w:rsidRPr="009025CB">
        <w:rPr>
          <w:rFonts w:hAnsi="ＭＳ 明朝" w:hint="eastAsia"/>
          <w:szCs w:val="23"/>
        </w:rPr>
        <w:t>費補助金について、</w:t>
      </w:r>
      <w:r w:rsidRPr="0014303B">
        <w:rPr>
          <w:rFonts w:hint="eastAsia"/>
          <w:color w:val="FF0000"/>
          <w:szCs w:val="23"/>
        </w:rPr>
        <w:t>○○果樹産地協議会</w:t>
      </w:r>
      <w:r w:rsidR="00C6545F">
        <w:rPr>
          <w:rFonts w:hint="eastAsia"/>
          <w:szCs w:val="23"/>
        </w:rPr>
        <w:t>果樹産地活性化対策</w:t>
      </w:r>
      <w:r w:rsidR="00135843" w:rsidRPr="009025CB">
        <w:rPr>
          <w:rFonts w:hint="eastAsia"/>
          <w:szCs w:val="23"/>
        </w:rPr>
        <w:t>事業</w:t>
      </w:r>
      <w:r w:rsidR="005A238D" w:rsidRPr="009025CB">
        <w:rPr>
          <w:rFonts w:hAnsi="ＭＳ 明朝" w:hint="eastAsia"/>
          <w:szCs w:val="23"/>
        </w:rPr>
        <w:t>費補助金交付</w:t>
      </w:r>
      <w:r w:rsidR="0014303B">
        <w:rPr>
          <w:rFonts w:hAnsi="ＭＳ 明朝" w:hint="eastAsia"/>
          <w:szCs w:val="23"/>
        </w:rPr>
        <w:t>規定</w:t>
      </w:r>
      <w:r w:rsidR="005A238D" w:rsidRPr="009025CB">
        <w:rPr>
          <w:rFonts w:hAnsi="ＭＳ 明朝" w:hint="eastAsia"/>
          <w:szCs w:val="23"/>
        </w:rPr>
        <w:t>第９条の規定により、次のとおり請求します。</w:t>
      </w:r>
    </w:p>
    <w:p w14:paraId="7ACA2012" w14:textId="77777777" w:rsidR="005A238D" w:rsidRPr="009025CB" w:rsidRDefault="005A238D" w:rsidP="005A238D">
      <w:pPr>
        <w:pStyle w:val="a7"/>
      </w:pPr>
      <w:r w:rsidRPr="009025CB">
        <w:rPr>
          <w:rFonts w:hint="eastAsia"/>
        </w:rPr>
        <w:t>記</w:t>
      </w:r>
    </w:p>
    <w:tbl>
      <w:tblPr>
        <w:tblpPr w:leftFromText="142" w:rightFromText="142" w:vertAnchor="text" w:tblpY="1"/>
        <w:tblOverlap w:val="neve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1843"/>
        <w:gridCol w:w="4394"/>
      </w:tblGrid>
      <w:tr w:rsidR="005A238D" w:rsidRPr="009025CB" w14:paraId="299B1CA4" w14:textId="77777777" w:rsidTr="00487B41">
        <w:trPr>
          <w:trHeight w:val="541"/>
        </w:trPr>
        <w:tc>
          <w:tcPr>
            <w:tcW w:w="2552" w:type="dxa"/>
            <w:vAlign w:val="center"/>
          </w:tcPr>
          <w:p w14:paraId="373D5D4F" w14:textId="77777777" w:rsidR="005A238D" w:rsidRPr="009025CB" w:rsidRDefault="005A238D" w:rsidP="00233B52">
            <w:pPr>
              <w:autoSpaceDE w:val="0"/>
              <w:autoSpaceDN w:val="0"/>
              <w:adjustRightInd w:val="0"/>
              <w:jc w:val="distribute"/>
              <w:rPr>
                <w:rFonts w:ascii="Century"/>
                <w:szCs w:val="23"/>
              </w:rPr>
            </w:pPr>
            <w:r w:rsidRPr="009025CB">
              <w:rPr>
                <w:rFonts w:ascii="Century" w:hint="eastAsia"/>
                <w:szCs w:val="23"/>
              </w:rPr>
              <w:t>交付決定年月日</w:t>
            </w:r>
          </w:p>
        </w:tc>
        <w:tc>
          <w:tcPr>
            <w:tcW w:w="6237" w:type="dxa"/>
            <w:gridSpan w:val="2"/>
            <w:vAlign w:val="center"/>
          </w:tcPr>
          <w:p w14:paraId="48316276" w14:textId="710D135F" w:rsidR="005A238D" w:rsidRPr="009025CB" w:rsidRDefault="005A238D" w:rsidP="00233B52">
            <w:pPr>
              <w:autoSpaceDE w:val="0"/>
              <w:autoSpaceDN w:val="0"/>
              <w:adjustRightInd w:val="0"/>
              <w:rPr>
                <w:rFonts w:ascii="Century"/>
                <w:szCs w:val="23"/>
              </w:rPr>
            </w:pPr>
            <w:r w:rsidRPr="009025CB">
              <w:rPr>
                <w:rFonts w:ascii="Century" w:hint="eastAsia"/>
                <w:szCs w:val="23"/>
              </w:rPr>
              <w:t xml:space="preserve">　</w:t>
            </w:r>
            <w:r w:rsidR="0014303B">
              <w:rPr>
                <w:rFonts w:ascii="Century" w:hint="eastAsia"/>
                <w:szCs w:val="23"/>
              </w:rPr>
              <w:t xml:space="preserve">　　</w:t>
            </w:r>
            <w:r w:rsidRPr="009025CB">
              <w:rPr>
                <w:rFonts w:ascii="Century" w:hint="eastAsia"/>
                <w:szCs w:val="23"/>
              </w:rPr>
              <w:t xml:space="preserve">　　　</w:t>
            </w:r>
            <w:r w:rsidR="0037546E">
              <w:rPr>
                <w:rFonts w:ascii="Century" w:hint="eastAsia"/>
                <w:szCs w:val="23"/>
              </w:rPr>
              <w:t xml:space="preserve">　　　　　</w:t>
            </w:r>
            <w:r w:rsidRPr="009025CB">
              <w:rPr>
                <w:rFonts w:ascii="Century" w:hint="eastAsia"/>
                <w:szCs w:val="23"/>
              </w:rPr>
              <w:t xml:space="preserve">　　　年　　月　　日</w:t>
            </w:r>
          </w:p>
        </w:tc>
      </w:tr>
      <w:tr w:rsidR="005A238D" w:rsidRPr="009025CB" w14:paraId="655BF0B6" w14:textId="77777777" w:rsidTr="00487B41">
        <w:trPr>
          <w:trHeight w:val="536"/>
        </w:trPr>
        <w:tc>
          <w:tcPr>
            <w:tcW w:w="2552" w:type="dxa"/>
            <w:vAlign w:val="center"/>
          </w:tcPr>
          <w:p w14:paraId="3EA675E7" w14:textId="77777777" w:rsidR="005A238D" w:rsidRPr="009025CB" w:rsidRDefault="005A238D" w:rsidP="00233B52">
            <w:pPr>
              <w:autoSpaceDE w:val="0"/>
              <w:autoSpaceDN w:val="0"/>
              <w:adjustRightInd w:val="0"/>
              <w:jc w:val="distribute"/>
              <w:rPr>
                <w:rFonts w:ascii="Century"/>
                <w:szCs w:val="23"/>
              </w:rPr>
            </w:pPr>
            <w:r w:rsidRPr="009025CB">
              <w:rPr>
                <w:rFonts w:ascii="Century" w:hint="eastAsia"/>
                <w:szCs w:val="23"/>
              </w:rPr>
              <w:t>交付決定金額</w:t>
            </w:r>
          </w:p>
        </w:tc>
        <w:tc>
          <w:tcPr>
            <w:tcW w:w="6237" w:type="dxa"/>
            <w:gridSpan w:val="2"/>
            <w:vAlign w:val="center"/>
          </w:tcPr>
          <w:p w14:paraId="1305ECD9" w14:textId="77777777" w:rsidR="005A238D" w:rsidRPr="009025CB" w:rsidRDefault="005A238D" w:rsidP="00233B52">
            <w:pPr>
              <w:autoSpaceDE w:val="0"/>
              <w:autoSpaceDN w:val="0"/>
              <w:adjustRightInd w:val="0"/>
              <w:rPr>
                <w:rFonts w:ascii="Century"/>
                <w:szCs w:val="23"/>
              </w:rPr>
            </w:pPr>
            <w:r w:rsidRPr="009025CB">
              <w:rPr>
                <w:rFonts w:ascii="Century" w:hint="eastAsia"/>
                <w:szCs w:val="23"/>
              </w:rPr>
              <w:t xml:space="preserve">　　　　　　　　　　　　　　　　　　　　円</w:t>
            </w:r>
          </w:p>
        </w:tc>
      </w:tr>
      <w:tr w:rsidR="005A238D" w:rsidRPr="009025CB" w14:paraId="1AA4AF6A" w14:textId="77777777" w:rsidTr="00487B41">
        <w:trPr>
          <w:trHeight w:val="546"/>
        </w:trPr>
        <w:tc>
          <w:tcPr>
            <w:tcW w:w="2552" w:type="dxa"/>
            <w:vAlign w:val="center"/>
          </w:tcPr>
          <w:p w14:paraId="132E5295" w14:textId="77777777" w:rsidR="005A238D" w:rsidRPr="009025CB" w:rsidRDefault="005A238D" w:rsidP="00233B52">
            <w:pPr>
              <w:autoSpaceDE w:val="0"/>
              <w:autoSpaceDN w:val="0"/>
              <w:adjustRightInd w:val="0"/>
              <w:jc w:val="distribute"/>
              <w:rPr>
                <w:rFonts w:ascii="Century"/>
                <w:szCs w:val="23"/>
              </w:rPr>
            </w:pPr>
            <w:r w:rsidRPr="009025CB">
              <w:rPr>
                <w:rFonts w:ascii="Century" w:hint="eastAsia"/>
                <w:szCs w:val="23"/>
              </w:rPr>
              <w:t>交付確定金額</w:t>
            </w:r>
          </w:p>
        </w:tc>
        <w:tc>
          <w:tcPr>
            <w:tcW w:w="6237" w:type="dxa"/>
            <w:gridSpan w:val="2"/>
            <w:vAlign w:val="center"/>
          </w:tcPr>
          <w:p w14:paraId="7322D726" w14:textId="77777777" w:rsidR="005A238D" w:rsidRPr="009025CB" w:rsidRDefault="005A238D" w:rsidP="00233B52">
            <w:pPr>
              <w:autoSpaceDE w:val="0"/>
              <w:autoSpaceDN w:val="0"/>
              <w:adjustRightInd w:val="0"/>
              <w:rPr>
                <w:rFonts w:ascii="Century"/>
                <w:szCs w:val="23"/>
              </w:rPr>
            </w:pPr>
            <w:r w:rsidRPr="009025CB">
              <w:rPr>
                <w:rFonts w:ascii="Century" w:hint="eastAsia"/>
                <w:szCs w:val="23"/>
              </w:rPr>
              <w:t xml:space="preserve">　　　　　　　　　　　　　　　　　　　　円</w:t>
            </w:r>
          </w:p>
        </w:tc>
      </w:tr>
      <w:tr w:rsidR="005A238D" w:rsidRPr="009025CB" w14:paraId="15750C8D" w14:textId="77777777" w:rsidTr="00487B41">
        <w:trPr>
          <w:trHeight w:val="546"/>
        </w:trPr>
        <w:tc>
          <w:tcPr>
            <w:tcW w:w="2552" w:type="dxa"/>
            <w:vAlign w:val="center"/>
          </w:tcPr>
          <w:p w14:paraId="3AEA2A7C" w14:textId="77777777" w:rsidR="005A238D" w:rsidRPr="009025CB" w:rsidRDefault="005A238D" w:rsidP="00233B52">
            <w:pPr>
              <w:autoSpaceDE w:val="0"/>
              <w:autoSpaceDN w:val="0"/>
              <w:adjustRightInd w:val="0"/>
              <w:jc w:val="distribute"/>
              <w:rPr>
                <w:rFonts w:ascii="Century"/>
                <w:szCs w:val="23"/>
              </w:rPr>
            </w:pPr>
            <w:r w:rsidRPr="009025CB">
              <w:rPr>
                <w:rFonts w:ascii="Century" w:hint="eastAsia"/>
                <w:szCs w:val="23"/>
              </w:rPr>
              <w:t>既交付金額</w:t>
            </w:r>
          </w:p>
        </w:tc>
        <w:tc>
          <w:tcPr>
            <w:tcW w:w="6237" w:type="dxa"/>
            <w:gridSpan w:val="2"/>
            <w:vAlign w:val="center"/>
          </w:tcPr>
          <w:p w14:paraId="446C9AA2" w14:textId="77777777" w:rsidR="005A238D" w:rsidRPr="009025CB" w:rsidRDefault="005A238D" w:rsidP="00233B52">
            <w:pPr>
              <w:autoSpaceDE w:val="0"/>
              <w:autoSpaceDN w:val="0"/>
              <w:adjustRightInd w:val="0"/>
              <w:rPr>
                <w:rFonts w:ascii="Century"/>
                <w:szCs w:val="23"/>
              </w:rPr>
            </w:pPr>
            <w:r w:rsidRPr="009025CB">
              <w:rPr>
                <w:rFonts w:ascii="Century" w:hint="eastAsia"/>
                <w:szCs w:val="23"/>
              </w:rPr>
              <w:t xml:space="preserve">　　　　　　　　　　　　　　　　　　　　円</w:t>
            </w:r>
          </w:p>
        </w:tc>
      </w:tr>
      <w:tr w:rsidR="005A238D" w:rsidRPr="009025CB" w14:paraId="5D82306E" w14:textId="77777777" w:rsidTr="00487B41">
        <w:trPr>
          <w:trHeight w:val="543"/>
        </w:trPr>
        <w:tc>
          <w:tcPr>
            <w:tcW w:w="2552" w:type="dxa"/>
            <w:vAlign w:val="center"/>
          </w:tcPr>
          <w:p w14:paraId="466F2C94" w14:textId="77777777" w:rsidR="005A238D" w:rsidRPr="009025CB" w:rsidRDefault="005A238D" w:rsidP="00233B52">
            <w:pPr>
              <w:autoSpaceDE w:val="0"/>
              <w:autoSpaceDN w:val="0"/>
              <w:adjustRightInd w:val="0"/>
              <w:jc w:val="distribute"/>
              <w:rPr>
                <w:rFonts w:ascii="Century"/>
                <w:szCs w:val="23"/>
              </w:rPr>
            </w:pPr>
            <w:r w:rsidRPr="009025CB">
              <w:rPr>
                <w:rFonts w:ascii="Century" w:hint="eastAsia"/>
                <w:szCs w:val="23"/>
              </w:rPr>
              <w:t>今回交付請求金額</w:t>
            </w:r>
          </w:p>
        </w:tc>
        <w:tc>
          <w:tcPr>
            <w:tcW w:w="6237" w:type="dxa"/>
            <w:gridSpan w:val="2"/>
            <w:vAlign w:val="center"/>
          </w:tcPr>
          <w:p w14:paraId="320DFBD0" w14:textId="77777777" w:rsidR="005A238D" w:rsidRPr="009025CB" w:rsidRDefault="005A238D" w:rsidP="00233B52">
            <w:pPr>
              <w:autoSpaceDE w:val="0"/>
              <w:autoSpaceDN w:val="0"/>
              <w:adjustRightInd w:val="0"/>
              <w:rPr>
                <w:rFonts w:ascii="Century"/>
                <w:szCs w:val="23"/>
              </w:rPr>
            </w:pPr>
            <w:r w:rsidRPr="009025CB">
              <w:rPr>
                <w:rFonts w:ascii="Century" w:hint="eastAsia"/>
                <w:szCs w:val="23"/>
              </w:rPr>
              <w:t xml:space="preserve">　　　　　　　　　　　　　　　　　　　　円</w:t>
            </w:r>
          </w:p>
        </w:tc>
      </w:tr>
      <w:tr w:rsidR="005A238D" w:rsidRPr="009025CB" w14:paraId="38C11EDE" w14:textId="77777777" w:rsidTr="00487B41">
        <w:trPr>
          <w:trHeight w:val="543"/>
        </w:trPr>
        <w:tc>
          <w:tcPr>
            <w:tcW w:w="2552" w:type="dxa"/>
            <w:vAlign w:val="center"/>
          </w:tcPr>
          <w:p w14:paraId="6688CBF1" w14:textId="77777777" w:rsidR="005A238D" w:rsidRPr="009025CB" w:rsidRDefault="005A238D" w:rsidP="00233B52">
            <w:pPr>
              <w:autoSpaceDE w:val="0"/>
              <w:autoSpaceDN w:val="0"/>
              <w:adjustRightInd w:val="0"/>
              <w:jc w:val="distribute"/>
              <w:rPr>
                <w:rFonts w:ascii="Century"/>
                <w:szCs w:val="23"/>
              </w:rPr>
            </w:pPr>
            <w:r w:rsidRPr="009025CB">
              <w:rPr>
                <w:rFonts w:ascii="Century" w:hint="eastAsia"/>
                <w:szCs w:val="23"/>
              </w:rPr>
              <w:t>未交付金額</w:t>
            </w:r>
          </w:p>
        </w:tc>
        <w:tc>
          <w:tcPr>
            <w:tcW w:w="6237" w:type="dxa"/>
            <w:gridSpan w:val="2"/>
            <w:vAlign w:val="center"/>
          </w:tcPr>
          <w:p w14:paraId="2904D08B" w14:textId="77777777" w:rsidR="005A238D" w:rsidRPr="009025CB" w:rsidRDefault="005A238D" w:rsidP="00233B52">
            <w:pPr>
              <w:autoSpaceDE w:val="0"/>
              <w:autoSpaceDN w:val="0"/>
              <w:adjustRightInd w:val="0"/>
              <w:rPr>
                <w:rFonts w:ascii="Century"/>
                <w:szCs w:val="23"/>
              </w:rPr>
            </w:pPr>
            <w:r w:rsidRPr="009025CB">
              <w:rPr>
                <w:rFonts w:ascii="Century" w:hint="eastAsia"/>
                <w:szCs w:val="23"/>
              </w:rPr>
              <w:t xml:space="preserve">　　　　　　　　　　　　　　　　　　　　円</w:t>
            </w:r>
          </w:p>
        </w:tc>
      </w:tr>
      <w:tr w:rsidR="005A238D" w:rsidRPr="009025CB" w14:paraId="3EB80DEB" w14:textId="77777777" w:rsidTr="00487B41">
        <w:trPr>
          <w:trHeight w:val="804"/>
        </w:trPr>
        <w:tc>
          <w:tcPr>
            <w:tcW w:w="2552" w:type="dxa"/>
            <w:vMerge w:val="restart"/>
            <w:vAlign w:val="center"/>
          </w:tcPr>
          <w:p w14:paraId="63C9F13B" w14:textId="77777777" w:rsidR="005A238D" w:rsidRPr="009025CB" w:rsidRDefault="005A238D" w:rsidP="00233B52">
            <w:pPr>
              <w:wordWrap w:val="0"/>
              <w:overflowPunct w:val="0"/>
              <w:autoSpaceDE w:val="0"/>
              <w:autoSpaceDN w:val="0"/>
              <w:ind w:left="102" w:right="102"/>
              <w:jc w:val="distribute"/>
              <w:rPr>
                <w:rFonts w:ascii="Century"/>
                <w:szCs w:val="23"/>
              </w:rPr>
            </w:pPr>
            <w:r w:rsidRPr="009025CB">
              <w:rPr>
                <w:rFonts w:ascii="Century" w:hint="eastAsia"/>
                <w:szCs w:val="23"/>
              </w:rPr>
              <w:t>振込先</w:t>
            </w:r>
          </w:p>
        </w:tc>
        <w:tc>
          <w:tcPr>
            <w:tcW w:w="1843" w:type="dxa"/>
            <w:vAlign w:val="center"/>
          </w:tcPr>
          <w:p w14:paraId="55384251" w14:textId="77777777" w:rsidR="005A238D" w:rsidRPr="009025CB" w:rsidRDefault="005A238D" w:rsidP="00233B52">
            <w:pPr>
              <w:spacing w:line="260" w:lineRule="exact"/>
              <w:jc w:val="distribute"/>
              <w:rPr>
                <w:rFonts w:ascii="Century" w:cs="ＭＳ 明朝"/>
                <w:kern w:val="0"/>
                <w:szCs w:val="23"/>
              </w:rPr>
            </w:pPr>
            <w:r w:rsidRPr="009025CB">
              <w:rPr>
                <w:rFonts w:ascii="Century" w:cs="ＭＳ 明朝" w:hint="eastAsia"/>
                <w:kern w:val="0"/>
                <w:szCs w:val="23"/>
              </w:rPr>
              <w:t>金融機関名</w:t>
            </w:r>
          </w:p>
          <w:p w14:paraId="6A550E1E" w14:textId="77777777" w:rsidR="005A238D" w:rsidRPr="009025CB" w:rsidRDefault="005A238D" w:rsidP="00233B52">
            <w:pPr>
              <w:spacing w:line="260" w:lineRule="exact"/>
              <w:jc w:val="distribute"/>
              <w:rPr>
                <w:rFonts w:ascii="Century" w:cs="ＭＳ 明朝"/>
                <w:kern w:val="0"/>
                <w:szCs w:val="23"/>
              </w:rPr>
            </w:pPr>
            <w:r w:rsidRPr="009025CB">
              <w:rPr>
                <w:rFonts w:ascii="Century" w:cs="ＭＳ 明朝" w:hint="eastAsia"/>
                <w:kern w:val="0"/>
                <w:szCs w:val="23"/>
              </w:rPr>
              <w:t>及び店舗名</w:t>
            </w:r>
          </w:p>
        </w:tc>
        <w:tc>
          <w:tcPr>
            <w:tcW w:w="4394" w:type="dxa"/>
            <w:vAlign w:val="center"/>
          </w:tcPr>
          <w:p w14:paraId="5C0B75EE" w14:textId="77777777" w:rsidR="005A238D" w:rsidRPr="009025CB" w:rsidRDefault="005A238D" w:rsidP="00233B52">
            <w:pPr>
              <w:jc w:val="center"/>
              <w:rPr>
                <w:rFonts w:ascii="Century"/>
                <w:szCs w:val="23"/>
              </w:rPr>
            </w:pPr>
          </w:p>
        </w:tc>
      </w:tr>
      <w:tr w:rsidR="005A238D" w:rsidRPr="009025CB" w14:paraId="61135D12" w14:textId="77777777" w:rsidTr="00487B41">
        <w:trPr>
          <w:trHeight w:val="549"/>
        </w:trPr>
        <w:tc>
          <w:tcPr>
            <w:tcW w:w="2552" w:type="dxa"/>
            <w:vMerge/>
            <w:vAlign w:val="center"/>
          </w:tcPr>
          <w:p w14:paraId="35FABDC6" w14:textId="77777777" w:rsidR="005A238D" w:rsidRPr="009025CB" w:rsidRDefault="005A238D" w:rsidP="00233B52">
            <w:pPr>
              <w:wordWrap w:val="0"/>
              <w:overflowPunct w:val="0"/>
              <w:autoSpaceDE w:val="0"/>
              <w:autoSpaceDN w:val="0"/>
              <w:ind w:left="102" w:right="102"/>
              <w:jc w:val="distribute"/>
              <w:rPr>
                <w:rFonts w:ascii="Century"/>
                <w:szCs w:val="23"/>
              </w:rPr>
            </w:pPr>
          </w:p>
        </w:tc>
        <w:tc>
          <w:tcPr>
            <w:tcW w:w="1843" w:type="dxa"/>
            <w:vAlign w:val="center"/>
          </w:tcPr>
          <w:p w14:paraId="6F4F20C1" w14:textId="77777777" w:rsidR="005A238D" w:rsidRPr="009025CB" w:rsidRDefault="005A238D" w:rsidP="00233B52">
            <w:pPr>
              <w:jc w:val="distribute"/>
              <w:rPr>
                <w:rFonts w:ascii="Century"/>
                <w:szCs w:val="23"/>
              </w:rPr>
            </w:pPr>
            <w:r w:rsidRPr="009025CB">
              <w:rPr>
                <w:rFonts w:ascii="Century" w:cs="ＭＳ 明朝" w:hint="eastAsia"/>
                <w:kern w:val="0"/>
                <w:szCs w:val="23"/>
              </w:rPr>
              <w:t>預金種別</w:t>
            </w:r>
          </w:p>
        </w:tc>
        <w:tc>
          <w:tcPr>
            <w:tcW w:w="4394" w:type="dxa"/>
            <w:vAlign w:val="center"/>
          </w:tcPr>
          <w:p w14:paraId="49A8856C" w14:textId="77777777" w:rsidR="005A238D" w:rsidRPr="009025CB" w:rsidRDefault="005A238D" w:rsidP="00233B52">
            <w:pPr>
              <w:jc w:val="center"/>
              <w:rPr>
                <w:rFonts w:ascii="Century"/>
                <w:szCs w:val="23"/>
              </w:rPr>
            </w:pPr>
            <w:r w:rsidRPr="009025CB">
              <w:rPr>
                <w:rFonts w:ascii="Century" w:hint="eastAsia"/>
                <w:szCs w:val="23"/>
              </w:rPr>
              <w:t>普　通　　・　　当　座</w:t>
            </w:r>
          </w:p>
        </w:tc>
      </w:tr>
      <w:tr w:rsidR="005A238D" w:rsidRPr="009025CB" w14:paraId="476023F8" w14:textId="77777777" w:rsidTr="00487B41">
        <w:trPr>
          <w:trHeight w:val="558"/>
        </w:trPr>
        <w:tc>
          <w:tcPr>
            <w:tcW w:w="2552" w:type="dxa"/>
            <w:vMerge/>
            <w:vAlign w:val="center"/>
          </w:tcPr>
          <w:p w14:paraId="3EE65767" w14:textId="77777777" w:rsidR="005A238D" w:rsidRPr="009025CB" w:rsidRDefault="005A238D" w:rsidP="00233B52">
            <w:pPr>
              <w:wordWrap w:val="0"/>
              <w:overflowPunct w:val="0"/>
              <w:autoSpaceDE w:val="0"/>
              <w:autoSpaceDN w:val="0"/>
              <w:ind w:left="102" w:right="102"/>
              <w:jc w:val="distribute"/>
              <w:rPr>
                <w:rFonts w:ascii="Century"/>
                <w:szCs w:val="23"/>
              </w:rPr>
            </w:pPr>
          </w:p>
        </w:tc>
        <w:tc>
          <w:tcPr>
            <w:tcW w:w="1843" w:type="dxa"/>
            <w:vAlign w:val="center"/>
          </w:tcPr>
          <w:p w14:paraId="25B3D86C" w14:textId="77777777" w:rsidR="005A238D" w:rsidRPr="009025CB" w:rsidRDefault="005A238D" w:rsidP="00233B52">
            <w:pPr>
              <w:jc w:val="distribute"/>
              <w:rPr>
                <w:rFonts w:ascii="Century"/>
                <w:szCs w:val="23"/>
              </w:rPr>
            </w:pPr>
            <w:r w:rsidRPr="009025CB">
              <w:rPr>
                <w:rFonts w:ascii="Century" w:cs="ＭＳ 明朝" w:hint="eastAsia"/>
                <w:kern w:val="0"/>
                <w:szCs w:val="23"/>
              </w:rPr>
              <w:t>口座番号</w:t>
            </w:r>
          </w:p>
        </w:tc>
        <w:tc>
          <w:tcPr>
            <w:tcW w:w="4394" w:type="dxa"/>
            <w:vAlign w:val="center"/>
          </w:tcPr>
          <w:p w14:paraId="7F825E14" w14:textId="77777777" w:rsidR="005A238D" w:rsidRPr="009025CB" w:rsidRDefault="005A238D" w:rsidP="00233B52">
            <w:pPr>
              <w:rPr>
                <w:rFonts w:ascii="Century"/>
                <w:szCs w:val="23"/>
              </w:rPr>
            </w:pPr>
          </w:p>
        </w:tc>
      </w:tr>
      <w:tr w:rsidR="005A238D" w:rsidRPr="009025CB" w14:paraId="3EA1AA7D" w14:textId="77777777" w:rsidTr="00487B41">
        <w:trPr>
          <w:trHeight w:val="269"/>
        </w:trPr>
        <w:tc>
          <w:tcPr>
            <w:tcW w:w="2552" w:type="dxa"/>
            <w:vMerge/>
            <w:vAlign w:val="center"/>
          </w:tcPr>
          <w:p w14:paraId="4E50C0ED" w14:textId="77777777" w:rsidR="005A238D" w:rsidRPr="009025CB" w:rsidRDefault="005A238D" w:rsidP="00233B52">
            <w:pPr>
              <w:wordWrap w:val="0"/>
              <w:overflowPunct w:val="0"/>
              <w:autoSpaceDE w:val="0"/>
              <w:autoSpaceDN w:val="0"/>
              <w:ind w:left="102" w:right="102"/>
              <w:jc w:val="distribute"/>
              <w:rPr>
                <w:rFonts w:ascii="Century"/>
                <w:szCs w:val="23"/>
              </w:rPr>
            </w:pPr>
          </w:p>
        </w:tc>
        <w:tc>
          <w:tcPr>
            <w:tcW w:w="1843" w:type="dxa"/>
            <w:tcBorders>
              <w:bottom w:val="dotted" w:sz="4" w:space="0" w:color="auto"/>
            </w:tcBorders>
            <w:vAlign w:val="center"/>
          </w:tcPr>
          <w:p w14:paraId="0B062A27" w14:textId="77777777" w:rsidR="005A238D" w:rsidRPr="009025CB" w:rsidRDefault="005A238D" w:rsidP="00233B52">
            <w:pPr>
              <w:wordWrap w:val="0"/>
              <w:overflowPunct w:val="0"/>
              <w:autoSpaceDE w:val="0"/>
              <w:autoSpaceDN w:val="0"/>
              <w:spacing w:line="240" w:lineRule="exact"/>
              <w:jc w:val="distribute"/>
              <w:rPr>
                <w:rFonts w:ascii="Century"/>
                <w:szCs w:val="23"/>
              </w:rPr>
            </w:pPr>
            <w:r w:rsidRPr="009025CB">
              <w:rPr>
                <w:rFonts w:ascii="Century" w:cs="ＭＳ 明朝" w:hint="eastAsia"/>
                <w:kern w:val="0"/>
                <w:szCs w:val="23"/>
              </w:rPr>
              <w:t>（フリガナ）</w:t>
            </w:r>
          </w:p>
        </w:tc>
        <w:tc>
          <w:tcPr>
            <w:tcW w:w="4394" w:type="dxa"/>
            <w:tcBorders>
              <w:bottom w:val="dotted" w:sz="4" w:space="0" w:color="auto"/>
            </w:tcBorders>
            <w:vAlign w:val="center"/>
          </w:tcPr>
          <w:p w14:paraId="068BDCC8" w14:textId="77777777" w:rsidR="005A238D" w:rsidRPr="009025CB" w:rsidRDefault="005A238D" w:rsidP="00233B52">
            <w:pPr>
              <w:ind w:firstLineChars="100" w:firstLine="230"/>
              <w:rPr>
                <w:rFonts w:ascii="Century"/>
                <w:szCs w:val="23"/>
              </w:rPr>
            </w:pPr>
          </w:p>
        </w:tc>
      </w:tr>
      <w:tr w:rsidR="005A238D" w:rsidRPr="009025CB" w14:paraId="63A54DDC" w14:textId="77777777" w:rsidTr="00487B41">
        <w:trPr>
          <w:trHeight w:val="564"/>
        </w:trPr>
        <w:tc>
          <w:tcPr>
            <w:tcW w:w="2552" w:type="dxa"/>
            <w:vMerge/>
            <w:vAlign w:val="center"/>
          </w:tcPr>
          <w:p w14:paraId="5B166256" w14:textId="77777777" w:rsidR="005A238D" w:rsidRPr="009025CB" w:rsidRDefault="005A238D" w:rsidP="00233B52">
            <w:pPr>
              <w:wordWrap w:val="0"/>
              <w:overflowPunct w:val="0"/>
              <w:autoSpaceDE w:val="0"/>
              <w:autoSpaceDN w:val="0"/>
              <w:ind w:left="102" w:right="102"/>
              <w:jc w:val="distribute"/>
              <w:rPr>
                <w:rFonts w:ascii="Century"/>
                <w:szCs w:val="23"/>
              </w:rPr>
            </w:pPr>
          </w:p>
        </w:tc>
        <w:tc>
          <w:tcPr>
            <w:tcW w:w="1843" w:type="dxa"/>
            <w:tcBorders>
              <w:top w:val="dotted" w:sz="4" w:space="0" w:color="auto"/>
            </w:tcBorders>
            <w:vAlign w:val="center"/>
          </w:tcPr>
          <w:p w14:paraId="04C770C9" w14:textId="77777777" w:rsidR="005A238D" w:rsidRPr="009025CB" w:rsidRDefault="005A238D" w:rsidP="00233B52">
            <w:pPr>
              <w:wordWrap w:val="0"/>
              <w:overflowPunct w:val="0"/>
              <w:autoSpaceDE w:val="0"/>
              <w:autoSpaceDN w:val="0"/>
              <w:spacing w:line="240" w:lineRule="exact"/>
              <w:jc w:val="distribute"/>
              <w:rPr>
                <w:rFonts w:ascii="Century" w:cs="ＭＳ 明朝"/>
                <w:kern w:val="0"/>
                <w:szCs w:val="23"/>
              </w:rPr>
            </w:pPr>
            <w:r w:rsidRPr="009025CB">
              <w:rPr>
                <w:rFonts w:ascii="Century" w:cs="ＭＳ 明朝" w:hint="eastAsia"/>
                <w:kern w:val="0"/>
                <w:szCs w:val="23"/>
              </w:rPr>
              <w:t>口座名義</w:t>
            </w:r>
          </w:p>
        </w:tc>
        <w:tc>
          <w:tcPr>
            <w:tcW w:w="4394" w:type="dxa"/>
            <w:tcBorders>
              <w:top w:val="dotted" w:sz="4" w:space="0" w:color="auto"/>
            </w:tcBorders>
            <w:vAlign w:val="center"/>
          </w:tcPr>
          <w:p w14:paraId="723E85F0" w14:textId="77777777" w:rsidR="005A238D" w:rsidRPr="009025CB" w:rsidRDefault="005A238D" w:rsidP="00233B52">
            <w:pPr>
              <w:ind w:firstLineChars="100" w:firstLine="230"/>
              <w:rPr>
                <w:rFonts w:ascii="Century"/>
                <w:szCs w:val="23"/>
              </w:rPr>
            </w:pPr>
          </w:p>
        </w:tc>
      </w:tr>
    </w:tbl>
    <w:p w14:paraId="57A8CC8F" w14:textId="77777777" w:rsidR="005A238D" w:rsidRPr="009025CB" w:rsidRDefault="005A238D" w:rsidP="005A238D">
      <w:pPr>
        <w:wordWrap w:val="0"/>
        <w:spacing w:line="481" w:lineRule="exact"/>
        <w:jc w:val="left"/>
        <w:rPr>
          <w:rFonts w:ascii="Century"/>
          <w:szCs w:val="23"/>
        </w:rPr>
      </w:pPr>
      <w:r w:rsidRPr="009025CB">
        <w:rPr>
          <w:rFonts w:ascii="Century" w:hint="eastAsia"/>
          <w:szCs w:val="23"/>
        </w:rPr>
        <w:t>備考　債権者と口座名義人が異なる場合は、名義人への領収権の委任とします。</w:t>
      </w:r>
    </w:p>
    <w:p w14:paraId="01BC6969" w14:textId="77777777" w:rsidR="005A238D" w:rsidRPr="00CB0B92" w:rsidRDefault="005A238D" w:rsidP="005A238D">
      <w:pPr>
        <w:pStyle w:val="a9"/>
        <w:jc w:val="left"/>
        <w:rPr>
          <w:color w:val="FF0000"/>
          <w:szCs w:val="23"/>
        </w:rPr>
      </w:pPr>
    </w:p>
    <w:p w14:paraId="3424A45B" w14:textId="77777777" w:rsidR="005A238D" w:rsidRPr="009025CB" w:rsidRDefault="009025CB" w:rsidP="005A238D">
      <w:pPr>
        <w:pStyle w:val="a9"/>
        <w:jc w:val="left"/>
        <w:rPr>
          <w:szCs w:val="23"/>
        </w:rPr>
      </w:pPr>
      <w:r w:rsidRPr="009025CB">
        <w:rPr>
          <w:rFonts w:hint="eastAsia"/>
          <w:szCs w:val="23"/>
        </w:rPr>
        <w:lastRenderedPageBreak/>
        <w:t>様式第</w:t>
      </w:r>
      <w:r w:rsidR="001A6A73">
        <w:rPr>
          <w:rFonts w:hint="eastAsia"/>
          <w:szCs w:val="23"/>
        </w:rPr>
        <w:t>９</w:t>
      </w:r>
      <w:r w:rsidR="005A238D" w:rsidRPr="009025CB">
        <w:rPr>
          <w:rFonts w:hint="eastAsia"/>
          <w:szCs w:val="23"/>
        </w:rPr>
        <w:t>号（第９条関係、精算払いの場合）</w:t>
      </w:r>
    </w:p>
    <w:p w14:paraId="7CC20E46" w14:textId="77777777" w:rsidR="005A238D" w:rsidRPr="009025CB" w:rsidRDefault="005A238D" w:rsidP="005A238D">
      <w:pPr>
        <w:jc w:val="right"/>
        <w:rPr>
          <w:szCs w:val="23"/>
        </w:rPr>
      </w:pPr>
      <w:r w:rsidRPr="009025CB">
        <w:rPr>
          <w:rFonts w:hint="eastAsia"/>
          <w:szCs w:val="23"/>
        </w:rPr>
        <w:t xml:space="preserve">　　　　年　　月　　日</w:t>
      </w:r>
    </w:p>
    <w:p w14:paraId="3BAA94C2" w14:textId="77777777" w:rsidR="005A238D" w:rsidRPr="009025CB" w:rsidRDefault="004653B9" w:rsidP="005A238D">
      <w:pPr>
        <w:ind w:firstLineChars="100" w:firstLine="230"/>
        <w:rPr>
          <w:rFonts w:hAnsi="ＭＳ 明朝"/>
          <w:szCs w:val="23"/>
          <w:lang w:eastAsia="zh-TW"/>
        </w:rPr>
      </w:pPr>
      <w:r w:rsidRPr="0014303B">
        <w:rPr>
          <w:rFonts w:hAnsi="ＭＳ 明朝" w:hint="eastAsia"/>
          <w:color w:val="FF0000"/>
          <w:szCs w:val="23"/>
        </w:rPr>
        <w:t>○○果樹産地協議会</w:t>
      </w:r>
      <w:r w:rsidR="005A238D" w:rsidRPr="009025CB">
        <w:rPr>
          <w:rFonts w:hAnsi="ＭＳ 明朝" w:hint="eastAsia"/>
          <w:szCs w:val="23"/>
          <w:lang w:eastAsia="zh-TW"/>
        </w:rPr>
        <w:t xml:space="preserve">長　</w:t>
      </w:r>
      <w:r w:rsidR="005A238D" w:rsidRPr="009025CB">
        <w:rPr>
          <w:rFonts w:hAnsi="ＭＳ 明朝" w:hint="eastAsia"/>
          <w:szCs w:val="23"/>
        </w:rPr>
        <w:t xml:space="preserve">　　　　　　　</w:t>
      </w:r>
      <w:r w:rsidR="005A238D" w:rsidRPr="009025CB">
        <w:rPr>
          <w:rFonts w:hAnsi="ＭＳ 明朝" w:hint="eastAsia"/>
          <w:szCs w:val="23"/>
          <w:lang w:eastAsia="zh-TW"/>
        </w:rPr>
        <w:t xml:space="preserve">　　様</w:t>
      </w:r>
    </w:p>
    <w:p w14:paraId="1A199DBC" w14:textId="77777777" w:rsidR="005A238D" w:rsidRPr="009025CB" w:rsidRDefault="005A238D" w:rsidP="005A238D">
      <w:pPr>
        <w:ind w:leftChars="1077" w:left="2477"/>
        <w:rPr>
          <w:rFonts w:hAnsi="ＭＳ 明朝"/>
          <w:szCs w:val="23"/>
        </w:rPr>
      </w:pPr>
    </w:p>
    <w:p w14:paraId="63C5052B" w14:textId="77777777" w:rsidR="005A238D" w:rsidRPr="009025CB" w:rsidRDefault="005A238D" w:rsidP="005A238D">
      <w:pPr>
        <w:ind w:leftChars="1077" w:left="2477" w:firstLineChars="400" w:firstLine="920"/>
        <w:rPr>
          <w:rFonts w:hAnsi="ＭＳ 明朝"/>
          <w:szCs w:val="23"/>
        </w:rPr>
      </w:pPr>
      <w:r w:rsidRPr="009025CB">
        <w:rPr>
          <w:rFonts w:hAnsi="ＭＳ 明朝" w:hint="eastAsia"/>
          <w:szCs w:val="23"/>
        </w:rPr>
        <w:t xml:space="preserve">申請者　</w:t>
      </w:r>
      <w:r w:rsidRPr="009025CB">
        <w:rPr>
          <w:rFonts w:hAnsi="ＭＳ 明朝" w:hint="eastAsia"/>
          <w:szCs w:val="23"/>
          <w:lang w:eastAsia="zh-TW"/>
        </w:rPr>
        <w:t>住所</w:t>
      </w:r>
    </w:p>
    <w:p w14:paraId="18643497" w14:textId="77777777" w:rsidR="005A238D" w:rsidRPr="009025CB" w:rsidRDefault="005A238D" w:rsidP="005A238D">
      <w:pPr>
        <w:ind w:leftChars="1077" w:left="2477" w:firstLineChars="802" w:firstLine="1845"/>
        <w:rPr>
          <w:rFonts w:hAnsi="ＭＳ 明朝"/>
          <w:szCs w:val="23"/>
        </w:rPr>
      </w:pPr>
      <w:r w:rsidRPr="009025CB">
        <w:rPr>
          <w:rFonts w:hAnsi="ＭＳ 明朝" w:hint="eastAsia"/>
          <w:szCs w:val="23"/>
        </w:rPr>
        <w:t>氏名　　　　　　　　　　　　　㊞</w:t>
      </w:r>
    </w:p>
    <w:p w14:paraId="574242E5" w14:textId="77777777" w:rsidR="005A238D" w:rsidRPr="009025CB" w:rsidRDefault="005A238D" w:rsidP="005A238D">
      <w:pPr>
        <w:jc w:val="right"/>
        <w:rPr>
          <w:rFonts w:hAnsi="ＭＳ 明朝"/>
          <w:szCs w:val="23"/>
        </w:rPr>
      </w:pPr>
    </w:p>
    <w:p w14:paraId="240D3451" w14:textId="3737F1F3" w:rsidR="005A238D" w:rsidRPr="009025CB" w:rsidRDefault="005A238D" w:rsidP="005A238D">
      <w:pPr>
        <w:jc w:val="center"/>
        <w:rPr>
          <w:rFonts w:hAnsi="ＭＳ 明朝"/>
          <w:szCs w:val="23"/>
        </w:rPr>
      </w:pPr>
      <w:r w:rsidRPr="009025CB">
        <w:rPr>
          <w:rFonts w:hAnsi="ＭＳ 明朝" w:hint="eastAsia"/>
          <w:szCs w:val="23"/>
        </w:rPr>
        <w:t>年度</w:t>
      </w:r>
      <w:r w:rsidR="004653B9" w:rsidRPr="0014303B">
        <w:rPr>
          <w:rFonts w:hint="eastAsia"/>
          <w:color w:val="FF0000"/>
          <w:szCs w:val="23"/>
        </w:rPr>
        <w:t>○○果樹産地協議会</w:t>
      </w:r>
      <w:r w:rsidR="00C6545F">
        <w:rPr>
          <w:rFonts w:hint="eastAsia"/>
          <w:szCs w:val="23"/>
        </w:rPr>
        <w:t>果樹産地活性化対策</w:t>
      </w:r>
      <w:r w:rsidR="00135843" w:rsidRPr="009025CB">
        <w:rPr>
          <w:rFonts w:hint="eastAsia"/>
          <w:szCs w:val="23"/>
        </w:rPr>
        <w:t>事業</w:t>
      </w:r>
      <w:r w:rsidRPr="009025CB">
        <w:rPr>
          <w:rFonts w:hAnsi="ＭＳ 明朝" w:hint="eastAsia"/>
          <w:szCs w:val="23"/>
        </w:rPr>
        <w:t>費補助金</w:t>
      </w:r>
      <w:r w:rsidRPr="009025CB">
        <w:rPr>
          <w:rFonts w:hAnsi="ＭＳ 明朝" w:hint="eastAsia"/>
          <w:kern w:val="0"/>
          <w:szCs w:val="23"/>
        </w:rPr>
        <w:t>交付請求書</w:t>
      </w:r>
    </w:p>
    <w:p w14:paraId="299CDB33" w14:textId="77777777" w:rsidR="005A238D" w:rsidRPr="009025CB" w:rsidRDefault="005A238D" w:rsidP="005A238D">
      <w:pPr>
        <w:jc w:val="left"/>
        <w:rPr>
          <w:rFonts w:hAnsi="ＭＳ 明朝"/>
          <w:szCs w:val="23"/>
        </w:rPr>
      </w:pPr>
    </w:p>
    <w:p w14:paraId="0191E9DB" w14:textId="2A3672CF" w:rsidR="005A238D" w:rsidRPr="009025CB" w:rsidRDefault="004653B9" w:rsidP="005A238D">
      <w:pPr>
        <w:ind w:firstLineChars="100" w:firstLine="230"/>
        <w:jc w:val="left"/>
        <w:rPr>
          <w:rFonts w:hAnsi="ＭＳ 明朝"/>
          <w:szCs w:val="23"/>
        </w:rPr>
      </w:pPr>
      <w:r w:rsidRPr="0014303B">
        <w:rPr>
          <w:rFonts w:hint="eastAsia"/>
          <w:color w:val="FF0000"/>
          <w:szCs w:val="23"/>
        </w:rPr>
        <w:t>○○果樹産地協議会</w:t>
      </w:r>
      <w:r w:rsidR="00C6545F">
        <w:rPr>
          <w:rFonts w:hint="eastAsia"/>
          <w:szCs w:val="23"/>
        </w:rPr>
        <w:t>果樹産地活性化対策</w:t>
      </w:r>
      <w:r w:rsidR="00135843" w:rsidRPr="009025CB">
        <w:rPr>
          <w:rFonts w:hint="eastAsia"/>
          <w:szCs w:val="23"/>
        </w:rPr>
        <w:t>事業</w:t>
      </w:r>
      <w:r w:rsidR="005A238D" w:rsidRPr="009025CB">
        <w:rPr>
          <w:rFonts w:hAnsi="ＭＳ 明朝" w:hint="eastAsia"/>
          <w:szCs w:val="23"/>
        </w:rPr>
        <w:t>費補助金について、</w:t>
      </w:r>
      <w:r w:rsidRPr="0014303B">
        <w:rPr>
          <w:rFonts w:hint="eastAsia"/>
          <w:color w:val="FF0000"/>
          <w:szCs w:val="23"/>
        </w:rPr>
        <w:t>○○果樹産地協議会</w:t>
      </w:r>
      <w:r w:rsidR="00C6545F">
        <w:rPr>
          <w:rFonts w:hint="eastAsia"/>
          <w:szCs w:val="23"/>
        </w:rPr>
        <w:t>果樹産地活性化対策</w:t>
      </w:r>
      <w:r w:rsidR="00135843" w:rsidRPr="009025CB">
        <w:rPr>
          <w:rFonts w:hint="eastAsia"/>
          <w:szCs w:val="23"/>
        </w:rPr>
        <w:t>事業</w:t>
      </w:r>
      <w:r w:rsidR="005A238D" w:rsidRPr="009025CB">
        <w:rPr>
          <w:rFonts w:hAnsi="ＭＳ 明朝" w:hint="eastAsia"/>
          <w:szCs w:val="23"/>
        </w:rPr>
        <w:t>費補助金交付</w:t>
      </w:r>
      <w:r w:rsidR="0014303B">
        <w:rPr>
          <w:rFonts w:hAnsi="ＭＳ 明朝" w:hint="eastAsia"/>
          <w:szCs w:val="23"/>
        </w:rPr>
        <w:t>規定</w:t>
      </w:r>
      <w:r w:rsidR="005A238D" w:rsidRPr="009025CB">
        <w:rPr>
          <w:rFonts w:hAnsi="ＭＳ 明朝" w:hint="eastAsia"/>
          <w:szCs w:val="23"/>
        </w:rPr>
        <w:t>第９条の規定により、次のとおり請求します。</w:t>
      </w:r>
    </w:p>
    <w:p w14:paraId="55C51E1F" w14:textId="77777777" w:rsidR="005A238D" w:rsidRPr="009025CB" w:rsidRDefault="005A238D" w:rsidP="005A238D">
      <w:pPr>
        <w:pStyle w:val="a7"/>
      </w:pPr>
      <w:r w:rsidRPr="009025CB">
        <w:rPr>
          <w:rFonts w:hint="eastAsia"/>
        </w:rPr>
        <w:t>記</w:t>
      </w:r>
    </w:p>
    <w:tbl>
      <w:tblPr>
        <w:tblpPr w:leftFromText="142" w:rightFromText="142" w:vertAnchor="text" w:tblpY="1"/>
        <w:tblOverlap w:val="neve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1843"/>
        <w:gridCol w:w="4394"/>
      </w:tblGrid>
      <w:tr w:rsidR="005A238D" w:rsidRPr="009025CB" w14:paraId="129B11C1" w14:textId="77777777" w:rsidTr="00487B41">
        <w:trPr>
          <w:trHeight w:val="541"/>
        </w:trPr>
        <w:tc>
          <w:tcPr>
            <w:tcW w:w="2552" w:type="dxa"/>
            <w:vAlign w:val="center"/>
          </w:tcPr>
          <w:p w14:paraId="06216182" w14:textId="77777777" w:rsidR="005A238D" w:rsidRPr="009025CB" w:rsidRDefault="005A238D" w:rsidP="00233B52">
            <w:pPr>
              <w:autoSpaceDE w:val="0"/>
              <w:autoSpaceDN w:val="0"/>
              <w:adjustRightInd w:val="0"/>
              <w:jc w:val="distribute"/>
              <w:rPr>
                <w:rFonts w:ascii="Century"/>
                <w:szCs w:val="23"/>
              </w:rPr>
            </w:pPr>
            <w:r w:rsidRPr="009025CB">
              <w:rPr>
                <w:rFonts w:ascii="Century" w:hint="eastAsia"/>
                <w:szCs w:val="23"/>
              </w:rPr>
              <w:t>交付決定年月日</w:t>
            </w:r>
          </w:p>
        </w:tc>
        <w:tc>
          <w:tcPr>
            <w:tcW w:w="6237" w:type="dxa"/>
            <w:gridSpan w:val="2"/>
            <w:vAlign w:val="center"/>
          </w:tcPr>
          <w:p w14:paraId="49A679CA" w14:textId="06752DD4" w:rsidR="005A238D" w:rsidRPr="009025CB" w:rsidRDefault="005A238D" w:rsidP="00233B52">
            <w:pPr>
              <w:autoSpaceDE w:val="0"/>
              <w:autoSpaceDN w:val="0"/>
              <w:adjustRightInd w:val="0"/>
              <w:rPr>
                <w:rFonts w:ascii="Century"/>
                <w:szCs w:val="23"/>
              </w:rPr>
            </w:pPr>
            <w:r w:rsidRPr="009025CB">
              <w:rPr>
                <w:rFonts w:ascii="Century" w:hint="eastAsia"/>
                <w:szCs w:val="23"/>
              </w:rPr>
              <w:t xml:space="preserve">　</w:t>
            </w:r>
            <w:r w:rsidR="0037546E">
              <w:rPr>
                <w:rFonts w:ascii="Century" w:hint="eastAsia"/>
                <w:szCs w:val="23"/>
              </w:rPr>
              <w:t xml:space="preserve">　　　　　　　　　　　</w:t>
            </w:r>
            <w:r w:rsidRPr="009025CB">
              <w:rPr>
                <w:rFonts w:ascii="Century" w:hint="eastAsia"/>
                <w:szCs w:val="23"/>
              </w:rPr>
              <w:t xml:space="preserve">　　年　　月　　日</w:t>
            </w:r>
          </w:p>
        </w:tc>
      </w:tr>
      <w:tr w:rsidR="005A238D" w:rsidRPr="009025CB" w14:paraId="4525D206" w14:textId="77777777" w:rsidTr="00487B41">
        <w:trPr>
          <w:trHeight w:val="536"/>
        </w:trPr>
        <w:tc>
          <w:tcPr>
            <w:tcW w:w="2552" w:type="dxa"/>
            <w:vAlign w:val="center"/>
          </w:tcPr>
          <w:p w14:paraId="6204C4A5" w14:textId="77777777" w:rsidR="005A238D" w:rsidRPr="009025CB" w:rsidRDefault="005A238D" w:rsidP="00233B52">
            <w:pPr>
              <w:autoSpaceDE w:val="0"/>
              <w:autoSpaceDN w:val="0"/>
              <w:adjustRightInd w:val="0"/>
              <w:jc w:val="distribute"/>
              <w:rPr>
                <w:rFonts w:ascii="Century"/>
                <w:szCs w:val="23"/>
              </w:rPr>
            </w:pPr>
            <w:r w:rsidRPr="009025CB">
              <w:rPr>
                <w:rFonts w:ascii="Century" w:hint="eastAsia"/>
                <w:szCs w:val="23"/>
              </w:rPr>
              <w:t>交付決定金額</w:t>
            </w:r>
          </w:p>
        </w:tc>
        <w:tc>
          <w:tcPr>
            <w:tcW w:w="6237" w:type="dxa"/>
            <w:gridSpan w:val="2"/>
            <w:vAlign w:val="center"/>
          </w:tcPr>
          <w:p w14:paraId="6BF8DC3C" w14:textId="77777777" w:rsidR="005A238D" w:rsidRPr="009025CB" w:rsidRDefault="005A238D" w:rsidP="00233B52">
            <w:pPr>
              <w:autoSpaceDE w:val="0"/>
              <w:autoSpaceDN w:val="0"/>
              <w:adjustRightInd w:val="0"/>
              <w:rPr>
                <w:rFonts w:ascii="Century"/>
                <w:szCs w:val="23"/>
              </w:rPr>
            </w:pPr>
            <w:r w:rsidRPr="009025CB">
              <w:rPr>
                <w:rFonts w:ascii="Century" w:hint="eastAsia"/>
                <w:szCs w:val="23"/>
              </w:rPr>
              <w:t xml:space="preserve">　　　　　　　　　　　　　　　　　　　　円</w:t>
            </w:r>
          </w:p>
        </w:tc>
      </w:tr>
      <w:tr w:rsidR="005A238D" w:rsidRPr="009025CB" w14:paraId="7B9CF69A" w14:textId="77777777" w:rsidTr="00487B41">
        <w:trPr>
          <w:trHeight w:val="546"/>
        </w:trPr>
        <w:tc>
          <w:tcPr>
            <w:tcW w:w="2552" w:type="dxa"/>
            <w:vAlign w:val="center"/>
          </w:tcPr>
          <w:p w14:paraId="56F6FD21" w14:textId="77777777" w:rsidR="005A238D" w:rsidRPr="009025CB" w:rsidRDefault="005A238D" w:rsidP="00233B52">
            <w:pPr>
              <w:autoSpaceDE w:val="0"/>
              <w:autoSpaceDN w:val="0"/>
              <w:adjustRightInd w:val="0"/>
              <w:jc w:val="distribute"/>
              <w:rPr>
                <w:rFonts w:ascii="Century"/>
                <w:szCs w:val="23"/>
              </w:rPr>
            </w:pPr>
            <w:r w:rsidRPr="009025CB">
              <w:rPr>
                <w:rFonts w:ascii="Century" w:hint="eastAsia"/>
                <w:szCs w:val="23"/>
              </w:rPr>
              <w:t>交付確定金額</w:t>
            </w:r>
          </w:p>
        </w:tc>
        <w:tc>
          <w:tcPr>
            <w:tcW w:w="6237" w:type="dxa"/>
            <w:gridSpan w:val="2"/>
            <w:vAlign w:val="center"/>
          </w:tcPr>
          <w:p w14:paraId="5C59C9BB" w14:textId="77777777" w:rsidR="005A238D" w:rsidRPr="009025CB" w:rsidRDefault="005A238D" w:rsidP="00233B52">
            <w:pPr>
              <w:autoSpaceDE w:val="0"/>
              <w:autoSpaceDN w:val="0"/>
              <w:adjustRightInd w:val="0"/>
              <w:rPr>
                <w:rFonts w:ascii="Century"/>
                <w:szCs w:val="23"/>
              </w:rPr>
            </w:pPr>
            <w:r w:rsidRPr="009025CB">
              <w:rPr>
                <w:rFonts w:ascii="Century" w:hint="eastAsia"/>
                <w:szCs w:val="23"/>
              </w:rPr>
              <w:t xml:space="preserve">　　　　　　　　　　　　　　　　　　　　円</w:t>
            </w:r>
          </w:p>
        </w:tc>
      </w:tr>
      <w:tr w:rsidR="005A238D" w:rsidRPr="009025CB" w14:paraId="3B1CF3BA" w14:textId="77777777" w:rsidTr="00487B41">
        <w:trPr>
          <w:trHeight w:val="543"/>
        </w:trPr>
        <w:tc>
          <w:tcPr>
            <w:tcW w:w="2552" w:type="dxa"/>
            <w:vAlign w:val="center"/>
          </w:tcPr>
          <w:p w14:paraId="4FAD72D2" w14:textId="77777777" w:rsidR="005A238D" w:rsidRPr="009025CB" w:rsidRDefault="005A238D" w:rsidP="00233B52">
            <w:pPr>
              <w:autoSpaceDE w:val="0"/>
              <w:autoSpaceDN w:val="0"/>
              <w:adjustRightInd w:val="0"/>
              <w:jc w:val="distribute"/>
              <w:rPr>
                <w:rFonts w:ascii="Century"/>
                <w:szCs w:val="23"/>
              </w:rPr>
            </w:pPr>
            <w:r w:rsidRPr="009025CB">
              <w:rPr>
                <w:rFonts w:ascii="Century" w:hint="eastAsia"/>
                <w:szCs w:val="23"/>
              </w:rPr>
              <w:t>交付請求金額</w:t>
            </w:r>
          </w:p>
        </w:tc>
        <w:tc>
          <w:tcPr>
            <w:tcW w:w="6237" w:type="dxa"/>
            <w:gridSpan w:val="2"/>
            <w:vAlign w:val="center"/>
          </w:tcPr>
          <w:p w14:paraId="4C1ACC50" w14:textId="77777777" w:rsidR="005A238D" w:rsidRPr="009025CB" w:rsidRDefault="005A238D" w:rsidP="00233B52">
            <w:pPr>
              <w:autoSpaceDE w:val="0"/>
              <w:autoSpaceDN w:val="0"/>
              <w:adjustRightInd w:val="0"/>
              <w:rPr>
                <w:rFonts w:ascii="Century"/>
                <w:szCs w:val="23"/>
              </w:rPr>
            </w:pPr>
            <w:r w:rsidRPr="009025CB">
              <w:rPr>
                <w:rFonts w:ascii="Century" w:hint="eastAsia"/>
                <w:szCs w:val="23"/>
              </w:rPr>
              <w:t xml:space="preserve">　　　　　　　　　　　　　　　　　　　　円</w:t>
            </w:r>
          </w:p>
        </w:tc>
      </w:tr>
      <w:tr w:rsidR="005A238D" w:rsidRPr="009025CB" w14:paraId="35F158D5" w14:textId="77777777" w:rsidTr="00487B41">
        <w:trPr>
          <w:trHeight w:val="804"/>
        </w:trPr>
        <w:tc>
          <w:tcPr>
            <w:tcW w:w="2552" w:type="dxa"/>
            <w:vMerge w:val="restart"/>
            <w:vAlign w:val="center"/>
          </w:tcPr>
          <w:p w14:paraId="60BEF82A" w14:textId="77777777" w:rsidR="005A238D" w:rsidRPr="009025CB" w:rsidRDefault="005A238D" w:rsidP="00233B52">
            <w:pPr>
              <w:wordWrap w:val="0"/>
              <w:overflowPunct w:val="0"/>
              <w:autoSpaceDE w:val="0"/>
              <w:autoSpaceDN w:val="0"/>
              <w:ind w:left="102" w:right="102"/>
              <w:jc w:val="distribute"/>
              <w:rPr>
                <w:rFonts w:ascii="Century"/>
                <w:szCs w:val="23"/>
              </w:rPr>
            </w:pPr>
            <w:r w:rsidRPr="009025CB">
              <w:rPr>
                <w:rFonts w:ascii="Century" w:hint="eastAsia"/>
                <w:szCs w:val="23"/>
              </w:rPr>
              <w:t>振込先</w:t>
            </w:r>
          </w:p>
        </w:tc>
        <w:tc>
          <w:tcPr>
            <w:tcW w:w="1843" w:type="dxa"/>
            <w:vAlign w:val="center"/>
          </w:tcPr>
          <w:p w14:paraId="19435C0B" w14:textId="77777777" w:rsidR="005A238D" w:rsidRPr="009025CB" w:rsidRDefault="005A238D" w:rsidP="00233B52">
            <w:pPr>
              <w:spacing w:line="260" w:lineRule="exact"/>
              <w:jc w:val="distribute"/>
              <w:rPr>
                <w:rFonts w:ascii="Century" w:cs="ＭＳ 明朝"/>
                <w:kern w:val="0"/>
                <w:szCs w:val="23"/>
              </w:rPr>
            </w:pPr>
            <w:r w:rsidRPr="009025CB">
              <w:rPr>
                <w:rFonts w:ascii="Century" w:cs="ＭＳ 明朝" w:hint="eastAsia"/>
                <w:kern w:val="0"/>
                <w:szCs w:val="23"/>
              </w:rPr>
              <w:t>金融機関名</w:t>
            </w:r>
          </w:p>
          <w:p w14:paraId="482EE458" w14:textId="77777777" w:rsidR="005A238D" w:rsidRPr="009025CB" w:rsidRDefault="005A238D" w:rsidP="00233B52">
            <w:pPr>
              <w:spacing w:line="260" w:lineRule="exact"/>
              <w:jc w:val="distribute"/>
              <w:rPr>
                <w:rFonts w:ascii="Century" w:cs="ＭＳ 明朝"/>
                <w:kern w:val="0"/>
                <w:szCs w:val="23"/>
              </w:rPr>
            </w:pPr>
            <w:r w:rsidRPr="009025CB">
              <w:rPr>
                <w:rFonts w:ascii="Century" w:cs="ＭＳ 明朝" w:hint="eastAsia"/>
                <w:kern w:val="0"/>
                <w:szCs w:val="23"/>
              </w:rPr>
              <w:t>及び店舗名</w:t>
            </w:r>
          </w:p>
        </w:tc>
        <w:tc>
          <w:tcPr>
            <w:tcW w:w="4394" w:type="dxa"/>
            <w:vAlign w:val="center"/>
          </w:tcPr>
          <w:p w14:paraId="49FACF59" w14:textId="77777777" w:rsidR="005A238D" w:rsidRPr="009025CB" w:rsidRDefault="005A238D" w:rsidP="00233B52">
            <w:pPr>
              <w:jc w:val="center"/>
              <w:rPr>
                <w:rFonts w:ascii="Century"/>
                <w:szCs w:val="23"/>
              </w:rPr>
            </w:pPr>
          </w:p>
        </w:tc>
      </w:tr>
      <w:tr w:rsidR="005A238D" w:rsidRPr="009025CB" w14:paraId="5218E0B3" w14:textId="77777777" w:rsidTr="00487B41">
        <w:trPr>
          <w:trHeight w:val="549"/>
        </w:trPr>
        <w:tc>
          <w:tcPr>
            <w:tcW w:w="2552" w:type="dxa"/>
            <w:vMerge/>
            <w:vAlign w:val="center"/>
          </w:tcPr>
          <w:p w14:paraId="06E9B282" w14:textId="77777777" w:rsidR="005A238D" w:rsidRPr="009025CB" w:rsidRDefault="005A238D" w:rsidP="00233B52">
            <w:pPr>
              <w:wordWrap w:val="0"/>
              <w:overflowPunct w:val="0"/>
              <w:autoSpaceDE w:val="0"/>
              <w:autoSpaceDN w:val="0"/>
              <w:ind w:left="102" w:right="102"/>
              <w:jc w:val="distribute"/>
              <w:rPr>
                <w:rFonts w:ascii="Century"/>
                <w:szCs w:val="23"/>
              </w:rPr>
            </w:pPr>
          </w:p>
        </w:tc>
        <w:tc>
          <w:tcPr>
            <w:tcW w:w="1843" w:type="dxa"/>
            <w:vAlign w:val="center"/>
          </w:tcPr>
          <w:p w14:paraId="4E71D182" w14:textId="77777777" w:rsidR="005A238D" w:rsidRPr="009025CB" w:rsidRDefault="005A238D" w:rsidP="00233B52">
            <w:pPr>
              <w:jc w:val="distribute"/>
              <w:rPr>
                <w:rFonts w:ascii="Century"/>
                <w:szCs w:val="23"/>
              </w:rPr>
            </w:pPr>
            <w:r w:rsidRPr="009025CB">
              <w:rPr>
                <w:rFonts w:ascii="Century" w:cs="ＭＳ 明朝" w:hint="eastAsia"/>
                <w:kern w:val="0"/>
                <w:szCs w:val="23"/>
              </w:rPr>
              <w:t>預金種別</w:t>
            </w:r>
          </w:p>
        </w:tc>
        <w:tc>
          <w:tcPr>
            <w:tcW w:w="4394" w:type="dxa"/>
            <w:vAlign w:val="center"/>
          </w:tcPr>
          <w:p w14:paraId="7F7F4F79" w14:textId="77777777" w:rsidR="005A238D" w:rsidRPr="009025CB" w:rsidRDefault="005A238D" w:rsidP="00233B52">
            <w:pPr>
              <w:jc w:val="center"/>
              <w:rPr>
                <w:rFonts w:ascii="Century"/>
                <w:szCs w:val="23"/>
              </w:rPr>
            </w:pPr>
            <w:r w:rsidRPr="009025CB">
              <w:rPr>
                <w:rFonts w:ascii="Century" w:hint="eastAsia"/>
                <w:szCs w:val="23"/>
              </w:rPr>
              <w:t>普　通　　・　　当　座</w:t>
            </w:r>
          </w:p>
        </w:tc>
      </w:tr>
      <w:tr w:rsidR="005A238D" w:rsidRPr="009025CB" w14:paraId="360BB333" w14:textId="77777777" w:rsidTr="00487B41">
        <w:trPr>
          <w:trHeight w:val="558"/>
        </w:trPr>
        <w:tc>
          <w:tcPr>
            <w:tcW w:w="2552" w:type="dxa"/>
            <w:vMerge/>
            <w:vAlign w:val="center"/>
          </w:tcPr>
          <w:p w14:paraId="1F7103BA" w14:textId="77777777" w:rsidR="005A238D" w:rsidRPr="009025CB" w:rsidRDefault="005A238D" w:rsidP="00233B52">
            <w:pPr>
              <w:wordWrap w:val="0"/>
              <w:overflowPunct w:val="0"/>
              <w:autoSpaceDE w:val="0"/>
              <w:autoSpaceDN w:val="0"/>
              <w:ind w:left="102" w:right="102"/>
              <w:jc w:val="distribute"/>
              <w:rPr>
                <w:rFonts w:ascii="Century"/>
                <w:szCs w:val="23"/>
              </w:rPr>
            </w:pPr>
          </w:p>
        </w:tc>
        <w:tc>
          <w:tcPr>
            <w:tcW w:w="1843" w:type="dxa"/>
            <w:vAlign w:val="center"/>
          </w:tcPr>
          <w:p w14:paraId="4DA8C219" w14:textId="77777777" w:rsidR="005A238D" w:rsidRPr="009025CB" w:rsidRDefault="005A238D" w:rsidP="00233B52">
            <w:pPr>
              <w:jc w:val="distribute"/>
              <w:rPr>
                <w:rFonts w:ascii="Century"/>
                <w:szCs w:val="23"/>
              </w:rPr>
            </w:pPr>
            <w:r w:rsidRPr="009025CB">
              <w:rPr>
                <w:rFonts w:ascii="Century" w:cs="ＭＳ 明朝" w:hint="eastAsia"/>
                <w:kern w:val="0"/>
                <w:szCs w:val="23"/>
              </w:rPr>
              <w:t>口座番号</w:t>
            </w:r>
          </w:p>
        </w:tc>
        <w:tc>
          <w:tcPr>
            <w:tcW w:w="4394" w:type="dxa"/>
            <w:vAlign w:val="center"/>
          </w:tcPr>
          <w:p w14:paraId="5E2B1684" w14:textId="77777777" w:rsidR="005A238D" w:rsidRPr="009025CB" w:rsidRDefault="005A238D" w:rsidP="00233B52">
            <w:pPr>
              <w:rPr>
                <w:rFonts w:ascii="Century"/>
                <w:szCs w:val="23"/>
              </w:rPr>
            </w:pPr>
          </w:p>
        </w:tc>
      </w:tr>
      <w:tr w:rsidR="005A238D" w:rsidRPr="009025CB" w14:paraId="08B65500" w14:textId="77777777" w:rsidTr="00487B41">
        <w:trPr>
          <w:trHeight w:val="269"/>
        </w:trPr>
        <w:tc>
          <w:tcPr>
            <w:tcW w:w="2552" w:type="dxa"/>
            <w:vMerge/>
            <w:vAlign w:val="center"/>
          </w:tcPr>
          <w:p w14:paraId="79E67EEB" w14:textId="77777777" w:rsidR="005A238D" w:rsidRPr="009025CB" w:rsidRDefault="005A238D" w:rsidP="00233B52">
            <w:pPr>
              <w:wordWrap w:val="0"/>
              <w:overflowPunct w:val="0"/>
              <w:autoSpaceDE w:val="0"/>
              <w:autoSpaceDN w:val="0"/>
              <w:ind w:left="102" w:right="102"/>
              <w:jc w:val="distribute"/>
              <w:rPr>
                <w:rFonts w:ascii="Century"/>
                <w:szCs w:val="23"/>
              </w:rPr>
            </w:pPr>
          </w:p>
        </w:tc>
        <w:tc>
          <w:tcPr>
            <w:tcW w:w="1843" w:type="dxa"/>
            <w:tcBorders>
              <w:bottom w:val="dotted" w:sz="4" w:space="0" w:color="auto"/>
            </w:tcBorders>
            <w:vAlign w:val="center"/>
          </w:tcPr>
          <w:p w14:paraId="1AA003F2" w14:textId="77777777" w:rsidR="005A238D" w:rsidRPr="009025CB" w:rsidRDefault="005A238D" w:rsidP="00233B52">
            <w:pPr>
              <w:wordWrap w:val="0"/>
              <w:overflowPunct w:val="0"/>
              <w:autoSpaceDE w:val="0"/>
              <w:autoSpaceDN w:val="0"/>
              <w:spacing w:line="240" w:lineRule="exact"/>
              <w:jc w:val="distribute"/>
              <w:rPr>
                <w:rFonts w:ascii="Century"/>
                <w:szCs w:val="23"/>
              </w:rPr>
            </w:pPr>
            <w:r w:rsidRPr="009025CB">
              <w:rPr>
                <w:rFonts w:ascii="Century" w:cs="ＭＳ 明朝" w:hint="eastAsia"/>
                <w:kern w:val="0"/>
                <w:szCs w:val="23"/>
              </w:rPr>
              <w:t>（フリガナ）</w:t>
            </w:r>
          </w:p>
        </w:tc>
        <w:tc>
          <w:tcPr>
            <w:tcW w:w="4394" w:type="dxa"/>
            <w:tcBorders>
              <w:bottom w:val="dotted" w:sz="4" w:space="0" w:color="auto"/>
            </w:tcBorders>
            <w:vAlign w:val="center"/>
          </w:tcPr>
          <w:p w14:paraId="07C41716" w14:textId="77777777" w:rsidR="005A238D" w:rsidRPr="009025CB" w:rsidRDefault="005A238D" w:rsidP="00233B52">
            <w:pPr>
              <w:ind w:firstLineChars="100" w:firstLine="230"/>
              <w:rPr>
                <w:rFonts w:ascii="Century"/>
                <w:szCs w:val="23"/>
              </w:rPr>
            </w:pPr>
          </w:p>
        </w:tc>
      </w:tr>
      <w:tr w:rsidR="005A238D" w:rsidRPr="009025CB" w14:paraId="02BD08BC" w14:textId="77777777" w:rsidTr="00487B41">
        <w:trPr>
          <w:trHeight w:val="730"/>
        </w:trPr>
        <w:tc>
          <w:tcPr>
            <w:tcW w:w="2552" w:type="dxa"/>
            <w:vMerge/>
            <w:vAlign w:val="center"/>
          </w:tcPr>
          <w:p w14:paraId="55E7A8B5" w14:textId="77777777" w:rsidR="005A238D" w:rsidRPr="009025CB" w:rsidRDefault="005A238D" w:rsidP="00233B52">
            <w:pPr>
              <w:wordWrap w:val="0"/>
              <w:overflowPunct w:val="0"/>
              <w:autoSpaceDE w:val="0"/>
              <w:autoSpaceDN w:val="0"/>
              <w:ind w:left="102" w:right="102"/>
              <w:jc w:val="distribute"/>
              <w:rPr>
                <w:rFonts w:ascii="Century"/>
                <w:szCs w:val="23"/>
              </w:rPr>
            </w:pPr>
          </w:p>
        </w:tc>
        <w:tc>
          <w:tcPr>
            <w:tcW w:w="1843" w:type="dxa"/>
            <w:tcBorders>
              <w:top w:val="dotted" w:sz="4" w:space="0" w:color="auto"/>
            </w:tcBorders>
            <w:vAlign w:val="center"/>
          </w:tcPr>
          <w:p w14:paraId="333FFB13" w14:textId="77777777" w:rsidR="005A238D" w:rsidRPr="009025CB" w:rsidRDefault="005A238D" w:rsidP="00233B52">
            <w:pPr>
              <w:wordWrap w:val="0"/>
              <w:overflowPunct w:val="0"/>
              <w:autoSpaceDE w:val="0"/>
              <w:autoSpaceDN w:val="0"/>
              <w:spacing w:line="240" w:lineRule="exact"/>
              <w:jc w:val="distribute"/>
              <w:rPr>
                <w:rFonts w:ascii="Century" w:cs="ＭＳ 明朝"/>
                <w:kern w:val="0"/>
                <w:szCs w:val="23"/>
              </w:rPr>
            </w:pPr>
            <w:r w:rsidRPr="009025CB">
              <w:rPr>
                <w:rFonts w:ascii="Century" w:cs="ＭＳ 明朝" w:hint="eastAsia"/>
                <w:kern w:val="0"/>
                <w:szCs w:val="23"/>
              </w:rPr>
              <w:t>口座名義</w:t>
            </w:r>
          </w:p>
        </w:tc>
        <w:tc>
          <w:tcPr>
            <w:tcW w:w="4394" w:type="dxa"/>
            <w:tcBorders>
              <w:top w:val="dotted" w:sz="4" w:space="0" w:color="auto"/>
            </w:tcBorders>
            <w:vAlign w:val="center"/>
          </w:tcPr>
          <w:p w14:paraId="388FE125" w14:textId="77777777" w:rsidR="005A238D" w:rsidRPr="009025CB" w:rsidRDefault="005A238D" w:rsidP="00233B52">
            <w:pPr>
              <w:ind w:firstLineChars="100" w:firstLine="230"/>
              <w:rPr>
                <w:rFonts w:ascii="Century"/>
                <w:szCs w:val="23"/>
              </w:rPr>
            </w:pPr>
          </w:p>
        </w:tc>
      </w:tr>
    </w:tbl>
    <w:p w14:paraId="2904C1EE" w14:textId="77777777" w:rsidR="005A238D" w:rsidRPr="009025CB" w:rsidRDefault="005A238D" w:rsidP="005A238D">
      <w:pPr>
        <w:wordWrap w:val="0"/>
        <w:spacing w:line="481" w:lineRule="exact"/>
        <w:jc w:val="left"/>
        <w:rPr>
          <w:rFonts w:ascii="Century"/>
          <w:szCs w:val="23"/>
        </w:rPr>
      </w:pPr>
      <w:r w:rsidRPr="009025CB">
        <w:rPr>
          <w:rFonts w:ascii="Century" w:hint="eastAsia"/>
          <w:szCs w:val="23"/>
        </w:rPr>
        <w:t>備考　債権者と口座名義人が異なる場合は、名義人への領収権の委任とします。</w:t>
      </w:r>
    </w:p>
    <w:p w14:paraId="369092B1" w14:textId="77777777" w:rsidR="005A238D" w:rsidRPr="009025CB" w:rsidRDefault="005A238D" w:rsidP="005A238D"/>
    <w:p w14:paraId="635868DD" w14:textId="77777777" w:rsidR="005A238D" w:rsidRPr="00CB0B92" w:rsidRDefault="005A238D" w:rsidP="005A238D">
      <w:pPr>
        <w:ind w:left="230" w:hangingChars="100" w:hanging="230"/>
        <w:rPr>
          <w:color w:val="FF0000"/>
        </w:rPr>
      </w:pPr>
    </w:p>
    <w:p w14:paraId="51BBDAF3" w14:textId="77777777" w:rsidR="005A238D" w:rsidRPr="004E468A" w:rsidRDefault="005A238D" w:rsidP="004E468A">
      <w:pPr>
        <w:spacing w:line="0" w:lineRule="atLeast"/>
        <w:rPr>
          <w:rFonts w:ascii="Century" w:hAnsi="ＭＳ 明朝"/>
          <w:szCs w:val="23"/>
        </w:rPr>
      </w:pPr>
    </w:p>
    <w:p w14:paraId="2ECB6F00" w14:textId="77777777" w:rsidR="005A238D" w:rsidRPr="00DD31C6" w:rsidRDefault="004E468A" w:rsidP="005A238D">
      <w:pPr>
        <w:rPr>
          <w:szCs w:val="23"/>
        </w:rPr>
      </w:pPr>
      <w:r>
        <w:rPr>
          <w:rFonts w:hAnsi="ＭＳ 明朝" w:hint="eastAsia"/>
          <w:szCs w:val="23"/>
        </w:rPr>
        <w:lastRenderedPageBreak/>
        <w:t>様式第１０</w:t>
      </w:r>
      <w:r w:rsidR="005A238D" w:rsidRPr="00DD31C6">
        <w:rPr>
          <w:rFonts w:hAnsi="ＭＳ 明朝" w:hint="eastAsia"/>
          <w:szCs w:val="23"/>
        </w:rPr>
        <w:t>号（第１１条関係）</w:t>
      </w:r>
    </w:p>
    <w:p w14:paraId="140924D2" w14:textId="77777777" w:rsidR="005A238D" w:rsidRPr="00DD31C6" w:rsidRDefault="005A238D" w:rsidP="005A238D">
      <w:pPr>
        <w:jc w:val="right"/>
        <w:rPr>
          <w:szCs w:val="23"/>
        </w:rPr>
      </w:pPr>
      <w:r w:rsidRPr="00DD31C6">
        <w:rPr>
          <w:rFonts w:hint="eastAsia"/>
          <w:szCs w:val="23"/>
        </w:rPr>
        <w:t xml:space="preserve">　　　　年　　月　　日</w:t>
      </w:r>
    </w:p>
    <w:p w14:paraId="3DD636EC" w14:textId="77777777" w:rsidR="005A238D" w:rsidRPr="00DD31C6" w:rsidRDefault="005A238D" w:rsidP="005A238D">
      <w:pPr>
        <w:ind w:firstLineChars="100" w:firstLine="230"/>
        <w:rPr>
          <w:szCs w:val="23"/>
        </w:rPr>
      </w:pPr>
      <w:r w:rsidRPr="00DD31C6">
        <w:rPr>
          <w:rFonts w:hint="eastAsia"/>
          <w:szCs w:val="23"/>
        </w:rPr>
        <w:t xml:space="preserve">　　　　　　　　　　様</w:t>
      </w:r>
    </w:p>
    <w:p w14:paraId="4328823F" w14:textId="77777777" w:rsidR="00782740" w:rsidRDefault="004653B9" w:rsidP="005A238D">
      <w:pPr>
        <w:ind w:right="474"/>
        <w:jc w:val="right"/>
        <w:rPr>
          <w:szCs w:val="23"/>
        </w:rPr>
      </w:pPr>
      <w:r w:rsidRPr="0014303B">
        <w:rPr>
          <w:rFonts w:hint="eastAsia"/>
          <w:color w:val="FF0000"/>
          <w:szCs w:val="23"/>
        </w:rPr>
        <w:t>○○果樹産地協議会</w:t>
      </w:r>
      <w:r w:rsidR="005A238D" w:rsidRPr="00DD31C6">
        <w:rPr>
          <w:rFonts w:hint="eastAsia"/>
          <w:szCs w:val="23"/>
        </w:rPr>
        <w:t>長</w:t>
      </w:r>
    </w:p>
    <w:p w14:paraId="5E05E322" w14:textId="00F188B5" w:rsidR="005A238D" w:rsidRPr="00DD31C6" w:rsidRDefault="005A238D" w:rsidP="005A238D">
      <w:pPr>
        <w:ind w:right="474"/>
        <w:jc w:val="right"/>
        <w:rPr>
          <w:szCs w:val="23"/>
          <w:bdr w:val="single" w:sz="4" w:space="0" w:color="auto"/>
        </w:rPr>
      </w:pPr>
      <w:r w:rsidRPr="00DD31C6">
        <w:rPr>
          <w:rFonts w:hint="eastAsia"/>
          <w:szCs w:val="23"/>
        </w:rPr>
        <w:t xml:space="preserve">　　　　　　　</w:t>
      </w:r>
      <w:r w:rsidRPr="0037546E">
        <w:rPr>
          <w:rFonts w:hint="eastAsia"/>
          <w:color w:val="FF0000"/>
          <w:szCs w:val="23"/>
        </w:rPr>
        <w:t xml:space="preserve">　　　</w:t>
      </w:r>
      <w:r w:rsidR="0037546E" w:rsidRPr="0037546E">
        <w:rPr>
          <w:rFonts w:hint="eastAsia"/>
          <w:color w:val="FF0000"/>
          <w:szCs w:val="23"/>
        </w:rPr>
        <w:t xml:space="preserve">○○　○○　</w:t>
      </w:r>
      <w:r w:rsidRPr="00DD31C6">
        <w:rPr>
          <w:rFonts w:hint="eastAsia"/>
          <w:szCs w:val="23"/>
          <w:bdr w:val="single" w:sz="4" w:space="0" w:color="auto"/>
        </w:rPr>
        <w:t>印</w:t>
      </w:r>
    </w:p>
    <w:p w14:paraId="22E782AB" w14:textId="77777777" w:rsidR="005A238D" w:rsidRPr="00DD31C6" w:rsidRDefault="005A238D" w:rsidP="005A238D">
      <w:pPr>
        <w:rPr>
          <w:szCs w:val="23"/>
        </w:rPr>
      </w:pPr>
    </w:p>
    <w:p w14:paraId="268CA281" w14:textId="6052A9B4" w:rsidR="005A238D" w:rsidRPr="00DD31C6" w:rsidRDefault="005A238D" w:rsidP="005A238D">
      <w:pPr>
        <w:jc w:val="center"/>
        <w:rPr>
          <w:szCs w:val="23"/>
        </w:rPr>
      </w:pPr>
      <w:r w:rsidRPr="00DD31C6">
        <w:rPr>
          <w:rFonts w:hAnsi="ＭＳ 明朝" w:hint="eastAsia"/>
          <w:szCs w:val="23"/>
        </w:rPr>
        <w:t>年度</w:t>
      </w:r>
      <w:r w:rsidR="004653B9" w:rsidRPr="0014303B">
        <w:rPr>
          <w:rFonts w:hint="eastAsia"/>
          <w:color w:val="FF0000"/>
          <w:szCs w:val="23"/>
        </w:rPr>
        <w:t>○○果樹産地協議会</w:t>
      </w:r>
      <w:r w:rsidR="00C6545F">
        <w:rPr>
          <w:rFonts w:hint="eastAsia"/>
          <w:szCs w:val="23"/>
        </w:rPr>
        <w:t>果樹産地活性化対策</w:t>
      </w:r>
      <w:r w:rsidR="00DD31C6" w:rsidRPr="00DD31C6">
        <w:rPr>
          <w:rFonts w:hint="eastAsia"/>
          <w:szCs w:val="23"/>
        </w:rPr>
        <w:t>事業</w:t>
      </w:r>
      <w:r w:rsidRPr="00DD31C6">
        <w:rPr>
          <w:rFonts w:hAnsi="ＭＳ 明朝" w:hint="eastAsia"/>
          <w:szCs w:val="23"/>
        </w:rPr>
        <w:t>費補助金</w:t>
      </w:r>
      <w:r w:rsidRPr="00DD31C6">
        <w:rPr>
          <w:rFonts w:hint="eastAsia"/>
          <w:szCs w:val="23"/>
        </w:rPr>
        <w:t>返還命令書</w:t>
      </w:r>
    </w:p>
    <w:p w14:paraId="7C42F42B" w14:textId="77777777" w:rsidR="005A238D" w:rsidRPr="00DD31C6" w:rsidRDefault="005A238D" w:rsidP="005A238D">
      <w:pPr>
        <w:rPr>
          <w:szCs w:val="23"/>
        </w:rPr>
      </w:pPr>
    </w:p>
    <w:p w14:paraId="2F9E1680" w14:textId="21207A62" w:rsidR="005A238D" w:rsidRDefault="004653B9" w:rsidP="005A238D">
      <w:pPr>
        <w:ind w:firstLineChars="100" w:firstLine="230"/>
        <w:rPr>
          <w:rFonts w:hAnsi="ＭＳ 明朝"/>
          <w:szCs w:val="23"/>
        </w:rPr>
      </w:pPr>
      <w:r w:rsidRPr="0014303B">
        <w:rPr>
          <w:rFonts w:hint="eastAsia"/>
          <w:color w:val="FF0000"/>
          <w:szCs w:val="23"/>
        </w:rPr>
        <w:t>○○果樹産地協議会</w:t>
      </w:r>
      <w:r w:rsidR="00C6545F">
        <w:rPr>
          <w:rFonts w:hint="eastAsia"/>
          <w:szCs w:val="23"/>
        </w:rPr>
        <w:t>果樹産地活性化対策</w:t>
      </w:r>
      <w:r w:rsidR="00DD31C6" w:rsidRPr="00DD31C6">
        <w:rPr>
          <w:rFonts w:hint="eastAsia"/>
          <w:szCs w:val="23"/>
        </w:rPr>
        <w:t>事業</w:t>
      </w:r>
      <w:r w:rsidR="005A238D" w:rsidRPr="00DD31C6">
        <w:rPr>
          <w:rFonts w:hAnsi="ＭＳ 明朝" w:hint="eastAsia"/>
          <w:szCs w:val="23"/>
        </w:rPr>
        <w:t>費補助金交付</w:t>
      </w:r>
      <w:r w:rsidR="0014303B">
        <w:rPr>
          <w:rFonts w:hAnsi="ＭＳ 明朝" w:hint="eastAsia"/>
          <w:szCs w:val="23"/>
        </w:rPr>
        <w:t>規定</w:t>
      </w:r>
      <w:r w:rsidR="005A238D" w:rsidRPr="00DD31C6">
        <w:rPr>
          <w:rFonts w:hAnsi="ＭＳ 明朝" w:hint="eastAsia"/>
          <w:szCs w:val="23"/>
        </w:rPr>
        <w:t>第１１条の規定により、次のとおり返還を命じます。</w:t>
      </w:r>
    </w:p>
    <w:p w14:paraId="1F653789" w14:textId="77777777" w:rsidR="0014303B" w:rsidRPr="0014303B" w:rsidRDefault="0014303B" w:rsidP="005A238D">
      <w:pPr>
        <w:ind w:firstLineChars="100" w:firstLine="230"/>
        <w:rPr>
          <w:rFonts w:hAnsi="ＭＳ 明朝"/>
          <w:szCs w:val="23"/>
        </w:rPr>
      </w:pPr>
    </w:p>
    <w:p w14:paraId="5ED1F029" w14:textId="77777777" w:rsidR="005A238D" w:rsidRPr="00DD31C6" w:rsidRDefault="005A238D" w:rsidP="005A238D">
      <w:pPr>
        <w:jc w:val="center"/>
        <w:rPr>
          <w:rFonts w:hAnsi="ＭＳ 明朝"/>
        </w:rPr>
      </w:pPr>
      <w:r w:rsidRPr="00DD31C6">
        <w:rPr>
          <w:rFonts w:hAnsi="ＭＳ 明朝" w:hint="eastAsia"/>
        </w:rPr>
        <w:t>記</w:t>
      </w:r>
    </w:p>
    <w:p w14:paraId="52D1E8F3" w14:textId="77777777" w:rsidR="0014303B" w:rsidRDefault="0014303B" w:rsidP="005A238D">
      <w:pPr>
        <w:rPr>
          <w:rFonts w:hAnsi="ＭＳ 明朝"/>
        </w:rPr>
      </w:pPr>
    </w:p>
    <w:p w14:paraId="36F72F8F" w14:textId="09105678" w:rsidR="005A238D" w:rsidRPr="00DD31C6" w:rsidRDefault="005A238D" w:rsidP="005A238D">
      <w:pPr>
        <w:rPr>
          <w:szCs w:val="23"/>
        </w:rPr>
      </w:pPr>
      <w:r w:rsidRPr="00DD31C6">
        <w:rPr>
          <w:rFonts w:hAnsi="ＭＳ 明朝" w:hint="eastAsia"/>
        </w:rPr>
        <w:t>１　返還金額</w:t>
      </w:r>
      <w:r w:rsidRPr="00DD31C6">
        <w:rPr>
          <w:rFonts w:hint="eastAsia"/>
          <w:szCs w:val="23"/>
        </w:rPr>
        <w:t xml:space="preserve">　　　　　　　　　　　　　　円</w:t>
      </w:r>
    </w:p>
    <w:p w14:paraId="43E8528C" w14:textId="77777777" w:rsidR="005A238D" w:rsidRPr="00DD31C6" w:rsidRDefault="005A238D" w:rsidP="005A238D">
      <w:pPr>
        <w:rPr>
          <w:rFonts w:hAnsi="ＭＳ 明朝"/>
        </w:rPr>
      </w:pPr>
    </w:p>
    <w:p w14:paraId="42B39748" w14:textId="77777777" w:rsidR="005A238D" w:rsidRPr="00DD31C6" w:rsidRDefault="005A238D" w:rsidP="005A238D">
      <w:pPr>
        <w:rPr>
          <w:rFonts w:hAnsi="ＭＳ 明朝"/>
        </w:rPr>
      </w:pPr>
      <w:r w:rsidRPr="00DD31C6">
        <w:rPr>
          <w:rFonts w:hAnsi="ＭＳ 明朝" w:hint="eastAsia"/>
        </w:rPr>
        <w:t>２　返還期限　　　　　　　　年　　月　　日</w:t>
      </w:r>
    </w:p>
    <w:p w14:paraId="7EBF7780" w14:textId="77777777" w:rsidR="005A238D" w:rsidRPr="00DD31C6" w:rsidRDefault="005A238D" w:rsidP="005A238D">
      <w:pPr>
        <w:rPr>
          <w:rFonts w:hAnsi="ＭＳ 明朝"/>
        </w:rPr>
      </w:pPr>
    </w:p>
    <w:p w14:paraId="12585B3F" w14:textId="77777777" w:rsidR="005A238D" w:rsidRPr="00DD31C6" w:rsidRDefault="005A238D" w:rsidP="005A238D">
      <w:pPr>
        <w:rPr>
          <w:rFonts w:hAnsi="ＭＳ 明朝"/>
        </w:rPr>
      </w:pPr>
      <w:r w:rsidRPr="00DD31C6">
        <w:rPr>
          <w:rFonts w:hAnsi="ＭＳ 明朝" w:hint="eastAsia"/>
        </w:rPr>
        <w:t>３　返還理由</w:t>
      </w:r>
    </w:p>
    <w:p w14:paraId="62B1292C" w14:textId="77777777" w:rsidR="005A238D" w:rsidRPr="00DD31C6" w:rsidRDefault="005A238D" w:rsidP="005A238D">
      <w:pPr>
        <w:rPr>
          <w:rFonts w:hAnsi="ＭＳ 明朝"/>
        </w:rPr>
      </w:pPr>
    </w:p>
    <w:p w14:paraId="41855A0C" w14:textId="77777777" w:rsidR="005A238D" w:rsidRPr="00DD31C6" w:rsidRDefault="005A238D" w:rsidP="005A238D">
      <w:r w:rsidRPr="00DD31C6">
        <w:rPr>
          <w:rFonts w:hAnsi="ＭＳ 明朝" w:hint="eastAsia"/>
        </w:rPr>
        <w:t>４　返還方法</w:t>
      </w:r>
    </w:p>
    <w:p w14:paraId="33DC48C4" w14:textId="77777777" w:rsidR="005A238D" w:rsidRPr="00DD31C6" w:rsidRDefault="005A238D" w:rsidP="005A238D"/>
    <w:p w14:paraId="24E048D8" w14:textId="77777777" w:rsidR="005A238D" w:rsidRPr="00DD31C6" w:rsidRDefault="005A238D" w:rsidP="005A238D">
      <w:pPr>
        <w:rPr>
          <w:rFonts w:hAnsi="ＭＳ 明朝"/>
          <w:szCs w:val="23"/>
        </w:rPr>
      </w:pPr>
    </w:p>
    <w:p w14:paraId="4B573E71" w14:textId="77777777" w:rsidR="005A238D" w:rsidRPr="00DD31C6" w:rsidRDefault="005A238D" w:rsidP="005A238D">
      <w:pPr>
        <w:ind w:left="230" w:hangingChars="100" w:hanging="230"/>
      </w:pPr>
    </w:p>
    <w:p w14:paraId="6D0342D3" w14:textId="77777777" w:rsidR="005A238D" w:rsidRPr="00DD31C6" w:rsidRDefault="005A238D" w:rsidP="005A238D">
      <w:pPr>
        <w:ind w:left="230" w:hangingChars="100" w:hanging="230"/>
      </w:pPr>
    </w:p>
    <w:p w14:paraId="31278753" w14:textId="77777777" w:rsidR="005A238D" w:rsidRPr="00DD31C6" w:rsidRDefault="005A238D" w:rsidP="005A238D">
      <w:pPr>
        <w:ind w:left="230" w:hangingChars="100" w:hanging="230"/>
      </w:pPr>
    </w:p>
    <w:p w14:paraId="547F3991" w14:textId="77777777" w:rsidR="0030048E" w:rsidRPr="00DD31C6" w:rsidRDefault="0030048E" w:rsidP="006C7AF4">
      <w:pPr>
        <w:ind w:left="230" w:hangingChars="100" w:hanging="230"/>
      </w:pPr>
    </w:p>
    <w:sectPr w:rsidR="0030048E" w:rsidRPr="00DD31C6" w:rsidSect="00487B41">
      <w:pgSz w:w="11906" w:h="16838" w:code="9"/>
      <w:pgMar w:top="1418" w:right="1531" w:bottom="1418" w:left="1588" w:header="851" w:footer="567" w:gutter="0"/>
      <w:pgNumType w:fmt="numberInDash"/>
      <w:cols w:space="425"/>
      <w:noEndnote/>
      <w:docGrid w:type="lines" w:linePitch="518" w:charSpace="15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13E0A" w14:textId="77777777" w:rsidR="00485FA2" w:rsidRDefault="00485FA2">
      <w:r>
        <w:separator/>
      </w:r>
    </w:p>
  </w:endnote>
  <w:endnote w:type="continuationSeparator" w:id="0">
    <w:p w14:paraId="74609B69" w14:textId="77777777" w:rsidR="00485FA2" w:rsidRDefault="00485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30E84" w14:textId="77777777" w:rsidR="006B3C88" w:rsidRDefault="006B3C88" w:rsidP="007934CB">
    <w:pPr>
      <w:pStyle w:val="a4"/>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93E1C" w14:textId="77777777" w:rsidR="00345B70" w:rsidRDefault="00345B70" w:rsidP="007934CB">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44C20" w14:textId="77777777" w:rsidR="00485FA2" w:rsidRDefault="00485FA2">
      <w:r>
        <w:separator/>
      </w:r>
    </w:p>
  </w:footnote>
  <w:footnote w:type="continuationSeparator" w:id="0">
    <w:p w14:paraId="7319A959" w14:textId="77777777" w:rsidR="00485FA2" w:rsidRDefault="00485F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B0BFD"/>
    <w:multiLevelType w:val="hybridMultilevel"/>
    <w:tmpl w:val="3D30E134"/>
    <w:lvl w:ilvl="0" w:tplc="353A6E84">
      <w:start w:val="1"/>
      <w:numFmt w:val="aiue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B47A75"/>
    <w:multiLevelType w:val="hybridMultilevel"/>
    <w:tmpl w:val="D0FC007C"/>
    <w:lvl w:ilvl="0" w:tplc="06F0A3A0">
      <w:start w:val="1"/>
      <w:numFmt w:val="lowerLetter"/>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5A188B"/>
    <w:multiLevelType w:val="hybridMultilevel"/>
    <w:tmpl w:val="99F6058A"/>
    <w:lvl w:ilvl="0" w:tplc="353A6E84">
      <w:start w:val="1"/>
      <w:numFmt w:val="aiue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14027B"/>
    <w:multiLevelType w:val="hybridMultilevel"/>
    <w:tmpl w:val="8B3AAA56"/>
    <w:lvl w:ilvl="0" w:tplc="353A6E84">
      <w:start w:val="1"/>
      <w:numFmt w:val="aiue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1352C6"/>
    <w:multiLevelType w:val="hybridMultilevel"/>
    <w:tmpl w:val="7E306D7C"/>
    <w:lvl w:ilvl="0" w:tplc="CF822750">
      <w:start w:val="1"/>
      <w:numFmt w:val="decimalEnclosedParen"/>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4B7158"/>
    <w:multiLevelType w:val="hybridMultilevel"/>
    <w:tmpl w:val="E5941CF6"/>
    <w:lvl w:ilvl="0" w:tplc="1C765F48">
      <w:start w:val="5"/>
      <w:numFmt w:val="decimalEnclosedParen"/>
      <w:lvlText w:val="%1"/>
      <w:lvlJc w:val="left"/>
      <w:pPr>
        <w:ind w:left="474" w:hanging="237"/>
      </w:pPr>
      <w:rPr>
        <w:rFonts w:hAnsi="ＭＳ 明朝"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6" w15:restartNumberingAfterBreak="0">
    <w:nsid w:val="34986792"/>
    <w:multiLevelType w:val="hybridMultilevel"/>
    <w:tmpl w:val="58D696CE"/>
    <w:lvl w:ilvl="0" w:tplc="39D04968">
      <w:start w:val="1"/>
      <w:numFmt w:val="aiue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D2291D"/>
    <w:multiLevelType w:val="hybridMultilevel"/>
    <w:tmpl w:val="06A2BB20"/>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E83C79"/>
    <w:multiLevelType w:val="hybridMultilevel"/>
    <w:tmpl w:val="68AC06D2"/>
    <w:lvl w:ilvl="0" w:tplc="353A6E84">
      <w:start w:val="1"/>
      <w:numFmt w:val="aiue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055A4F"/>
    <w:multiLevelType w:val="hybridMultilevel"/>
    <w:tmpl w:val="FDCC24B4"/>
    <w:lvl w:ilvl="0" w:tplc="504CCD6A">
      <w:start w:val="2"/>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4BB807CE"/>
    <w:multiLevelType w:val="hybridMultilevel"/>
    <w:tmpl w:val="77CE9EDC"/>
    <w:lvl w:ilvl="0" w:tplc="353A6E84">
      <w:start w:val="1"/>
      <w:numFmt w:val="aiue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DE805EA"/>
    <w:multiLevelType w:val="hybridMultilevel"/>
    <w:tmpl w:val="21F40CCE"/>
    <w:lvl w:ilvl="0" w:tplc="39BEA7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B190A86"/>
    <w:multiLevelType w:val="hybridMultilevel"/>
    <w:tmpl w:val="C7E08716"/>
    <w:lvl w:ilvl="0" w:tplc="94F8557A">
      <w:start w:val="1"/>
      <w:numFmt w:val="aiueoFullWidth"/>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EE667DF"/>
    <w:multiLevelType w:val="hybridMultilevel"/>
    <w:tmpl w:val="9958568A"/>
    <w:lvl w:ilvl="0" w:tplc="04090017">
      <w:start w:val="1"/>
      <w:numFmt w:val="aiueo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F213B"/>
    <w:multiLevelType w:val="hybridMultilevel"/>
    <w:tmpl w:val="1C2875AC"/>
    <w:lvl w:ilvl="0" w:tplc="94F8557A">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1B033CE"/>
    <w:multiLevelType w:val="hybridMultilevel"/>
    <w:tmpl w:val="6BF4047E"/>
    <w:lvl w:ilvl="0" w:tplc="353A6E84">
      <w:start w:val="1"/>
      <w:numFmt w:val="aiue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62248A6"/>
    <w:multiLevelType w:val="hybridMultilevel"/>
    <w:tmpl w:val="79ECB228"/>
    <w:lvl w:ilvl="0" w:tplc="3B06CE08">
      <w:start w:val="1"/>
      <w:numFmt w:val="decimal"/>
      <w:lvlText w:val="(%1)"/>
      <w:lvlJc w:val="left"/>
      <w:pPr>
        <w:ind w:left="928" w:hanging="360"/>
      </w:pPr>
      <w:rPr>
        <w:rFonts w:ascii="ＭＳ 明朝" w:eastAsia="ＭＳ 明朝" w:hAnsi="ＭＳ 明朝" w:cs="Times New Roman"/>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17" w15:restartNumberingAfterBreak="0">
    <w:nsid w:val="778219AE"/>
    <w:multiLevelType w:val="hybridMultilevel"/>
    <w:tmpl w:val="324022DC"/>
    <w:lvl w:ilvl="0" w:tplc="CD1AD6FA">
      <w:start w:val="1"/>
      <w:numFmt w:val="decimal"/>
      <w:lvlText w:val="(%1)"/>
      <w:lvlJc w:val="left"/>
      <w:pPr>
        <w:ind w:left="600" w:hanging="360"/>
      </w:pPr>
      <w:rPr>
        <w:rFonts w:ascii="ＭＳ 明朝" w:eastAsia="ＭＳ 明朝" w:hAnsi="ＭＳ 明朝" w:cs="Times New Roman"/>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463426739">
    <w:abstractNumId w:val="16"/>
  </w:num>
  <w:num w:numId="2" w16cid:durableId="1612279378">
    <w:abstractNumId w:val="17"/>
  </w:num>
  <w:num w:numId="3" w16cid:durableId="504173090">
    <w:abstractNumId w:val="9"/>
  </w:num>
  <w:num w:numId="4" w16cid:durableId="1607426494">
    <w:abstractNumId w:val="5"/>
  </w:num>
  <w:num w:numId="5" w16cid:durableId="1913272995">
    <w:abstractNumId w:val="4"/>
  </w:num>
  <w:num w:numId="6" w16cid:durableId="1010762637">
    <w:abstractNumId w:val="12"/>
  </w:num>
  <w:num w:numId="7" w16cid:durableId="1536964064">
    <w:abstractNumId w:val="13"/>
  </w:num>
  <w:num w:numId="8" w16cid:durableId="426735190">
    <w:abstractNumId w:val="1"/>
  </w:num>
  <w:num w:numId="9" w16cid:durableId="245844172">
    <w:abstractNumId w:val="14"/>
  </w:num>
  <w:num w:numId="10" w16cid:durableId="1307470132">
    <w:abstractNumId w:val="7"/>
  </w:num>
  <w:num w:numId="11" w16cid:durableId="749037556">
    <w:abstractNumId w:val="10"/>
  </w:num>
  <w:num w:numId="12" w16cid:durableId="1452555862">
    <w:abstractNumId w:val="6"/>
  </w:num>
  <w:num w:numId="13" w16cid:durableId="281689662">
    <w:abstractNumId w:val="2"/>
  </w:num>
  <w:num w:numId="14" w16cid:durableId="942110838">
    <w:abstractNumId w:val="0"/>
  </w:num>
  <w:num w:numId="15" w16cid:durableId="2109036543">
    <w:abstractNumId w:val="3"/>
  </w:num>
  <w:num w:numId="16" w16cid:durableId="2110663734">
    <w:abstractNumId w:val="8"/>
  </w:num>
  <w:num w:numId="17" w16cid:durableId="180977615">
    <w:abstractNumId w:val="15"/>
  </w:num>
  <w:num w:numId="18" w16cid:durableId="3551552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37"/>
  <w:drawingGridVerticalSpacing w:val="259"/>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82FB7"/>
    <w:rsid w:val="00005C9E"/>
    <w:rsid w:val="0001080E"/>
    <w:rsid w:val="000117AB"/>
    <w:rsid w:val="000252F0"/>
    <w:rsid w:val="00026260"/>
    <w:rsid w:val="00031790"/>
    <w:rsid w:val="000334AB"/>
    <w:rsid w:val="00033901"/>
    <w:rsid w:val="000340DA"/>
    <w:rsid w:val="0003501A"/>
    <w:rsid w:val="0003588C"/>
    <w:rsid w:val="000413F0"/>
    <w:rsid w:val="00046DD3"/>
    <w:rsid w:val="00047440"/>
    <w:rsid w:val="00057AEE"/>
    <w:rsid w:val="00073249"/>
    <w:rsid w:val="00075FB5"/>
    <w:rsid w:val="00080365"/>
    <w:rsid w:val="0008491F"/>
    <w:rsid w:val="00092819"/>
    <w:rsid w:val="0009638A"/>
    <w:rsid w:val="000A07FD"/>
    <w:rsid w:val="000A16D0"/>
    <w:rsid w:val="000A33B7"/>
    <w:rsid w:val="000A5FF1"/>
    <w:rsid w:val="000A7149"/>
    <w:rsid w:val="000C0602"/>
    <w:rsid w:val="000D0325"/>
    <w:rsid w:val="000D18D8"/>
    <w:rsid w:val="000D4F84"/>
    <w:rsid w:val="000E0482"/>
    <w:rsid w:val="000F6E8A"/>
    <w:rsid w:val="0010027B"/>
    <w:rsid w:val="00112B4F"/>
    <w:rsid w:val="00124F80"/>
    <w:rsid w:val="00135843"/>
    <w:rsid w:val="0014303B"/>
    <w:rsid w:val="00146796"/>
    <w:rsid w:val="001510BE"/>
    <w:rsid w:val="001511FE"/>
    <w:rsid w:val="00155F72"/>
    <w:rsid w:val="00162B04"/>
    <w:rsid w:val="001633D4"/>
    <w:rsid w:val="00173561"/>
    <w:rsid w:val="00173D56"/>
    <w:rsid w:val="00175E8D"/>
    <w:rsid w:val="00186F50"/>
    <w:rsid w:val="00191E2C"/>
    <w:rsid w:val="001949BA"/>
    <w:rsid w:val="0019740A"/>
    <w:rsid w:val="001A0148"/>
    <w:rsid w:val="001A3CE9"/>
    <w:rsid w:val="001A6A73"/>
    <w:rsid w:val="001C1AB0"/>
    <w:rsid w:val="001D0136"/>
    <w:rsid w:val="001D091B"/>
    <w:rsid w:val="001D1931"/>
    <w:rsid w:val="001D4D12"/>
    <w:rsid w:val="001E0056"/>
    <w:rsid w:val="001F167E"/>
    <w:rsid w:val="001F2B5F"/>
    <w:rsid w:val="00203F5B"/>
    <w:rsid w:val="002060A6"/>
    <w:rsid w:val="00210C17"/>
    <w:rsid w:val="00212334"/>
    <w:rsid w:val="00214108"/>
    <w:rsid w:val="00220AC1"/>
    <w:rsid w:val="00226E9D"/>
    <w:rsid w:val="00226F5B"/>
    <w:rsid w:val="00231B15"/>
    <w:rsid w:val="00233B52"/>
    <w:rsid w:val="002359F5"/>
    <w:rsid w:val="00242C2F"/>
    <w:rsid w:val="00245D78"/>
    <w:rsid w:val="00246AB8"/>
    <w:rsid w:val="0024713B"/>
    <w:rsid w:val="00247254"/>
    <w:rsid w:val="00247459"/>
    <w:rsid w:val="00255E35"/>
    <w:rsid w:val="002613BA"/>
    <w:rsid w:val="00263535"/>
    <w:rsid w:val="00264C30"/>
    <w:rsid w:val="00272BE3"/>
    <w:rsid w:val="00274FA3"/>
    <w:rsid w:val="00284234"/>
    <w:rsid w:val="00285D99"/>
    <w:rsid w:val="002865FD"/>
    <w:rsid w:val="00293675"/>
    <w:rsid w:val="00294249"/>
    <w:rsid w:val="0029509B"/>
    <w:rsid w:val="002968C0"/>
    <w:rsid w:val="002A1ADD"/>
    <w:rsid w:val="002A67EB"/>
    <w:rsid w:val="002B4A1B"/>
    <w:rsid w:val="002B4F0F"/>
    <w:rsid w:val="002B4FA2"/>
    <w:rsid w:val="002B734C"/>
    <w:rsid w:val="002C5589"/>
    <w:rsid w:val="002D030A"/>
    <w:rsid w:val="0030048E"/>
    <w:rsid w:val="0030161B"/>
    <w:rsid w:val="00303D01"/>
    <w:rsid w:val="00311FC8"/>
    <w:rsid w:val="003212A7"/>
    <w:rsid w:val="0032245B"/>
    <w:rsid w:val="003243B8"/>
    <w:rsid w:val="00326894"/>
    <w:rsid w:val="00331EE1"/>
    <w:rsid w:val="00335040"/>
    <w:rsid w:val="003439C7"/>
    <w:rsid w:val="003445AF"/>
    <w:rsid w:val="00345B70"/>
    <w:rsid w:val="00347D43"/>
    <w:rsid w:val="0035103D"/>
    <w:rsid w:val="00353AD9"/>
    <w:rsid w:val="003542A3"/>
    <w:rsid w:val="003565B9"/>
    <w:rsid w:val="00365388"/>
    <w:rsid w:val="0037546E"/>
    <w:rsid w:val="00375777"/>
    <w:rsid w:val="00375DF9"/>
    <w:rsid w:val="0038331A"/>
    <w:rsid w:val="003A2A38"/>
    <w:rsid w:val="003A6B74"/>
    <w:rsid w:val="003C4656"/>
    <w:rsid w:val="003D2E60"/>
    <w:rsid w:val="003D6EE8"/>
    <w:rsid w:val="003E268B"/>
    <w:rsid w:val="003E5D7C"/>
    <w:rsid w:val="003E6A59"/>
    <w:rsid w:val="003F6DD8"/>
    <w:rsid w:val="00400357"/>
    <w:rsid w:val="004027D5"/>
    <w:rsid w:val="004027F7"/>
    <w:rsid w:val="004036FC"/>
    <w:rsid w:val="0040684D"/>
    <w:rsid w:val="0041431D"/>
    <w:rsid w:val="004162A6"/>
    <w:rsid w:val="00423362"/>
    <w:rsid w:val="00426AEB"/>
    <w:rsid w:val="00427CCA"/>
    <w:rsid w:val="004375F6"/>
    <w:rsid w:val="00437E23"/>
    <w:rsid w:val="00443796"/>
    <w:rsid w:val="00452B49"/>
    <w:rsid w:val="00454353"/>
    <w:rsid w:val="004616BF"/>
    <w:rsid w:val="004653B9"/>
    <w:rsid w:val="004676B0"/>
    <w:rsid w:val="00467C49"/>
    <w:rsid w:val="00485FA2"/>
    <w:rsid w:val="0048696D"/>
    <w:rsid w:val="00487B41"/>
    <w:rsid w:val="004926DF"/>
    <w:rsid w:val="0049758D"/>
    <w:rsid w:val="004A133E"/>
    <w:rsid w:val="004B0D14"/>
    <w:rsid w:val="004B3DDD"/>
    <w:rsid w:val="004C1231"/>
    <w:rsid w:val="004C199C"/>
    <w:rsid w:val="004C29A1"/>
    <w:rsid w:val="004C3558"/>
    <w:rsid w:val="004D70EE"/>
    <w:rsid w:val="004D78BB"/>
    <w:rsid w:val="004E136C"/>
    <w:rsid w:val="004E2142"/>
    <w:rsid w:val="004E35B5"/>
    <w:rsid w:val="004E468A"/>
    <w:rsid w:val="004E50FF"/>
    <w:rsid w:val="00501CCF"/>
    <w:rsid w:val="00505F12"/>
    <w:rsid w:val="00526886"/>
    <w:rsid w:val="00531811"/>
    <w:rsid w:val="00534F73"/>
    <w:rsid w:val="00536868"/>
    <w:rsid w:val="005373A9"/>
    <w:rsid w:val="00561530"/>
    <w:rsid w:val="0057148F"/>
    <w:rsid w:val="00572907"/>
    <w:rsid w:val="00574326"/>
    <w:rsid w:val="00580823"/>
    <w:rsid w:val="00582BA5"/>
    <w:rsid w:val="00582C42"/>
    <w:rsid w:val="00584967"/>
    <w:rsid w:val="005A238D"/>
    <w:rsid w:val="005A24A3"/>
    <w:rsid w:val="005B49AD"/>
    <w:rsid w:val="005B5B74"/>
    <w:rsid w:val="005C2A46"/>
    <w:rsid w:val="005C2D17"/>
    <w:rsid w:val="005F465D"/>
    <w:rsid w:val="00606385"/>
    <w:rsid w:val="00606402"/>
    <w:rsid w:val="0060713D"/>
    <w:rsid w:val="006116DB"/>
    <w:rsid w:val="00623DEF"/>
    <w:rsid w:val="006259ED"/>
    <w:rsid w:val="00625CC9"/>
    <w:rsid w:val="00647BD9"/>
    <w:rsid w:val="006521D8"/>
    <w:rsid w:val="00662A91"/>
    <w:rsid w:val="00664A69"/>
    <w:rsid w:val="00670A2B"/>
    <w:rsid w:val="00680BEA"/>
    <w:rsid w:val="00684452"/>
    <w:rsid w:val="0069022C"/>
    <w:rsid w:val="006A1101"/>
    <w:rsid w:val="006A4137"/>
    <w:rsid w:val="006B3C88"/>
    <w:rsid w:val="006C09EC"/>
    <w:rsid w:val="006C26A0"/>
    <w:rsid w:val="006C4ACE"/>
    <w:rsid w:val="006C7AF4"/>
    <w:rsid w:val="006D42AF"/>
    <w:rsid w:val="006E0DA9"/>
    <w:rsid w:val="006E2592"/>
    <w:rsid w:val="006F393C"/>
    <w:rsid w:val="006F45AC"/>
    <w:rsid w:val="006F63E0"/>
    <w:rsid w:val="00702C45"/>
    <w:rsid w:val="0071548E"/>
    <w:rsid w:val="00720E47"/>
    <w:rsid w:val="00721FEB"/>
    <w:rsid w:val="007220BD"/>
    <w:rsid w:val="00730CD3"/>
    <w:rsid w:val="00731672"/>
    <w:rsid w:val="007349B7"/>
    <w:rsid w:val="00736E04"/>
    <w:rsid w:val="0075656C"/>
    <w:rsid w:val="007627DE"/>
    <w:rsid w:val="00766246"/>
    <w:rsid w:val="00767DE7"/>
    <w:rsid w:val="00782740"/>
    <w:rsid w:val="00783F9A"/>
    <w:rsid w:val="007867D4"/>
    <w:rsid w:val="007934CB"/>
    <w:rsid w:val="0079571F"/>
    <w:rsid w:val="00797FBE"/>
    <w:rsid w:val="007A21DC"/>
    <w:rsid w:val="007B3C09"/>
    <w:rsid w:val="007B7A6A"/>
    <w:rsid w:val="007C0323"/>
    <w:rsid w:val="007C4E79"/>
    <w:rsid w:val="007D58F2"/>
    <w:rsid w:val="007E26FE"/>
    <w:rsid w:val="007E4018"/>
    <w:rsid w:val="007F0A9D"/>
    <w:rsid w:val="007F4180"/>
    <w:rsid w:val="008024F1"/>
    <w:rsid w:val="00804484"/>
    <w:rsid w:val="0080631A"/>
    <w:rsid w:val="00807018"/>
    <w:rsid w:val="008143AA"/>
    <w:rsid w:val="00817913"/>
    <w:rsid w:val="00821ED9"/>
    <w:rsid w:val="00833004"/>
    <w:rsid w:val="00834EBC"/>
    <w:rsid w:val="0084144D"/>
    <w:rsid w:val="0084552D"/>
    <w:rsid w:val="00863E70"/>
    <w:rsid w:val="008747A7"/>
    <w:rsid w:val="00894EBC"/>
    <w:rsid w:val="008A2043"/>
    <w:rsid w:val="008B0E02"/>
    <w:rsid w:val="008B373C"/>
    <w:rsid w:val="008B4BB7"/>
    <w:rsid w:val="008C3238"/>
    <w:rsid w:val="008C677B"/>
    <w:rsid w:val="008C7CCC"/>
    <w:rsid w:val="008D1C40"/>
    <w:rsid w:val="008E2802"/>
    <w:rsid w:val="008E37DD"/>
    <w:rsid w:val="008E3AA2"/>
    <w:rsid w:val="008E3D7C"/>
    <w:rsid w:val="008E5DD8"/>
    <w:rsid w:val="008E6574"/>
    <w:rsid w:val="008F058F"/>
    <w:rsid w:val="008F2956"/>
    <w:rsid w:val="008F4199"/>
    <w:rsid w:val="00900BE6"/>
    <w:rsid w:val="009025CB"/>
    <w:rsid w:val="00905AFF"/>
    <w:rsid w:val="009119F8"/>
    <w:rsid w:val="00921A92"/>
    <w:rsid w:val="00932E56"/>
    <w:rsid w:val="00936DCA"/>
    <w:rsid w:val="00947108"/>
    <w:rsid w:val="009530D8"/>
    <w:rsid w:val="009554C9"/>
    <w:rsid w:val="00957672"/>
    <w:rsid w:val="00961154"/>
    <w:rsid w:val="009727CA"/>
    <w:rsid w:val="00976487"/>
    <w:rsid w:val="0098209E"/>
    <w:rsid w:val="00982302"/>
    <w:rsid w:val="00982FB7"/>
    <w:rsid w:val="00995469"/>
    <w:rsid w:val="009A62F2"/>
    <w:rsid w:val="009B49EE"/>
    <w:rsid w:val="009C1831"/>
    <w:rsid w:val="009D1825"/>
    <w:rsid w:val="009D2F34"/>
    <w:rsid w:val="009D34C8"/>
    <w:rsid w:val="009E2081"/>
    <w:rsid w:val="009F0619"/>
    <w:rsid w:val="009F22B9"/>
    <w:rsid w:val="00A015BE"/>
    <w:rsid w:val="00A10121"/>
    <w:rsid w:val="00A22291"/>
    <w:rsid w:val="00A329DE"/>
    <w:rsid w:val="00A400CB"/>
    <w:rsid w:val="00A4123A"/>
    <w:rsid w:val="00A466F9"/>
    <w:rsid w:val="00A63BBB"/>
    <w:rsid w:val="00A72BBB"/>
    <w:rsid w:val="00A75D9D"/>
    <w:rsid w:val="00A94E06"/>
    <w:rsid w:val="00A94E31"/>
    <w:rsid w:val="00A95C15"/>
    <w:rsid w:val="00AA4D65"/>
    <w:rsid w:val="00AB4605"/>
    <w:rsid w:val="00AB5DF1"/>
    <w:rsid w:val="00AB5FC4"/>
    <w:rsid w:val="00AB686D"/>
    <w:rsid w:val="00AC1F6C"/>
    <w:rsid w:val="00AC7FB0"/>
    <w:rsid w:val="00AD02AF"/>
    <w:rsid w:val="00AD78B1"/>
    <w:rsid w:val="00AE1AAC"/>
    <w:rsid w:val="00AE27D6"/>
    <w:rsid w:val="00AE6442"/>
    <w:rsid w:val="00AF2514"/>
    <w:rsid w:val="00AF498C"/>
    <w:rsid w:val="00B15A68"/>
    <w:rsid w:val="00B2339F"/>
    <w:rsid w:val="00B23986"/>
    <w:rsid w:val="00B24042"/>
    <w:rsid w:val="00B26A3A"/>
    <w:rsid w:val="00B306EE"/>
    <w:rsid w:val="00B30A77"/>
    <w:rsid w:val="00B429F0"/>
    <w:rsid w:val="00B504D7"/>
    <w:rsid w:val="00B5222B"/>
    <w:rsid w:val="00B64C01"/>
    <w:rsid w:val="00B664B4"/>
    <w:rsid w:val="00B66776"/>
    <w:rsid w:val="00B7181E"/>
    <w:rsid w:val="00B806C5"/>
    <w:rsid w:val="00B8342A"/>
    <w:rsid w:val="00B951E3"/>
    <w:rsid w:val="00BA3918"/>
    <w:rsid w:val="00BA5ABF"/>
    <w:rsid w:val="00BB2994"/>
    <w:rsid w:val="00BB4BC5"/>
    <w:rsid w:val="00BC09CA"/>
    <w:rsid w:val="00BC34A3"/>
    <w:rsid w:val="00BC4A2D"/>
    <w:rsid w:val="00BC59F4"/>
    <w:rsid w:val="00C03AD3"/>
    <w:rsid w:val="00C0445F"/>
    <w:rsid w:val="00C068B0"/>
    <w:rsid w:val="00C11AE8"/>
    <w:rsid w:val="00C1278C"/>
    <w:rsid w:val="00C149DC"/>
    <w:rsid w:val="00C17049"/>
    <w:rsid w:val="00C37A04"/>
    <w:rsid w:val="00C45090"/>
    <w:rsid w:val="00C577B0"/>
    <w:rsid w:val="00C641A6"/>
    <w:rsid w:val="00C6545F"/>
    <w:rsid w:val="00C7198E"/>
    <w:rsid w:val="00C7225C"/>
    <w:rsid w:val="00C7248B"/>
    <w:rsid w:val="00C724F4"/>
    <w:rsid w:val="00C81C20"/>
    <w:rsid w:val="00C854B0"/>
    <w:rsid w:val="00C856AB"/>
    <w:rsid w:val="00CA2283"/>
    <w:rsid w:val="00CB032A"/>
    <w:rsid w:val="00CB0B92"/>
    <w:rsid w:val="00CB1673"/>
    <w:rsid w:val="00CB1D48"/>
    <w:rsid w:val="00CB3B51"/>
    <w:rsid w:val="00CB41C3"/>
    <w:rsid w:val="00CB65CC"/>
    <w:rsid w:val="00CC2996"/>
    <w:rsid w:val="00CC328E"/>
    <w:rsid w:val="00CD1375"/>
    <w:rsid w:val="00CD4260"/>
    <w:rsid w:val="00CE56A8"/>
    <w:rsid w:val="00CF3A58"/>
    <w:rsid w:val="00D00005"/>
    <w:rsid w:val="00D016E3"/>
    <w:rsid w:val="00D05F05"/>
    <w:rsid w:val="00D0671F"/>
    <w:rsid w:val="00D12060"/>
    <w:rsid w:val="00D12673"/>
    <w:rsid w:val="00D17A81"/>
    <w:rsid w:val="00D235DB"/>
    <w:rsid w:val="00D41EF8"/>
    <w:rsid w:val="00D652A1"/>
    <w:rsid w:val="00D65563"/>
    <w:rsid w:val="00D87BE1"/>
    <w:rsid w:val="00D93450"/>
    <w:rsid w:val="00D96B38"/>
    <w:rsid w:val="00DA580A"/>
    <w:rsid w:val="00DA6C3F"/>
    <w:rsid w:val="00DA758A"/>
    <w:rsid w:val="00DA775C"/>
    <w:rsid w:val="00DB18F9"/>
    <w:rsid w:val="00DB5848"/>
    <w:rsid w:val="00DC0D19"/>
    <w:rsid w:val="00DC1D19"/>
    <w:rsid w:val="00DC3560"/>
    <w:rsid w:val="00DC4E89"/>
    <w:rsid w:val="00DD31C6"/>
    <w:rsid w:val="00DD3994"/>
    <w:rsid w:val="00DD6FC3"/>
    <w:rsid w:val="00DE1A8A"/>
    <w:rsid w:val="00DE36BC"/>
    <w:rsid w:val="00DE63B9"/>
    <w:rsid w:val="00DF5911"/>
    <w:rsid w:val="00E03709"/>
    <w:rsid w:val="00E06D29"/>
    <w:rsid w:val="00E072D7"/>
    <w:rsid w:val="00E16EAE"/>
    <w:rsid w:val="00E3326C"/>
    <w:rsid w:val="00E40002"/>
    <w:rsid w:val="00E46A2E"/>
    <w:rsid w:val="00E47D3F"/>
    <w:rsid w:val="00E53D4B"/>
    <w:rsid w:val="00E57EF4"/>
    <w:rsid w:val="00E64B67"/>
    <w:rsid w:val="00E66050"/>
    <w:rsid w:val="00E81584"/>
    <w:rsid w:val="00E91FBD"/>
    <w:rsid w:val="00E9587A"/>
    <w:rsid w:val="00E97C83"/>
    <w:rsid w:val="00EA0BE5"/>
    <w:rsid w:val="00EA2DBF"/>
    <w:rsid w:val="00EC100F"/>
    <w:rsid w:val="00ED3CB6"/>
    <w:rsid w:val="00ED430F"/>
    <w:rsid w:val="00ED5A55"/>
    <w:rsid w:val="00EE0F55"/>
    <w:rsid w:val="00EE17D5"/>
    <w:rsid w:val="00EE75EA"/>
    <w:rsid w:val="00EE7BEC"/>
    <w:rsid w:val="00EF1103"/>
    <w:rsid w:val="00EF70FD"/>
    <w:rsid w:val="00F0225E"/>
    <w:rsid w:val="00F05C9A"/>
    <w:rsid w:val="00F07795"/>
    <w:rsid w:val="00F1411B"/>
    <w:rsid w:val="00F15D54"/>
    <w:rsid w:val="00F2235F"/>
    <w:rsid w:val="00F25604"/>
    <w:rsid w:val="00F45B72"/>
    <w:rsid w:val="00F51180"/>
    <w:rsid w:val="00F52EA9"/>
    <w:rsid w:val="00F70F76"/>
    <w:rsid w:val="00F72EF9"/>
    <w:rsid w:val="00F80995"/>
    <w:rsid w:val="00F80B62"/>
    <w:rsid w:val="00F8301A"/>
    <w:rsid w:val="00F8798D"/>
    <w:rsid w:val="00F92549"/>
    <w:rsid w:val="00F97981"/>
    <w:rsid w:val="00FA0D5C"/>
    <w:rsid w:val="00FA2A49"/>
    <w:rsid w:val="00FA45B9"/>
    <w:rsid w:val="00FA6146"/>
    <w:rsid w:val="00FB1418"/>
    <w:rsid w:val="00FB1C24"/>
    <w:rsid w:val="00FC3FA2"/>
    <w:rsid w:val="00FC493B"/>
    <w:rsid w:val="00FD7FD9"/>
    <w:rsid w:val="00FE3CDB"/>
    <w:rsid w:val="00FF69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E5C70C"/>
  <w15:chartTrackingRefBased/>
  <w15:docId w15:val="{B9140862-D5FF-47EA-904D-DFA34595D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934CB"/>
    <w:pPr>
      <w:widowControl w:val="0"/>
      <w:jc w:val="both"/>
    </w:pPr>
    <w:rPr>
      <w:rFonts w:ascii="ＭＳ 明朝"/>
      <w:kern w:val="2"/>
      <w:sz w:val="23"/>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934CB"/>
    <w:pPr>
      <w:tabs>
        <w:tab w:val="center" w:pos="4252"/>
        <w:tab w:val="right" w:pos="8504"/>
      </w:tabs>
      <w:snapToGrid w:val="0"/>
    </w:pPr>
  </w:style>
  <w:style w:type="paragraph" w:styleId="a4">
    <w:name w:val="footer"/>
    <w:basedOn w:val="a"/>
    <w:rsid w:val="007934CB"/>
    <w:pPr>
      <w:tabs>
        <w:tab w:val="center" w:pos="4252"/>
        <w:tab w:val="right" w:pos="8504"/>
      </w:tabs>
      <w:snapToGrid w:val="0"/>
    </w:pPr>
  </w:style>
  <w:style w:type="paragraph" w:customStyle="1" w:styleId="1">
    <w:name w:val="条例_1"/>
    <w:basedOn w:val="a"/>
    <w:link w:val="10"/>
    <w:qFormat/>
    <w:rsid w:val="00B806C5"/>
    <w:pPr>
      <w:ind w:left="237" w:hangingChars="100" w:hanging="237"/>
    </w:pPr>
  </w:style>
  <w:style w:type="character" w:customStyle="1" w:styleId="10">
    <w:name w:val="条例_1 (文字)"/>
    <w:link w:val="1"/>
    <w:rsid w:val="00B806C5"/>
    <w:rPr>
      <w:rFonts w:ascii="ＭＳ 明朝"/>
      <w:kern w:val="2"/>
      <w:sz w:val="23"/>
      <w:szCs w:val="24"/>
    </w:rPr>
  </w:style>
  <w:style w:type="paragraph" w:customStyle="1" w:styleId="2">
    <w:name w:val="条例_2"/>
    <w:basedOn w:val="1"/>
    <w:link w:val="20"/>
    <w:qFormat/>
    <w:rsid w:val="005A24A3"/>
    <w:pPr>
      <w:ind w:leftChars="88" w:left="503" w:hangingChars="124" w:hanging="294"/>
    </w:pPr>
  </w:style>
  <w:style w:type="character" w:customStyle="1" w:styleId="20">
    <w:name w:val="条例_2 (文字)"/>
    <w:link w:val="2"/>
    <w:rsid w:val="005A24A3"/>
  </w:style>
  <w:style w:type="paragraph" w:customStyle="1" w:styleId="Default">
    <w:name w:val="Default"/>
    <w:rsid w:val="009E2081"/>
    <w:pPr>
      <w:widowControl w:val="0"/>
      <w:autoSpaceDE w:val="0"/>
      <w:autoSpaceDN w:val="0"/>
      <w:adjustRightInd w:val="0"/>
    </w:pPr>
    <w:rPr>
      <w:rFonts w:ascii="ＭＳ 明朝" w:cs="ＭＳ 明朝"/>
      <w:color w:val="000000"/>
      <w:sz w:val="24"/>
      <w:szCs w:val="24"/>
    </w:rPr>
  </w:style>
  <w:style w:type="paragraph" w:styleId="a5">
    <w:name w:val="Balloon Text"/>
    <w:basedOn w:val="a"/>
    <w:link w:val="a6"/>
    <w:rsid w:val="007C4E79"/>
    <w:rPr>
      <w:rFonts w:ascii="Arial" w:eastAsia="ＭＳ ゴシック" w:hAnsi="Arial"/>
      <w:sz w:val="18"/>
      <w:szCs w:val="18"/>
    </w:rPr>
  </w:style>
  <w:style w:type="character" w:customStyle="1" w:styleId="a6">
    <w:name w:val="吹き出し (文字)"/>
    <w:link w:val="a5"/>
    <w:rsid w:val="007C4E79"/>
    <w:rPr>
      <w:rFonts w:ascii="Arial" w:eastAsia="ＭＳ ゴシック" w:hAnsi="Arial" w:cs="Times New Roman"/>
      <w:kern w:val="2"/>
      <w:sz w:val="18"/>
      <w:szCs w:val="18"/>
    </w:rPr>
  </w:style>
  <w:style w:type="paragraph" w:styleId="a7">
    <w:name w:val="Note Heading"/>
    <w:basedOn w:val="a"/>
    <w:next w:val="a"/>
    <w:link w:val="a8"/>
    <w:rsid w:val="00AE27D6"/>
    <w:pPr>
      <w:jc w:val="center"/>
    </w:pPr>
  </w:style>
  <w:style w:type="character" w:customStyle="1" w:styleId="a8">
    <w:name w:val="記 (文字)"/>
    <w:link w:val="a7"/>
    <w:rsid w:val="00AE27D6"/>
    <w:rPr>
      <w:rFonts w:ascii="ＭＳ 明朝"/>
      <w:kern w:val="2"/>
      <w:sz w:val="23"/>
      <w:szCs w:val="24"/>
    </w:rPr>
  </w:style>
  <w:style w:type="paragraph" w:styleId="a9">
    <w:name w:val="Closing"/>
    <w:basedOn w:val="a"/>
    <w:link w:val="aa"/>
    <w:rsid w:val="00AE27D6"/>
    <w:pPr>
      <w:jc w:val="right"/>
    </w:pPr>
  </w:style>
  <w:style w:type="character" w:customStyle="1" w:styleId="aa">
    <w:name w:val="結語 (文字)"/>
    <w:link w:val="a9"/>
    <w:rsid w:val="00AE27D6"/>
    <w:rPr>
      <w:rFonts w:ascii="ＭＳ 明朝"/>
      <w:kern w:val="2"/>
      <w:sz w:val="23"/>
      <w:szCs w:val="24"/>
    </w:rPr>
  </w:style>
  <w:style w:type="table" w:styleId="ab">
    <w:name w:val="Table Grid"/>
    <w:basedOn w:val="a1"/>
    <w:uiPriority w:val="59"/>
    <w:rsid w:val="004D7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87B41"/>
    <w:pPr>
      <w:ind w:leftChars="400" w:left="840"/>
    </w:pPr>
    <w:rPr>
      <w:rFonts w:ascii="Century"/>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63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207\Application%20Data\Microsoft\Templates\&#20363;&#35215;&#12289;&#35696;&#26696;&#29992;.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A2786-997C-4373-AADF-5DDD58B8D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例規、議案用.dot</Template>
  <TotalTime>122</TotalTime>
  <Pages>1</Pages>
  <Words>1120</Words>
  <Characters>6384</Characters>
  <Application>Microsoft Office Word</Application>
  <DocSecurity>0</DocSecurity>
  <Lines>53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伊万里市私立保育園耐震診断事業費補助金交付要綱</vt:lpstr>
      <vt:lpstr>伊万里市私立保育園耐震診断事業費補助金交付要綱</vt:lpstr>
    </vt:vector>
  </TitlesOfParts>
  <Company>伊万里市</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伊万里市私立保育園耐震診断事業費補助金交付要綱</dc:title>
  <dc:subject/>
  <dc:creator>01207</dc:creator>
  <cp:keywords/>
  <dc:description/>
  <cp:lastModifiedBy>岡部　春菜（園芸農産課）</cp:lastModifiedBy>
  <cp:revision>17</cp:revision>
  <cp:lastPrinted>2022-07-06T00:00:00Z</cp:lastPrinted>
  <dcterms:created xsi:type="dcterms:W3CDTF">2024-01-11T05:07:00Z</dcterms:created>
  <dcterms:modified xsi:type="dcterms:W3CDTF">2024-04-18T09:58:00Z</dcterms:modified>
</cp:coreProperties>
</file>