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3D3C" w14:textId="67BBEBF9" w:rsidR="00EB5604" w:rsidRDefault="00EB5604" w:rsidP="00EB5604">
      <w:pPr>
        <w:rPr>
          <w:rFonts w:asciiTheme="minorEastAsia" w:hAnsiTheme="minorEastAsia"/>
        </w:rPr>
      </w:pPr>
      <w:r>
        <w:rPr>
          <w:rFonts w:hint="eastAsia"/>
        </w:rPr>
        <w:t>別</w:t>
      </w:r>
      <w:r>
        <w:rPr>
          <w:rFonts w:asciiTheme="minorEastAsia" w:hAnsiTheme="minorEastAsia" w:hint="eastAsia"/>
        </w:rPr>
        <w:t>紙</w:t>
      </w:r>
      <w:r w:rsidR="00075891">
        <w:rPr>
          <w:rFonts w:asciiTheme="minorEastAsia" w:hAnsiTheme="minorEastAsia" w:hint="eastAsia"/>
        </w:rPr>
        <w:t>Ｂ</w:t>
      </w:r>
    </w:p>
    <w:p w14:paraId="29810941" w14:textId="522F3045" w:rsidR="00EB5604" w:rsidRDefault="00EB5604" w:rsidP="00EB5604">
      <w:pPr>
        <w:ind w:rightChars="134" w:right="281"/>
        <w:jc w:val="right"/>
        <w:rPr>
          <w:rFonts w:asciiTheme="minorEastAsia" w:hAnsiTheme="minorEastAsia"/>
          <w:kern w:val="0"/>
          <w:szCs w:val="21"/>
        </w:rPr>
      </w:pPr>
      <w:r>
        <w:rPr>
          <w:rFonts w:asciiTheme="minorEastAsia" w:hAnsiTheme="minorEastAsia" w:hint="eastAsia"/>
          <w:kern w:val="0"/>
          <w:szCs w:val="21"/>
        </w:rPr>
        <w:t>令和　　年　　月　　日</w:t>
      </w:r>
    </w:p>
    <w:p w14:paraId="564CD003" w14:textId="77777777" w:rsidR="00EB5604" w:rsidRDefault="00EB5604" w:rsidP="00EB5604">
      <w:pPr>
        <w:rPr>
          <w:rFonts w:asciiTheme="minorEastAsia" w:hAnsiTheme="minorEastAsia"/>
        </w:rPr>
      </w:pPr>
    </w:p>
    <w:p w14:paraId="5BD4F547" w14:textId="77777777" w:rsidR="00EB5604" w:rsidRDefault="00EB5604" w:rsidP="00EB5604">
      <w:pPr>
        <w:rPr>
          <w:rFonts w:asciiTheme="minorEastAsia" w:hAnsiTheme="minorEastAsia"/>
        </w:rPr>
      </w:pPr>
      <w:r>
        <w:rPr>
          <w:rFonts w:asciiTheme="minorEastAsia" w:hAnsiTheme="minorEastAsia" w:hint="eastAsia"/>
        </w:rPr>
        <w:t>佐賀県知事　　　　　　様</w:t>
      </w:r>
    </w:p>
    <w:p w14:paraId="12082836" w14:textId="521D8432" w:rsidR="00EB5604" w:rsidRDefault="00EB5604" w:rsidP="00EB5604">
      <w:pPr>
        <w:ind w:right="1260" w:firstLineChars="2500" w:firstLine="5250"/>
        <w:rPr>
          <w:rFonts w:asciiTheme="minorEastAsia" w:hAnsiTheme="minorEastAsia"/>
        </w:rPr>
      </w:pPr>
    </w:p>
    <w:p w14:paraId="51656687" w14:textId="77777777" w:rsidR="00EB5604" w:rsidRDefault="00EB5604" w:rsidP="00EB5604">
      <w:pPr>
        <w:ind w:right="1260" w:firstLineChars="2500" w:firstLine="5250"/>
        <w:rPr>
          <w:rFonts w:asciiTheme="minorEastAsia" w:hAnsiTheme="minorEastAsia"/>
        </w:rPr>
      </w:pPr>
    </w:p>
    <w:p w14:paraId="5DFB4E25" w14:textId="77777777" w:rsidR="00EB5604" w:rsidRDefault="00EB5604" w:rsidP="00EB5604">
      <w:pPr>
        <w:ind w:right="840" w:firstLineChars="2362" w:firstLine="4960"/>
        <w:jc w:val="right"/>
        <w:rPr>
          <w:rFonts w:asciiTheme="minorEastAsia" w:hAnsiTheme="minorEastAsia"/>
        </w:rPr>
      </w:pPr>
      <w:r>
        <w:rPr>
          <w:rFonts w:asciiTheme="minorEastAsia" w:hAnsiTheme="minorEastAsia" w:hint="eastAsia"/>
        </w:rPr>
        <w:t>事業実施主体名</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p>
    <w:p w14:paraId="0CF1D9EE" w14:textId="58E39D9B" w:rsidR="00EB5604" w:rsidRDefault="00EB5604" w:rsidP="00075891">
      <w:pPr>
        <w:ind w:right="1050" w:firstLineChars="2697" w:firstLine="5664"/>
        <w:rPr>
          <w:rFonts w:asciiTheme="minorEastAsia" w:hAnsiTheme="minorEastAsia"/>
        </w:rPr>
      </w:pPr>
      <w:r>
        <w:rPr>
          <w:rFonts w:asciiTheme="minorEastAsia" w:hAnsiTheme="minorEastAsia" w:hint="eastAsia"/>
        </w:rPr>
        <w:t>氏名（※１）</w:t>
      </w:r>
      <w:r>
        <w:rPr>
          <w:rFonts w:asciiTheme="minorEastAsia" w:hAnsiTheme="minorEastAsia" w:hint="eastAsia"/>
        </w:rPr>
        <w:tab/>
      </w:r>
    </w:p>
    <w:p w14:paraId="354235EF" w14:textId="77777777" w:rsidR="00EB5604" w:rsidRDefault="00EB5604" w:rsidP="00EB5604">
      <w:pPr>
        <w:rPr>
          <w:rFonts w:asciiTheme="minorEastAsia" w:hAnsiTheme="minorEastAsia"/>
        </w:rPr>
      </w:pPr>
    </w:p>
    <w:p w14:paraId="481BEDB0" w14:textId="77777777" w:rsidR="00EB5604" w:rsidRDefault="00EB5604" w:rsidP="00EB5604">
      <w:pPr>
        <w:jc w:val="center"/>
        <w:rPr>
          <w:rFonts w:asciiTheme="minorEastAsia" w:hAnsiTheme="minorEastAsia"/>
        </w:rPr>
      </w:pPr>
      <w:r>
        <w:rPr>
          <w:rFonts w:asciiTheme="minorEastAsia" w:hAnsiTheme="minorEastAsia" w:hint="eastAsia"/>
        </w:rPr>
        <w:t>種苗法に関する誓約書</w:t>
      </w:r>
    </w:p>
    <w:p w14:paraId="727A46EF" w14:textId="77777777" w:rsidR="00EB5604" w:rsidRDefault="00EB5604" w:rsidP="00EB5604">
      <w:pPr>
        <w:jc w:val="left"/>
        <w:rPr>
          <w:rFonts w:asciiTheme="minorEastAsia" w:hAnsiTheme="minorEastAsia"/>
        </w:rPr>
      </w:pPr>
    </w:p>
    <w:p w14:paraId="58004266" w14:textId="7C7C6D65" w:rsidR="00EB5604" w:rsidRDefault="00EB5604" w:rsidP="00EB5604">
      <w:pPr>
        <w:jc w:val="left"/>
        <w:rPr>
          <w:rFonts w:asciiTheme="minorEastAsia" w:hAnsiTheme="minorEastAsia"/>
        </w:rPr>
      </w:pPr>
      <w:r>
        <w:rPr>
          <w:rFonts w:asciiTheme="minorEastAsia" w:hAnsiTheme="minorEastAsia" w:hint="eastAsia"/>
        </w:rPr>
        <w:t xml:space="preserve">　私は、</w:t>
      </w:r>
      <w:r w:rsidR="00075891">
        <w:rPr>
          <w:rFonts w:hAnsiTheme="minorEastAsia" w:hint="eastAsia"/>
          <w:color w:val="000000" w:themeColor="text1"/>
          <w:szCs w:val="21"/>
        </w:rPr>
        <w:t>果樹産地活性化対策</w:t>
      </w:r>
      <w:r w:rsidRPr="00B86C1F">
        <w:rPr>
          <w:rFonts w:hAnsiTheme="minorEastAsia" w:hint="eastAsia"/>
          <w:color w:val="000000" w:themeColor="text1"/>
          <w:szCs w:val="21"/>
        </w:rPr>
        <w:t>事業</w:t>
      </w:r>
      <w:r w:rsidR="00E323B8">
        <w:rPr>
          <w:rFonts w:hAnsiTheme="minorEastAsia" w:hint="eastAsia"/>
          <w:color w:val="000000" w:themeColor="text1"/>
          <w:szCs w:val="21"/>
        </w:rPr>
        <w:t>（産地担い手確保対策）</w:t>
      </w:r>
      <w:r>
        <w:rPr>
          <w:rFonts w:asciiTheme="minorEastAsia" w:hAnsiTheme="minorEastAsia" w:hint="eastAsia"/>
        </w:rPr>
        <w:t>に申請するにあたり、下記の事項を確認し、遵守することを誓約します。</w:t>
      </w:r>
    </w:p>
    <w:p w14:paraId="1D001B66" w14:textId="77777777" w:rsidR="00EB5604" w:rsidRDefault="00EB5604" w:rsidP="00EB5604">
      <w:pPr>
        <w:jc w:val="left"/>
        <w:rPr>
          <w:rFonts w:asciiTheme="minorEastAsia" w:hAnsiTheme="minorEastAsia"/>
        </w:rPr>
      </w:pPr>
    </w:p>
    <w:p w14:paraId="2827D174" w14:textId="77777777" w:rsidR="00EB5604" w:rsidRDefault="00EB5604" w:rsidP="00EB5604">
      <w:pPr>
        <w:jc w:val="center"/>
        <w:rPr>
          <w:rFonts w:asciiTheme="minorEastAsia" w:hAnsiTheme="minorEastAsia"/>
        </w:rPr>
      </w:pPr>
      <w:r>
        <w:rPr>
          <w:rFonts w:asciiTheme="minorEastAsia" w:hAnsiTheme="minorEastAsia" w:hint="eastAsia"/>
        </w:rPr>
        <w:t>記</w:t>
      </w:r>
    </w:p>
    <w:p w14:paraId="1A9B07DD" w14:textId="77777777" w:rsidR="00EB5604" w:rsidRDefault="00EB5604" w:rsidP="00EB5604">
      <w:pPr>
        <w:jc w:val="left"/>
        <w:rPr>
          <w:rFonts w:asciiTheme="minorEastAsia" w:hAnsiTheme="minorEastAsia"/>
        </w:rPr>
      </w:pPr>
    </w:p>
    <w:p w14:paraId="48897004" w14:textId="77777777" w:rsidR="00EB5604" w:rsidRDefault="00EB5604" w:rsidP="00EB5604">
      <w:pPr>
        <w:jc w:val="left"/>
        <w:rPr>
          <w:rFonts w:asciiTheme="minorEastAsia" w:hAnsiTheme="minorEastAsia"/>
        </w:rPr>
      </w:pPr>
      <w:r>
        <w:rPr>
          <w:rFonts w:asciiTheme="minorEastAsia" w:hAnsiTheme="minorEastAsia" w:hint="eastAsia"/>
        </w:rPr>
        <w:t xml:space="preserve">　□他人の畑から苗や穂木を無断で採取しません。</w:t>
      </w:r>
    </w:p>
    <w:p w14:paraId="5B9B3546" w14:textId="77777777" w:rsidR="00EB5604" w:rsidRDefault="00EB5604" w:rsidP="00EB5604">
      <w:pPr>
        <w:jc w:val="left"/>
        <w:rPr>
          <w:rFonts w:asciiTheme="minorEastAsia" w:hAnsiTheme="minorEastAsia"/>
        </w:rPr>
      </w:pPr>
      <w:r>
        <w:rPr>
          <w:rFonts w:asciiTheme="minorEastAsia" w:hAnsiTheme="minorEastAsia" w:hint="eastAsia"/>
        </w:rPr>
        <w:t xml:space="preserve">　□育成者権者に無断で苗の増殖や高接をしません。</w:t>
      </w:r>
    </w:p>
    <w:p w14:paraId="6C57A6E1" w14:textId="77777777" w:rsidR="00EB5604" w:rsidRDefault="00EB5604" w:rsidP="00EB5604">
      <w:pPr>
        <w:jc w:val="left"/>
        <w:rPr>
          <w:rFonts w:asciiTheme="minorEastAsia" w:hAnsiTheme="minorEastAsia"/>
        </w:rPr>
      </w:pPr>
      <w:r>
        <w:rPr>
          <w:rFonts w:asciiTheme="minorEastAsia" w:hAnsiTheme="minorEastAsia" w:hint="eastAsia"/>
        </w:rPr>
        <w:t xml:space="preserve">　□無断で増殖した苗や穂木を第三者に譲渡しません。</w:t>
      </w:r>
    </w:p>
    <w:p w14:paraId="79A9E784"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□無断で増殖した苗や穂木を第三者から譲受しません</w:t>
      </w:r>
    </w:p>
    <w:p w14:paraId="0623B4CF" w14:textId="77777777" w:rsidR="00EB5604" w:rsidRDefault="00EB5604" w:rsidP="00EB5604">
      <w:pPr>
        <w:jc w:val="left"/>
        <w:rPr>
          <w:rFonts w:asciiTheme="minorEastAsia" w:hAnsiTheme="minorEastAsia"/>
        </w:rPr>
      </w:pPr>
      <w:r>
        <w:rPr>
          <w:rFonts w:asciiTheme="minorEastAsia" w:hAnsiTheme="minorEastAsia" w:hint="eastAsia"/>
        </w:rPr>
        <w:t xml:space="preserve">　□佐賀県登録品種について、育成者権者に無断で第三者に譲渡しません。</w:t>
      </w:r>
    </w:p>
    <w:p w14:paraId="22DC146F" w14:textId="77777777" w:rsidR="00EB5604" w:rsidRDefault="00EB5604" w:rsidP="00EB5604">
      <w:pPr>
        <w:jc w:val="left"/>
        <w:rPr>
          <w:rFonts w:asciiTheme="minorEastAsia" w:hAnsiTheme="minorEastAsia"/>
        </w:rPr>
      </w:pPr>
      <w:r>
        <w:rPr>
          <w:rFonts w:asciiTheme="minorEastAsia" w:hAnsiTheme="minorEastAsia" w:hint="eastAsia"/>
        </w:rPr>
        <w:t xml:space="preserve">　□生産地域が県内に制限されている品種については、県外で生産しません。</w:t>
      </w:r>
    </w:p>
    <w:p w14:paraId="19A449BC" w14:textId="6B39B202"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□県内で生産が認められていない他県の登録品種については、育成者権者に無断で苗や穂木の譲受や栽培をしません。</w:t>
      </w:r>
    </w:p>
    <w:p w14:paraId="4EAD7CC0" w14:textId="77777777"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□第三者による苗や穂木の盗難を防止するため、圃場を厳重に管理するとともに、収穫が終了した苗や果樹のせん定枝は適切に処分（焼却・粉砕）します。</w:t>
      </w:r>
    </w:p>
    <w:p w14:paraId="7097A837" w14:textId="77777777" w:rsidR="00EB5604" w:rsidRDefault="00EB5604" w:rsidP="002712A6">
      <w:pPr>
        <w:ind w:left="420" w:hangingChars="200" w:hanging="420"/>
        <w:jc w:val="left"/>
        <w:rPr>
          <w:rFonts w:asciiTheme="minorEastAsia" w:hAnsiTheme="minorEastAsia"/>
        </w:rPr>
      </w:pPr>
      <w:r>
        <w:rPr>
          <w:rFonts w:asciiTheme="minorEastAsia" w:hAnsiTheme="minorEastAsia" w:hint="eastAsia"/>
        </w:rPr>
        <w:t xml:space="preserve">　□種苗法や県育成品種の許諾方針に違反すると思われる行為を発見した場合は県に通報します。</w:t>
      </w:r>
    </w:p>
    <w:p w14:paraId="051D375A"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□種苗法違反を犯した場合の罰則を理解しています。</w:t>
      </w:r>
    </w:p>
    <w:p w14:paraId="4CE1246D" w14:textId="77777777" w:rsidR="00EB5604" w:rsidRDefault="00EB5604" w:rsidP="00EB5604">
      <w:pPr>
        <w:jc w:val="left"/>
        <w:rPr>
          <w:rFonts w:asciiTheme="minorEastAsia" w:hAnsiTheme="minorEastAsia"/>
        </w:rPr>
      </w:pPr>
      <w:r>
        <w:rPr>
          <w:rFonts w:asciiTheme="minorEastAsia" w:hAnsiTheme="minorEastAsia" w:hint="eastAsia"/>
        </w:rPr>
        <w:t xml:space="preserve">　　（参考）種苗法違反の罰則</w:t>
      </w:r>
    </w:p>
    <w:p w14:paraId="743F544B" w14:textId="77777777" w:rsidR="00EB5604" w:rsidRDefault="00EB5604" w:rsidP="00EB5604">
      <w:pPr>
        <w:jc w:val="left"/>
        <w:rPr>
          <w:rFonts w:asciiTheme="minorEastAsia" w:hAnsiTheme="minorEastAsia"/>
        </w:rPr>
      </w:pPr>
      <w:r>
        <w:rPr>
          <w:rFonts w:asciiTheme="minorEastAsia" w:hAnsiTheme="minorEastAsia" w:hint="eastAsia"/>
        </w:rPr>
        <w:t xml:space="preserve">　　　　　・10年以下の懲役または、1,000万円以下の罰金（法人は３億円）</w:t>
      </w:r>
    </w:p>
    <w:p w14:paraId="3C91B443" w14:textId="77777777" w:rsidR="00EB5604" w:rsidRDefault="00EB5604" w:rsidP="00EB5604">
      <w:pPr>
        <w:jc w:val="left"/>
        <w:rPr>
          <w:rFonts w:asciiTheme="minorEastAsia" w:hAnsiTheme="minorEastAsia"/>
        </w:rPr>
      </w:pPr>
      <w:r>
        <w:rPr>
          <w:rFonts w:asciiTheme="minorEastAsia" w:hAnsiTheme="minorEastAsia" w:hint="eastAsia"/>
        </w:rPr>
        <w:t xml:space="preserve">　　　　　・当該品種の生産・販売の差し止め（樹木の伐採、果実の処分など）</w:t>
      </w:r>
    </w:p>
    <w:p w14:paraId="3CBD4149" w14:textId="2F58AF23" w:rsidR="00EB5604" w:rsidRDefault="00EB5604" w:rsidP="00EB5604">
      <w:pPr>
        <w:jc w:val="left"/>
        <w:rPr>
          <w:rFonts w:asciiTheme="minorEastAsia" w:hAnsiTheme="minorEastAsia"/>
        </w:rPr>
      </w:pPr>
      <w:r>
        <w:rPr>
          <w:rFonts w:asciiTheme="minorEastAsia" w:hAnsiTheme="minorEastAsia" w:hint="eastAsia"/>
        </w:rPr>
        <w:t xml:space="preserve">　　　　　・無断利用によって育成者が被った損害の賠償</w:t>
      </w:r>
    </w:p>
    <w:p w14:paraId="437E6A48" w14:textId="77777777" w:rsidR="00EB5604" w:rsidRPr="00271CF7" w:rsidRDefault="00EB5604" w:rsidP="00EB5604">
      <w:pPr>
        <w:jc w:val="left"/>
        <w:rPr>
          <w:rFonts w:asciiTheme="minorEastAsia" w:hAnsiTheme="minorEastAsia"/>
        </w:rPr>
      </w:pPr>
    </w:p>
    <w:p w14:paraId="0611BEAB" w14:textId="0BEB0CFC" w:rsidR="00EB5604" w:rsidRPr="00EB5604" w:rsidRDefault="00EB5604" w:rsidP="00EB5604">
      <w:pPr>
        <w:widowControl/>
        <w:snapToGrid w:val="0"/>
        <w:spacing w:line="280" w:lineRule="exact"/>
        <w:jc w:val="left"/>
        <w:rPr>
          <w:rFonts w:ascii="ＭＳ 明朝" w:eastAsia="ＭＳ 明朝" w:hAnsi="ＭＳ 明朝" w:cs="Times New Roman"/>
          <w:color w:val="000000"/>
          <w:szCs w:val="21"/>
        </w:rPr>
      </w:pPr>
      <w:r>
        <w:rPr>
          <w:rFonts w:asciiTheme="minorEastAsia" w:hAnsiTheme="minorEastAsia" w:hint="eastAsia"/>
          <w:kern w:val="0"/>
        </w:rPr>
        <w:t>※１）氏名欄は、本人が自署すること。</w:t>
      </w:r>
    </w:p>
    <w:sectPr w:rsidR="00EB5604" w:rsidRP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72CF" w14:textId="77777777" w:rsidR="00D97D0E" w:rsidRDefault="00D97D0E" w:rsidP="00B30D52">
      <w:r>
        <w:separator/>
      </w:r>
    </w:p>
  </w:endnote>
  <w:endnote w:type="continuationSeparator" w:id="0">
    <w:p w14:paraId="7245EE19" w14:textId="77777777" w:rsidR="00D97D0E" w:rsidRDefault="00D97D0E"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4704" w14:textId="77777777" w:rsidR="00D97D0E" w:rsidRDefault="00D97D0E" w:rsidP="00B30D52">
      <w:r>
        <w:separator/>
      </w:r>
    </w:p>
  </w:footnote>
  <w:footnote w:type="continuationSeparator" w:id="0">
    <w:p w14:paraId="6981FB91" w14:textId="77777777" w:rsidR="00D97D0E" w:rsidRDefault="00D97D0E"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3666956">
    <w:abstractNumId w:val="12"/>
  </w:num>
  <w:num w:numId="2" w16cid:durableId="1504008335">
    <w:abstractNumId w:val="2"/>
  </w:num>
  <w:num w:numId="3" w16cid:durableId="55207456">
    <w:abstractNumId w:val="0"/>
  </w:num>
  <w:num w:numId="4" w16cid:durableId="388726686">
    <w:abstractNumId w:val="8"/>
  </w:num>
  <w:num w:numId="5" w16cid:durableId="429157237">
    <w:abstractNumId w:val="7"/>
  </w:num>
  <w:num w:numId="6" w16cid:durableId="1783110573">
    <w:abstractNumId w:val="17"/>
  </w:num>
  <w:num w:numId="7" w16cid:durableId="61293371">
    <w:abstractNumId w:val="14"/>
  </w:num>
  <w:num w:numId="8" w16cid:durableId="1994674537">
    <w:abstractNumId w:val="21"/>
  </w:num>
  <w:num w:numId="9" w16cid:durableId="647134139">
    <w:abstractNumId w:val="16"/>
  </w:num>
  <w:num w:numId="10" w16cid:durableId="585723144">
    <w:abstractNumId w:val="19"/>
  </w:num>
  <w:num w:numId="11" w16cid:durableId="1357536744">
    <w:abstractNumId w:val="3"/>
  </w:num>
  <w:num w:numId="12" w16cid:durableId="1016417658">
    <w:abstractNumId w:val="4"/>
  </w:num>
  <w:num w:numId="13" w16cid:durableId="565915305">
    <w:abstractNumId w:val="15"/>
  </w:num>
  <w:num w:numId="14" w16cid:durableId="1528758301">
    <w:abstractNumId w:val="5"/>
  </w:num>
  <w:num w:numId="15" w16cid:durableId="98109179">
    <w:abstractNumId w:val="23"/>
  </w:num>
  <w:num w:numId="16" w16cid:durableId="293565285">
    <w:abstractNumId w:val="20"/>
  </w:num>
  <w:num w:numId="17" w16cid:durableId="1490243552">
    <w:abstractNumId w:val="1"/>
  </w:num>
  <w:num w:numId="18" w16cid:durableId="842163862">
    <w:abstractNumId w:val="18"/>
  </w:num>
  <w:num w:numId="19" w16cid:durableId="458308287">
    <w:abstractNumId w:val="22"/>
  </w:num>
  <w:num w:numId="20" w16cid:durableId="923612099">
    <w:abstractNumId w:val="9"/>
  </w:num>
  <w:num w:numId="21" w16cid:durableId="2029746750">
    <w:abstractNumId w:val="13"/>
  </w:num>
  <w:num w:numId="22" w16cid:durableId="1675035927">
    <w:abstractNumId w:val="6"/>
  </w:num>
  <w:num w:numId="23" w16cid:durableId="1986012372">
    <w:abstractNumId w:val="11"/>
  </w:num>
  <w:num w:numId="24" w16cid:durableId="1076591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78291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241"/>
    <w:rsid w:val="000225DA"/>
    <w:rsid w:val="0002410C"/>
    <w:rsid w:val="0002555D"/>
    <w:rsid w:val="000312CA"/>
    <w:rsid w:val="000413B0"/>
    <w:rsid w:val="000436B4"/>
    <w:rsid w:val="0004516E"/>
    <w:rsid w:val="00047B9C"/>
    <w:rsid w:val="0005301B"/>
    <w:rsid w:val="0005418B"/>
    <w:rsid w:val="0006090A"/>
    <w:rsid w:val="00063B53"/>
    <w:rsid w:val="000640B1"/>
    <w:rsid w:val="0006521E"/>
    <w:rsid w:val="00066678"/>
    <w:rsid w:val="000668E7"/>
    <w:rsid w:val="00071748"/>
    <w:rsid w:val="00073FE0"/>
    <w:rsid w:val="00075891"/>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03A2"/>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12A6"/>
    <w:rsid w:val="00271CF7"/>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6478B"/>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0083"/>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EFC"/>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539E"/>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30547"/>
    <w:rsid w:val="00A34552"/>
    <w:rsid w:val="00A3767D"/>
    <w:rsid w:val="00A37E71"/>
    <w:rsid w:val="00A426E0"/>
    <w:rsid w:val="00A452BF"/>
    <w:rsid w:val="00A50678"/>
    <w:rsid w:val="00A52785"/>
    <w:rsid w:val="00A54C71"/>
    <w:rsid w:val="00A5702F"/>
    <w:rsid w:val="00A57555"/>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D0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323B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岡部　春菜（園芸農産課）</cp:lastModifiedBy>
  <cp:revision>12</cp:revision>
  <cp:lastPrinted>2023-03-30T07:28:00Z</cp:lastPrinted>
  <dcterms:created xsi:type="dcterms:W3CDTF">2022-04-04T10:06:00Z</dcterms:created>
  <dcterms:modified xsi:type="dcterms:W3CDTF">2024-04-18T09:59:00Z</dcterms:modified>
</cp:coreProperties>
</file>